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FCB04" w14:textId="77777777" w:rsidR="001A285C" w:rsidRDefault="00ED234E" w:rsidP="00653AFE">
      <w:pPr>
        <w:pStyle w:val="Titre1"/>
        <w:jc w:val="center"/>
      </w:pPr>
      <w:proofErr w:type="spellStart"/>
      <w:r>
        <w:t>Symfony</w:t>
      </w:r>
      <w:proofErr w:type="spellEnd"/>
      <w:r>
        <w:t xml:space="preserve"> </w:t>
      </w:r>
      <w:r w:rsidR="001A285C">
        <w:t xml:space="preserve">Partie </w:t>
      </w:r>
      <w:r w:rsidR="00653AFE">
        <w:t>1</w:t>
      </w:r>
      <w:r w:rsidR="007C7DCA">
        <w:br/>
        <w:t>Présentation globale</w:t>
      </w:r>
    </w:p>
    <w:p w14:paraId="519A09EF" w14:textId="77777777" w:rsidR="00ED234E" w:rsidRDefault="00ED234E" w:rsidP="00D80E5F"/>
    <w:p w14:paraId="1D7C0552" w14:textId="77777777" w:rsidR="00D80E5F" w:rsidRDefault="00D80E5F" w:rsidP="0024569D">
      <w:pPr>
        <w:jc w:val="both"/>
      </w:pPr>
      <w:r>
        <w:t xml:space="preserve">Ce Framework date de 2005. Il est issu de l’agence web française </w:t>
      </w:r>
      <w:proofErr w:type="spellStart"/>
      <w:r>
        <w:t>Sensio</w:t>
      </w:r>
      <w:proofErr w:type="spellEnd"/>
      <w:r>
        <w:t xml:space="preserve">. </w:t>
      </w:r>
    </w:p>
    <w:p w14:paraId="39E4D90E" w14:textId="77777777" w:rsidR="002A1ED8" w:rsidRDefault="002A1ED8" w:rsidP="0024569D">
      <w:pPr>
        <w:jc w:val="both"/>
      </w:pPr>
    </w:p>
    <w:p w14:paraId="1B67C5C1" w14:textId="77777777" w:rsidR="002A1ED8" w:rsidRDefault="002A1ED8" w:rsidP="0024569D">
      <w:pPr>
        <w:jc w:val="both"/>
      </w:pPr>
      <w:proofErr w:type="spellStart"/>
      <w:r>
        <w:t>Symfony</w:t>
      </w:r>
      <w:proofErr w:type="spellEnd"/>
      <w:r>
        <w:t xml:space="preserve"> utilise le modèle MVC. Il sera très difficile de comprendre </w:t>
      </w:r>
      <w:proofErr w:type="spellStart"/>
      <w:r>
        <w:t>Symfony</w:t>
      </w:r>
      <w:proofErr w:type="spellEnd"/>
      <w:r>
        <w:t xml:space="preserve"> si vous n’avez pas bien assimilé le modèle MVC.</w:t>
      </w:r>
    </w:p>
    <w:p w14:paraId="771A4484" w14:textId="77777777" w:rsidR="002A1ED8" w:rsidRDefault="002A1ED8" w:rsidP="0024569D">
      <w:pPr>
        <w:jc w:val="both"/>
      </w:pPr>
    </w:p>
    <w:p w14:paraId="45C38020" w14:textId="7A2D23DE" w:rsidR="00D80E5F" w:rsidRDefault="00093E1A" w:rsidP="0024569D">
      <w:pPr>
        <w:jc w:val="both"/>
      </w:pPr>
      <w:r>
        <w:t>Il utilise D</w:t>
      </w:r>
      <w:r w:rsidR="00D80E5F">
        <w:t xml:space="preserve">octrine pour la partie modèle. Doctrine est un </w:t>
      </w:r>
      <w:r w:rsidR="00D80E5F" w:rsidRPr="00E51153">
        <w:rPr>
          <w:b/>
        </w:rPr>
        <w:t>ORM</w:t>
      </w:r>
      <w:r w:rsidR="00D80E5F">
        <w:t xml:space="preserve"> (</w:t>
      </w:r>
      <w:r w:rsidRPr="00093E1A">
        <w:t>Object-</w:t>
      </w:r>
      <w:proofErr w:type="spellStart"/>
      <w:r w:rsidRPr="00093E1A">
        <w:t>Relational</w:t>
      </w:r>
      <w:proofErr w:type="spellEnd"/>
      <w:r w:rsidRPr="00093E1A">
        <w:t xml:space="preserve"> </w:t>
      </w:r>
      <w:proofErr w:type="spellStart"/>
      <w:r w:rsidRPr="00093E1A">
        <w:t>M</w:t>
      </w:r>
      <w:r w:rsidR="00D80E5F" w:rsidRPr="00093E1A">
        <w:t>apping</w:t>
      </w:r>
      <w:proofErr w:type="spellEnd"/>
      <w:r w:rsidR="00D80E5F" w:rsidRPr="00093E1A">
        <w:t>)</w:t>
      </w:r>
      <w:r w:rsidR="00D80E5F">
        <w:t xml:space="preserve">. Il réalise donc du </w:t>
      </w:r>
      <w:proofErr w:type="spellStart"/>
      <w:r w:rsidR="00D80E5F">
        <w:t>mapping</w:t>
      </w:r>
      <w:proofErr w:type="spellEnd"/>
      <w:r w:rsidR="00D80E5F">
        <w:t xml:space="preserve"> objet-relationnel</w:t>
      </w:r>
      <w:r w:rsidR="0024569D">
        <w:t>, c</w:t>
      </w:r>
      <w:r w:rsidR="00D80E5F">
        <w:t>’est-à-dire qu’il fait la liaison entre des objets, ici en PHP</w:t>
      </w:r>
      <w:r w:rsidR="00BE6B6D">
        <w:t>,</w:t>
      </w:r>
      <w:r w:rsidR="00D80E5F">
        <w:t xml:space="preserve"> vers des données enregistrées dans un SGBD relationnel. Il est indépendant du Framework </w:t>
      </w:r>
      <w:proofErr w:type="spellStart"/>
      <w:r w:rsidR="00D80E5F">
        <w:t>Symfony</w:t>
      </w:r>
      <w:proofErr w:type="spellEnd"/>
      <w:r w:rsidR="00D80E5F">
        <w:t xml:space="preserve"> et est utilisé dans bien d’autres Framework.</w:t>
      </w:r>
    </w:p>
    <w:p w14:paraId="78173559" w14:textId="77777777" w:rsidR="00D80E5F" w:rsidRDefault="00D80E5F" w:rsidP="0024569D">
      <w:pPr>
        <w:jc w:val="both"/>
      </w:pPr>
    </w:p>
    <w:p w14:paraId="2D667C7D" w14:textId="77777777" w:rsidR="00D80E5F" w:rsidRDefault="00D80E5F" w:rsidP="0024569D">
      <w:pPr>
        <w:jc w:val="both"/>
      </w:pPr>
      <w:r>
        <w:t xml:space="preserve">La vue est gérée par un moteur de </w:t>
      </w:r>
      <w:proofErr w:type="spellStart"/>
      <w:r>
        <w:t>template</w:t>
      </w:r>
      <w:proofErr w:type="spellEnd"/>
      <w:r>
        <w:t xml:space="preserve">, </w:t>
      </w:r>
      <w:proofErr w:type="spellStart"/>
      <w:r>
        <w:t>Twig</w:t>
      </w:r>
      <w:proofErr w:type="spellEnd"/>
      <w:r>
        <w:t xml:space="preserve">, qui a été réalisé par le même concepteur que </w:t>
      </w:r>
      <w:proofErr w:type="spellStart"/>
      <w:r>
        <w:t>Symfony</w:t>
      </w:r>
      <w:proofErr w:type="spellEnd"/>
      <w:r>
        <w:t xml:space="preserve">. Ce moteur est toutefois indépendant. Un moteur de </w:t>
      </w:r>
      <w:proofErr w:type="spellStart"/>
      <w:r>
        <w:t>template</w:t>
      </w:r>
      <w:proofErr w:type="spellEnd"/>
      <w:r>
        <w:t xml:space="preserve"> s’occupe de générer l’affichage avec un code particulier. Le plus célèbre reste </w:t>
      </w:r>
      <w:proofErr w:type="spellStart"/>
      <w:r>
        <w:t>Smarty</w:t>
      </w:r>
      <w:proofErr w:type="spellEnd"/>
      <w:r>
        <w:t>.</w:t>
      </w:r>
    </w:p>
    <w:p w14:paraId="4FC28347" w14:textId="77777777" w:rsidR="00D80E5F" w:rsidRDefault="00D80E5F" w:rsidP="0024569D">
      <w:pPr>
        <w:jc w:val="both"/>
      </w:pPr>
      <w:proofErr w:type="spellStart"/>
      <w:r>
        <w:t>Twig</w:t>
      </w:r>
      <w:proofErr w:type="spellEnd"/>
      <w:r>
        <w:t xml:space="preserve"> utilise, par exemple, des balises spécifiques comme {% %} pour des conditions et {{}} pour l’affichage. Il va séparer le code HTML-CSS-JS du PHP.</w:t>
      </w:r>
    </w:p>
    <w:p w14:paraId="743319A6" w14:textId="77777777" w:rsidR="001A285C" w:rsidRDefault="001A285C" w:rsidP="0024569D">
      <w:pPr>
        <w:jc w:val="both"/>
      </w:pPr>
    </w:p>
    <w:p w14:paraId="676BF3DB" w14:textId="77777777" w:rsidR="001A285C" w:rsidRDefault="001A285C" w:rsidP="00653AFE">
      <w:pPr>
        <w:pStyle w:val="Titre2"/>
      </w:pPr>
      <w:bookmarkStart w:id="0" w:name="_Toc381347191"/>
      <w:bookmarkStart w:id="1" w:name="_Toc396309490"/>
      <w:r>
        <w:t>Architecture</w:t>
      </w:r>
      <w:bookmarkEnd w:id="0"/>
      <w:bookmarkEnd w:id="1"/>
      <w:r>
        <w:t xml:space="preserve"> </w:t>
      </w:r>
    </w:p>
    <w:p w14:paraId="337710D2" w14:textId="77777777" w:rsidR="001A285C" w:rsidRPr="00E614FD" w:rsidRDefault="001A285C" w:rsidP="00653AFE">
      <w:pPr>
        <w:pStyle w:val="Titre3"/>
      </w:pPr>
      <w:bookmarkStart w:id="2" w:name="_Toc381347192"/>
      <w:bookmarkStart w:id="3" w:name="_Toc396309491"/>
      <w:r>
        <w:t>Les répertoires</w:t>
      </w:r>
      <w:bookmarkEnd w:id="2"/>
      <w:bookmarkEnd w:id="3"/>
    </w:p>
    <w:p w14:paraId="79CD1038" w14:textId="77777777" w:rsidR="001A285C" w:rsidRDefault="001A285C" w:rsidP="001A285C">
      <w:r>
        <w:rPr>
          <w:noProof/>
        </w:rPr>
        <w:drawing>
          <wp:inline distT="0" distB="0" distL="0" distR="0" wp14:anchorId="74A86E0C" wp14:editId="7C92B2E6">
            <wp:extent cx="1158240" cy="134112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41C92" w14:textId="77777777" w:rsidR="001A285C" w:rsidRDefault="001A285C" w:rsidP="001A285C">
      <w:pPr>
        <w:pStyle w:val="Paragraphedeliste"/>
      </w:pPr>
    </w:p>
    <w:p w14:paraId="11F8D9FE" w14:textId="77777777" w:rsidR="001A285C" w:rsidRDefault="001A285C" w:rsidP="00E75649">
      <w:pPr>
        <w:pStyle w:val="Paragraphedeliste"/>
        <w:numPr>
          <w:ilvl w:val="0"/>
          <w:numId w:val="2"/>
        </w:numPr>
      </w:pPr>
      <w:r w:rsidRPr="00093E1A">
        <w:rPr>
          <w:b/>
        </w:rPr>
        <w:t>App</w:t>
      </w:r>
      <w:r>
        <w:t xml:space="preserve"> contient les fichiers de configuration et de cache de l’application</w:t>
      </w:r>
    </w:p>
    <w:p w14:paraId="12CFADA8" w14:textId="77777777" w:rsidR="001A285C" w:rsidRPr="00093E1A" w:rsidRDefault="001A285C" w:rsidP="00E75649">
      <w:pPr>
        <w:pStyle w:val="Paragraphedeliste"/>
        <w:numPr>
          <w:ilvl w:val="0"/>
          <w:numId w:val="2"/>
        </w:numPr>
        <w:rPr>
          <w:b/>
        </w:rPr>
      </w:pPr>
      <w:r w:rsidRPr="00093E1A">
        <w:rPr>
          <w:b/>
        </w:rPr>
        <w:t>Bin</w:t>
      </w:r>
    </w:p>
    <w:p w14:paraId="4445CB57" w14:textId="77777777" w:rsidR="001A285C" w:rsidRDefault="001A285C" w:rsidP="00E75649">
      <w:pPr>
        <w:pStyle w:val="Paragraphedeliste"/>
        <w:numPr>
          <w:ilvl w:val="0"/>
          <w:numId w:val="2"/>
        </w:numPr>
      </w:pPr>
      <w:proofErr w:type="spellStart"/>
      <w:r w:rsidRPr="00093E1A">
        <w:rPr>
          <w:b/>
        </w:rPr>
        <w:t>Src</w:t>
      </w:r>
      <w:proofErr w:type="spellEnd"/>
      <w:r>
        <w:t xml:space="preserve"> contient le code source</w:t>
      </w:r>
    </w:p>
    <w:p w14:paraId="4496A31E" w14:textId="77777777" w:rsidR="001A285C" w:rsidRDefault="001A285C" w:rsidP="00E75649">
      <w:pPr>
        <w:pStyle w:val="Paragraphedeliste"/>
        <w:numPr>
          <w:ilvl w:val="0"/>
          <w:numId w:val="2"/>
        </w:numPr>
      </w:pPr>
      <w:proofErr w:type="spellStart"/>
      <w:r w:rsidRPr="00093E1A">
        <w:rPr>
          <w:b/>
        </w:rPr>
        <w:t>Vendor</w:t>
      </w:r>
      <w:proofErr w:type="spellEnd"/>
      <w:r>
        <w:t xml:space="preserve"> contient les bibliothèques utili</w:t>
      </w:r>
      <w:r w:rsidR="00093E1A">
        <w:t>sées ou à ajouter, par exemple D</w:t>
      </w:r>
      <w:r>
        <w:t>octrine</w:t>
      </w:r>
    </w:p>
    <w:p w14:paraId="61FC9FEC" w14:textId="77777777" w:rsidR="001A285C" w:rsidRDefault="001A285C" w:rsidP="00E75649">
      <w:pPr>
        <w:pStyle w:val="Paragraphedeliste"/>
        <w:numPr>
          <w:ilvl w:val="0"/>
          <w:numId w:val="2"/>
        </w:numPr>
      </w:pPr>
      <w:r w:rsidRPr="00093E1A">
        <w:rPr>
          <w:b/>
        </w:rPr>
        <w:t>Web</w:t>
      </w:r>
      <w:r>
        <w:t xml:space="preserve"> contient les images, le CSS, le JS et le contrôleur principal.</w:t>
      </w:r>
    </w:p>
    <w:p w14:paraId="338FFB66" w14:textId="77777777" w:rsidR="001A285C" w:rsidRDefault="001A285C" w:rsidP="001A285C"/>
    <w:p w14:paraId="35AC49A7" w14:textId="77777777" w:rsidR="001A285C" w:rsidRDefault="001A285C" w:rsidP="001A285C">
      <w:r>
        <w:t>Pour accéder aux applications, d</w:t>
      </w:r>
      <w:r w:rsidRPr="00EB54CE">
        <w:t>eux contrôleurs principaux</w:t>
      </w:r>
      <w:r>
        <w:t xml:space="preserve"> sont disponibles</w:t>
      </w:r>
      <w:r w:rsidRPr="00EB54CE">
        <w:t xml:space="preserve">, </w:t>
      </w:r>
      <w:proofErr w:type="spellStart"/>
      <w:r w:rsidRPr="00EB54CE">
        <w:t>app_dev.php</w:t>
      </w:r>
      <w:proofErr w:type="spellEnd"/>
      <w:r w:rsidRPr="00EB54CE">
        <w:t xml:space="preserve"> et </w:t>
      </w:r>
      <w:proofErr w:type="spellStart"/>
      <w:r w:rsidRPr="00EB54CE">
        <w:t>app.php</w:t>
      </w:r>
      <w:proofErr w:type="spellEnd"/>
      <w:r w:rsidRPr="00EB54CE">
        <w:t>. Le second n’affichera pas les erreurs et est à utiliser en production.</w:t>
      </w:r>
      <w:r>
        <w:t xml:space="preserve"> On utilisera donc </w:t>
      </w:r>
      <w:proofErr w:type="spellStart"/>
      <w:r w:rsidRPr="002A1ED8">
        <w:rPr>
          <w:b/>
        </w:rPr>
        <w:t>app_dev.php</w:t>
      </w:r>
      <w:proofErr w:type="spellEnd"/>
      <w:r>
        <w:t>.</w:t>
      </w:r>
    </w:p>
    <w:p w14:paraId="2D925E17" w14:textId="77777777" w:rsidR="005961F7" w:rsidRDefault="005961F7" w:rsidP="001A285C"/>
    <w:p w14:paraId="63306AB3" w14:textId="77777777" w:rsidR="000A6501" w:rsidRDefault="000A6501" w:rsidP="001A285C"/>
    <w:p w14:paraId="537A46C5" w14:textId="77777777" w:rsidR="001A285C" w:rsidRDefault="001A285C" w:rsidP="00653AFE">
      <w:pPr>
        <w:pStyle w:val="Titre3"/>
      </w:pPr>
      <w:bookmarkStart w:id="4" w:name="_Toc381347193"/>
      <w:bookmarkStart w:id="5" w:name="_Toc396309492"/>
      <w:r>
        <w:t>Les bundles</w:t>
      </w:r>
      <w:bookmarkEnd w:id="4"/>
      <w:bookmarkEnd w:id="5"/>
    </w:p>
    <w:p w14:paraId="14F9C311" w14:textId="77777777" w:rsidR="001A285C" w:rsidRDefault="001A285C" w:rsidP="00C53575">
      <w:pPr>
        <w:jc w:val="both"/>
      </w:pPr>
      <w:r>
        <w:t>Toute brique d’une application est appelé</w:t>
      </w:r>
      <w:r w:rsidR="00093E1A">
        <w:t>e</w:t>
      </w:r>
      <w:r>
        <w:t xml:space="preserve"> </w:t>
      </w:r>
      <w:r w:rsidRPr="00EB54CE">
        <w:rPr>
          <w:b/>
        </w:rPr>
        <w:t>Bundle</w:t>
      </w:r>
      <w:r>
        <w:rPr>
          <w:b/>
        </w:rPr>
        <w:t xml:space="preserve">. </w:t>
      </w:r>
      <w:r w:rsidRPr="001F3CFB">
        <w:t>Un bundle effectue une tâche spécifique, complète.</w:t>
      </w:r>
      <w:r>
        <w:t xml:space="preserve"> On séparera </w:t>
      </w:r>
      <w:r w:rsidR="002A1ED8">
        <w:t xml:space="preserve">par exemple, </w:t>
      </w:r>
      <w:r>
        <w:t>la gestion des utilisateurs et la partie administrateur dans un autre bundle.</w:t>
      </w:r>
    </w:p>
    <w:p w14:paraId="4CBD324D" w14:textId="77777777" w:rsidR="001A285C" w:rsidRDefault="001A285C" w:rsidP="00C53575">
      <w:pPr>
        <w:jc w:val="both"/>
      </w:pPr>
      <w:r w:rsidRPr="001F3CFB">
        <w:t xml:space="preserve"> Tous les fichiers nécessaires à </w:t>
      </w:r>
      <w:r>
        <w:t xml:space="preserve">une </w:t>
      </w:r>
      <w:r w:rsidRPr="001F3CFB">
        <w:t xml:space="preserve">utilisation </w:t>
      </w:r>
      <w:r>
        <w:t xml:space="preserve">spécifique </w:t>
      </w:r>
      <w:r w:rsidRPr="001F3CFB">
        <w:t xml:space="preserve">seront regroupés dans </w:t>
      </w:r>
      <w:r>
        <w:t>un</w:t>
      </w:r>
      <w:r w:rsidRPr="001F3CFB">
        <w:t xml:space="preserve"> bundle.</w:t>
      </w:r>
    </w:p>
    <w:p w14:paraId="113F869F" w14:textId="77777777" w:rsidR="001A285C" w:rsidRDefault="001A285C" w:rsidP="00C53575">
      <w:pPr>
        <w:jc w:val="both"/>
      </w:pPr>
    </w:p>
    <w:p w14:paraId="4D1C42A6" w14:textId="77777777" w:rsidR="001A285C" w:rsidRDefault="001A285C" w:rsidP="00C53575">
      <w:pPr>
        <w:jc w:val="both"/>
      </w:pPr>
      <w:r>
        <w:t xml:space="preserve">On peut télécharger des bundles sur </w:t>
      </w:r>
    </w:p>
    <w:p w14:paraId="5035BFAF" w14:textId="77777777" w:rsidR="001A285C" w:rsidRPr="00FA274B" w:rsidRDefault="001A285C" w:rsidP="001A285C">
      <w:pPr>
        <w:pStyle w:val="Exercices0"/>
        <w:rPr>
          <w:rStyle w:val="ExercicesCar0"/>
          <w:rFonts w:asciiTheme="minorHAnsi" w:hAnsiTheme="minorHAnsi"/>
        </w:rPr>
      </w:pPr>
      <w:r w:rsidRPr="00FA274B">
        <w:rPr>
          <w:rStyle w:val="ExercicesCar0"/>
          <w:rFonts w:asciiTheme="minorHAnsi" w:hAnsiTheme="minorHAnsi"/>
        </w:rPr>
        <w:t>knpbundles.com</w:t>
      </w:r>
    </w:p>
    <w:p w14:paraId="39076D33" w14:textId="77777777" w:rsidR="001A285C" w:rsidRDefault="001A285C" w:rsidP="001A285C"/>
    <w:p w14:paraId="6CF50216" w14:textId="77777777" w:rsidR="000A6501" w:rsidRDefault="000A6501" w:rsidP="001A285C"/>
    <w:p w14:paraId="0E5DE78D" w14:textId="77777777" w:rsidR="000A6501" w:rsidRDefault="001A285C" w:rsidP="000A6501">
      <w:pPr>
        <w:pStyle w:val="Titre3"/>
      </w:pPr>
      <w:bookmarkStart w:id="6" w:name="_Toc381347194"/>
      <w:bookmarkStart w:id="7" w:name="_Toc396309493"/>
      <w:r>
        <w:t>Création d’un projet</w:t>
      </w:r>
      <w:bookmarkEnd w:id="6"/>
      <w:bookmarkEnd w:id="7"/>
    </w:p>
    <w:p w14:paraId="4388D2E1" w14:textId="77777777" w:rsidR="001A285C" w:rsidRDefault="001A285C" w:rsidP="00C53575">
      <w:pPr>
        <w:jc w:val="both"/>
      </w:pPr>
      <w:r>
        <w:t>On doit passer en premier par la création d’un bundle.</w:t>
      </w:r>
    </w:p>
    <w:p w14:paraId="730EE697" w14:textId="29E8D087" w:rsidR="001A285C" w:rsidRDefault="00093E1A" w:rsidP="00C53575">
      <w:pPr>
        <w:jc w:val="both"/>
        <w:rPr>
          <w:i/>
        </w:rPr>
      </w:pPr>
      <w:r>
        <w:t xml:space="preserve">Sous </w:t>
      </w:r>
      <w:proofErr w:type="spellStart"/>
      <w:r>
        <w:t>P</w:t>
      </w:r>
      <w:r w:rsidR="00C53575">
        <w:t>ower</w:t>
      </w:r>
      <w:r w:rsidR="001A285C">
        <w:t>Shell</w:t>
      </w:r>
      <w:proofErr w:type="spellEnd"/>
      <w:r>
        <w:t xml:space="preserve"> (ou le terminal sous Linux)</w:t>
      </w:r>
      <w:r w:rsidR="001A285C">
        <w:t xml:space="preserve">, aller dans le répertoire de </w:t>
      </w:r>
      <w:proofErr w:type="spellStart"/>
      <w:r w:rsidR="001A285C">
        <w:t>Symfony</w:t>
      </w:r>
      <w:proofErr w:type="spellEnd"/>
      <w:r w:rsidR="001A285C">
        <w:t xml:space="preserve"> puis lancer </w:t>
      </w:r>
      <w:proofErr w:type="spellStart"/>
      <w:r w:rsidR="001A285C" w:rsidRPr="00FA274B">
        <w:rPr>
          <w:b/>
        </w:rPr>
        <w:t>php</w:t>
      </w:r>
      <w:proofErr w:type="spellEnd"/>
      <w:r w:rsidR="001A285C" w:rsidRPr="00FA274B">
        <w:rPr>
          <w:b/>
        </w:rPr>
        <w:t xml:space="preserve"> </w:t>
      </w:r>
      <w:proofErr w:type="spellStart"/>
      <w:r w:rsidR="001A285C" w:rsidRPr="00FA274B">
        <w:rPr>
          <w:b/>
        </w:rPr>
        <w:t>app</w:t>
      </w:r>
      <w:proofErr w:type="spellEnd"/>
      <w:r w:rsidR="001A285C" w:rsidRPr="00FA274B">
        <w:rPr>
          <w:b/>
        </w:rPr>
        <w:t xml:space="preserve">/console </w:t>
      </w:r>
      <w:proofErr w:type="spellStart"/>
      <w:r w:rsidR="001A285C" w:rsidRPr="00FA274B">
        <w:rPr>
          <w:b/>
        </w:rPr>
        <w:t>generate</w:t>
      </w:r>
      <w:proofErr w:type="spellEnd"/>
      <w:r w:rsidR="001A285C" w:rsidRPr="00FA274B">
        <w:rPr>
          <w:b/>
        </w:rPr>
        <w:t> </w:t>
      </w:r>
      <w:proofErr w:type="gramStart"/>
      <w:r w:rsidR="001A285C" w:rsidRPr="00FA274B">
        <w:rPr>
          <w:b/>
        </w:rPr>
        <w:t>:bundle</w:t>
      </w:r>
      <w:proofErr w:type="gramEnd"/>
    </w:p>
    <w:p w14:paraId="1DB11B6E" w14:textId="77777777" w:rsidR="001A285C" w:rsidRDefault="001A285C" w:rsidP="00C53575">
      <w:pPr>
        <w:jc w:val="both"/>
        <w:rPr>
          <w:b/>
        </w:rPr>
      </w:pPr>
      <w:r w:rsidRPr="003E48EB">
        <w:lastRenderedPageBreak/>
        <w:t xml:space="preserve">Convention du </w:t>
      </w:r>
      <w:proofErr w:type="spellStart"/>
      <w:r w:rsidRPr="003E48EB">
        <w:t>namespace</w:t>
      </w:r>
      <w:proofErr w:type="spellEnd"/>
      <w:r w:rsidRPr="003E48EB">
        <w:t> :</w:t>
      </w:r>
      <w:r>
        <w:t xml:space="preserve"> </w:t>
      </w:r>
      <w:proofErr w:type="spellStart"/>
      <w:r>
        <w:t>NomDuGroupeDeProjet</w:t>
      </w:r>
      <w:proofErr w:type="spellEnd"/>
      <w:r>
        <w:t>/</w:t>
      </w:r>
      <w:proofErr w:type="spellStart"/>
      <w:r>
        <w:t>NomDuProjet</w:t>
      </w:r>
      <w:r w:rsidRPr="003E48EB">
        <w:rPr>
          <w:b/>
        </w:rPr>
        <w:t>Bundle</w:t>
      </w:r>
      <w:proofErr w:type="spellEnd"/>
    </w:p>
    <w:p w14:paraId="2E760615" w14:textId="77777777" w:rsidR="001A285C" w:rsidRDefault="001A285C" w:rsidP="00C53575">
      <w:pPr>
        <w:jc w:val="both"/>
        <w:rPr>
          <w:b/>
        </w:rPr>
      </w:pPr>
    </w:p>
    <w:p w14:paraId="00D4132C" w14:textId="77777777" w:rsidR="001A285C" w:rsidRDefault="001A285C" w:rsidP="00C53575">
      <w:pPr>
        <w:jc w:val="both"/>
      </w:pPr>
      <w:r w:rsidRPr="004D625D">
        <w:t>Aux questions posées, on appliquera les options par défaut</w:t>
      </w:r>
      <w:r>
        <w:t xml:space="preserve"> en cliquant sur </w:t>
      </w:r>
      <w:r w:rsidRPr="00216B5E">
        <w:rPr>
          <w:i/>
        </w:rPr>
        <w:t>entré</w:t>
      </w:r>
      <w:r w:rsidR="008E4AB3">
        <w:rPr>
          <w:i/>
        </w:rPr>
        <w:t>e</w:t>
      </w:r>
      <w:r>
        <w:t>. O</w:t>
      </w:r>
      <w:r w:rsidRPr="004D625D">
        <w:t xml:space="preserve">n choisira </w:t>
      </w:r>
      <w:r w:rsidRPr="00216B5E">
        <w:rPr>
          <w:b/>
        </w:rPr>
        <w:t>annotation</w:t>
      </w:r>
      <w:r w:rsidRPr="004D625D">
        <w:t xml:space="preserve"> pour les formats de configurations et on générera la structure complète en entrant </w:t>
      </w:r>
      <w:proofErr w:type="spellStart"/>
      <w:r w:rsidRPr="00216B5E">
        <w:rPr>
          <w:b/>
        </w:rPr>
        <w:t>yes</w:t>
      </w:r>
      <w:proofErr w:type="spellEnd"/>
      <w:r w:rsidRPr="004D625D">
        <w:t xml:space="preserve"> après les formats.</w:t>
      </w:r>
    </w:p>
    <w:p w14:paraId="62F033A8" w14:textId="77777777" w:rsidR="00E03B4F" w:rsidRDefault="00E03B4F" w:rsidP="00C53575">
      <w:pPr>
        <w:jc w:val="both"/>
      </w:pPr>
      <w:r>
        <w:t xml:space="preserve">J’ai choisi dans cette présentation, annotation pour le format de routage. Il en existe trois autres. Voici brièvement </w:t>
      </w:r>
      <w:proofErr w:type="gramStart"/>
      <w:r>
        <w:t>les différentes solutions suivi</w:t>
      </w:r>
      <w:proofErr w:type="gramEnd"/>
      <w:r>
        <w:t xml:space="preserve"> du lien vers la documentation officielle.</w:t>
      </w:r>
    </w:p>
    <w:p w14:paraId="33FAA879" w14:textId="77777777" w:rsidR="00E03B4F" w:rsidRDefault="00E03B4F" w:rsidP="00C53575">
      <w:pPr>
        <w:jc w:val="both"/>
      </w:pPr>
    </w:p>
    <w:p w14:paraId="321DF33D" w14:textId="2B02192C" w:rsidR="003552DC" w:rsidRDefault="003552DC" w:rsidP="00C53575">
      <w:pPr>
        <w:pStyle w:val="Paragraphedeliste"/>
        <w:numPr>
          <w:ilvl w:val="0"/>
          <w:numId w:val="25"/>
        </w:numPr>
        <w:jc w:val="both"/>
      </w:pPr>
      <w:r>
        <w:t xml:space="preserve">Le format annotation permet d’ajouter une route directement </w:t>
      </w:r>
      <w:r w:rsidR="00E03B4F">
        <w:t>au-dessus</w:t>
      </w:r>
      <w:r>
        <w:t xml:space="preserve"> des </w:t>
      </w:r>
      <w:r w:rsidR="00E03B4F">
        <w:t>méthodes</w:t>
      </w:r>
      <w:r>
        <w:t xml:space="preserve"> réalisées.</w:t>
      </w:r>
      <w:r w:rsidR="00E03B4F">
        <w:t xml:space="preserve"> Ce format se rapproche des annotations de </w:t>
      </w:r>
      <w:r w:rsidR="00642C78">
        <w:t>PHP</w:t>
      </w:r>
      <w:r w:rsidR="00E03B4F">
        <w:t xml:space="preserve"> ou Java. Assez souple, il faut toutefois se rappeler des routes réalisées dans les différents contrôleurs.</w:t>
      </w:r>
    </w:p>
    <w:p w14:paraId="4209375D" w14:textId="77777777" w:rsidR="00E03B4F" w:rsidRDefault="003552DC" w:rsidP="00C53575">
      <w:pPr>
        <w:pStyle w:val="Paragraphedeliste"/>
        <w:numPr>
          <w:ilvl w:val="0"/>
          <w:numId w:val="25"/>
        </w:numPr>
        <w:jc w:val="both"/>
      </w:pPr>
      <w:r>
        <w:t xml:space="preserve">Le format de configuration </w:t>
      </w:r>
      <w:proofErr w:type="spellStart"/>
      <w:r w:rsidR="00E03B4F">
        <w:t>yaml</w:t>
      </w:r>
      <w:proofErr w:type="spellEnd"/>
      <w:r w:rsidR="00E03B4F">
        <w:t xml:space="preserve"> </w:t>
      </w:r>
      <w:r>
        <w:t>centralise les routes dans un fichie</w:t>
      </w:r>
      <w:r w:rsidR="00E03B4F">
        <w:t>r de routage. Il faudra faire attention aux espaces si vous utilisez ce format, source fréquente d’erreurs. Notation concise.</w:t>
      </w:r>
    </w:p>
    <w:p w14:paraId="769DBA35" w14:textId="61198B7D" w:rsidR="003552DC" w:rsidRDefault="003552DC" w:rsidP="00C53575">
      <w:pPr>
        <w:pStyle w:val="Paragraphedeliste"/>
        <w:numPr>
          <w:ilvl w:val="0"/>
          <w:numId w:val="25"/>
        </w:numPr>
        <w:jc w:val="both"/>
      </w:pPr>
      <w:r>
        <w:t xml:space="preserve">Le format </w:t>
      </w:r>
      <w:proofErr w:type="spellStart"/>
      <w:r>
        <w:t>xml</w:t>
      </w:r>
      <w:proofErr w:type="spellEnd"/>
      <w:r>
        <w:t xml:space="preserve"> est </w:t>
      </w:r>
      <w:r w:rsidR="00E03B4F">
        <w:t>centralisé mais « verbeux »</w:t>
      </w:r>
      <w:r w:rsidR="008C4B16">
        <w:t>.</w:t>
      </w:r>
    </w:p>
    <w:p w14:paraId="1BFD71C7" w14:textId="77777777" w:rsidR="003552DC" w:rsidRDefault="003552DC" w:rsidP="00C53575">
      <w:pPr>
        <w:pStyle w:val="Paragraphedeliste"/>
        <w:numPr>
          <w:ilvl w:val="0"/>
          <w:numId w:val="25"/>
        </w:numPr>
        <w:spacing w:after="160" w:line="259" w:lineRule="auto"/>
        <w:jc w:val="both"/>
      </w:pPr>
      <w:r>
        <w:t xml:space="preserve">Le format </w:t>
      </w:r>
      <w:proofErr w:type="spellStart"/>
      <w:r>
        <w:t>php</w:t>
      </w:r>
      <w:proofErr w:type="spellEnd"/>
      <w:r>
        <w:t xml:space="preserve"> est </w:t>
      </w:r>
      <w:r w:rsidR="00E03B4F">
        <w:t xml:space="preserve">lui aussi centralisé et fonctionne par l’ajout de route à une collection. Il </w:t>
      </w:r>
      <w:r w:rsidR="001A0223">
        <w:t>nécessite</w:t>
      </w:r>
      <w:r w:rsidR="00E03B4F">
        <w:t xml:space="preserve"> toutefois plus d’écriture que </w:t>
      </w:r>
      <w:proofErr w:type="spellStart"/>
      <w:r w:rsidR="00E03B4F">
        <w:t>yaml</w:t>
      </w:r>
      <w:proofErr w:type="spellEnd"/>
      <w:r w:rsidR="00E03B4F">
        <w:t xml:space="preserve"> et moins lisible pour comparer les routes.</w:t>
      </w:r>
    </w:p>
    <w:p w14:paraId="65028FC5" w14:textId="77777777" w:rsidR="00E03B4F" w:rsidRDefault="00E03B4F" w:rsidP="00C53575">
      <w:pPr>
        <w:spacing w:after="160" w:line="259" w:lineRule="auto"/>
        <w:jc w:val="both"/>
      </w:pPr>
      <w:r>
        <w:t xml:space="preserve">Conclusion : </w:t>
      </w:r>
      <w:proofErr w:type="spellStart"/>
      <w:r>
        <w:t>yaml</w:t>
      </w:r>
      <w:proofErr w:type="spellEnd"/>
      <w:r>
        <w:t xml:space="preserve"> pour une gestion centralisée, annotation pour l’inverse.</w:t>
      </w:r>
      <w:r w:rsidR="001A0223">
        <w:t xml:space="preserve"> Il sera toutefois obligatoire d’utiliser le fichier de routage pour des redirections. Son format sera sous YAML même si vous utilisez des annotations.</w:t>
      </w:r>
      <w:r w:rsidR="005463F8">
        <w:t xml:space="preserve"> L’annotation </w:t>
      </w:r>
      <w:proofErr w:type="spellStart"/>
      <w:r w:rsidR="005463F8">
        <w:t>yaml</w:t>
      </w:r>
      <w:proofErr w:type="spellEnd"/>
      <w:r w:rsidR="005463F8">
        <w:t xml:space="preserve"> risque d’être toutefois plus performante.</w:t>
      </w:r>
    </w:p>
    <w:p w14:paraId="2E52666A" w14:textId="77777777" w:rsidR="003552DC" w:rsidRDefault="003552DC" w:rsidP="003552DC">
      <w:pPr>
        <w:pStyle w:val="Exercices0"/>
      </w:pPr>
      <w:r w:rsidRPr="003552DC">
        <w:t>http://symfony.com/fr/doc/current/book/routing.html</w:t>
      </w:r>
    </w:p>
    <w:p w14:paraId="2A2FAEED" w14:textId="77777777" w:rsidR="001A285C" w:rsidRDefault="001A285C" w:rsidP="001A285C"/>
    <w:p w14:paraId="02567957" w14:textId="77777777" w:rsidR="001A285C" w:rsidRDefault="001A285C" w:rsidP="00653AFE">
      <w:pPr>
        <w:pStyle w:val="Titre2"/>
      </w:pPr>
      <w:bookmarkStart w:id="8" w:name="_Toc381347195"/>
      <w:bookmarkStart w:id="9" w:name="_Toc396309494"/>
      <w:r>
        <w:t>Fonctionnement</w:t>
      </w:r>
      <w:bookmarkEnd w:id="8"/>
      <w:bookmarkEnd w:id="9"/>
    </w:p>
    <w:p w14:paraId="4A79BDC5" w14:textId="77777777" w:rsidR="001A285C" w:rsidRDefault="001A285C" w:rsidP="001A285C"/>
    <w:p w14:paraId="3B720D21" w14:textId="77777777" w:rsidR="001A285C" w:rsidRDefault="001A285C" w:rsidP="00653AFE">
      <w:pPr>
        <w:pStyle w:val="Titre3"/>
      </w:pPr>
      <w:bookmarkStart w:id="10" w:name="_Toc381347196"/>
      <w:bookmarkStart w:id="11" w:name="_Toc396309495"/>
      <w:r>
        <w:t>Premier exemple</w:t>
      </w:r>
      <w:bookmarkEnd w:id="10"/>
      <w:bookmarkEnd w:id="11"/>
    </w:p>
    <w:p w14:paraId="216E7E50" w14:textId="77777777" w:rsidR="001A0223" w:rsidRDefault="001A0223" w:rsidP="001A0223">
      <w:r>
        <w:t xml:space="preserve">Dans un souci de simplification, toutes les étapes ne sont pas </w:t>
      </w:r>
      <w:r w:rsidR="009874DA">
        <w:t>représentées</w:t>
      </w:r>
      <w:r>
        <w:t xml:space="preserve">, notamment celle du </w:t>
      </w:r>
      <w:r w:rsidR="009874DA">
        <w:t xml:space="preserve">moteur de </w:t>
      </w:r>
      <w:proofErr w:type="spellStart"/>
      <w:r w:rsidR="009874DA">
        <w:t>Symfony</w:t>
      </w:r>
      <w:proofErr w:type="spellEnd"/>
      <w:r w:rsidR="009874DA">
        <w:t>.</w:t>
      </w:r>
    </w:p>
    <w:p w14:paraId="26F075F1" w14:textId="77777777" w:rsidR="009874DA" w:rsidRPr="001A0223" w:rsidRDefault="009874DA" w:rsidP="001A0223"/>
    <w:p w14:paraId="71E95ED6" w14:textId="77777777" w:rsidR="001A285C" w:rsidRDefault="001A285C" w:rsidP="001A285C">
      <w:r>
        <w:t>Avec un bundle</w:t>
      </w:r>
      <w:r w:rsidR="009874DA">
        <w:t xml:space="preserve"> </w:t>
      </w:r>
      <w:proofErr w:type="spellStart"/>
      <w:r w:rsidR="009874DA">
        <w:t>PpeSpaceBooking</w:t>
      </w:r>
      <w:proofErr w:type="spellEnd"/>
      <w:r w:rsidR="009874DA">
        <w:t>, on tape l’URL. Le routeur détermine le contrôleur en charge de la route. Le contrôleur exécute la méthode qui gère l’URL /hello/test en renvoyant les paramètres nécessaires à la vue.</w:t>
      </w:r>
    </w:p>
    <w:p w14:paraId="20E8321A" w14:textId="77777777" w:rsidR="009874DA" w:rsidRDefault="009874DA" w:rsidP="001A285C"/>
    <w:p w14:paraId="06D6DAC1" w14:textId="77777777" w:rsidR="001A285C" w:rsidRDefault="001A285C" w:rsidP="001A285C">
      <w:pPr>
        <w:pStyle w:val="Exercices0"/>
      </w:pPr>
      <w:r w:rsidRPr="00FF6C37">
        <w:t>http://localhost/symfony/web/app_dev.php/</w:t>
      </w:r>
      <w:r w:rsidRPr="009921C9">
        <w:rPr>
          <w:b/>
        </w:rPr>
        <w:t>hello/test</w:t>
      </w:r>
    </w:p>
    <w:p w14:paraId="7B92C047" w14:textId="77777777" w:rsidR="001A285C" w:rsidRDefault="001A285C" w:rsidP="001A285C"/>
    <w:p w14:paraId="47E75D67" w14:textId="77777777" w:rsidR="001A285C" w:rsidRDefault="001A285C" w:rsidP="001A285C"/>
    <w:p w14:paraId="11F70AC4" w14:textId="77777777" w:rsidR="001A285C" w:rsidRDefault="001A285C" w:rsidP="001A285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61B2A" wp14:editId="70ACEC9A">
                <wp:simplePos x="0" y="0"/>
                <wp:positionH relativeFrom="column">
                  <wp:posOffset>2065020</wp:posOffset>
                </wp:positionH>
                <wp:positionV relativeFrom="paragraph">
                  <wp:posOffset>45085</wp:posOffset>
                </wp:positionV>
                <wp:extent cx="1630680" cy="449580"/>
                <wp:effectExtent l="0" t="0" r="26670" b="266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652A5" w14:textId="77777777" w:rsidR="00E00C76" w:rsidRPr="00FF6C37" w:rsidRDefault="00E00C76" w:rsidP="001A285C">
                            <w:pPr>
                              <w:shd w:val="clear" w:color="auto" w:fill="E2EFD9" w:themeFill="accent6" w:themeFillTint="33"/>
                              <w:jc w:val="center"/>
                              <w:rPr>
                                <w:b/>
                              </w:rPr>
                            </w:pPr>
                            <w:r w:rsidRPr="00FF6C37">
                              <w:rPr>
                                <w:b/>
                              </w:rPr>
                              <w:t>Routeur</w:t>
                            </w:r>
                          </w:p>
                          <w:p w14:paraId="1D0D77A2" w14:textId="77777777" w:rsidR="00E00C76" w:rsidRDefault="00E00C76" w:rsidP="001A285C">
                            <w:pPr>
                              <w:shd w:val="clear" w:color="auto" w:fill="E2EFD9" w:themeFill="accent6" w:themeFillTint="33"/>
                              <w:jc w:val="center"/>
                            </w:pPr>
                            <w:proofErr w:type="spellStart"/>
                            <w:proofErr w:type="gramStart"/>
                            <w:r w:rsidRPr="00CF57E3">
                              <w:t>app</w:t>
                            </w:r>
                            <w:proofErr w:type="spellEnd"/>
                            <w:r w:rsidRPr="00CF57E3">
                              <w:t>\config</w:t>
                            </w:r>
                            <w:r>
                              <w:t>\</w:t>
                            </w:r>
                            <w:proofErr w:type="spellStart"/>
                            <w:r>
                              <w:t>routing.yml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2E61B2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2.6pt;margin-top:3.55pt;width:128.4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" fillcolor="white [3201]" strokeweight=".5pt">
                <v:textbox>
                  <w:txbxContent>
                    <w:p w14:paraId="763652A5" w14:textId="77777777" w:rsidR="000D57B1" w:rsidRPr="00FF6C37" w:rsidRDefault="000D57B1" w:rsidP="001A285C">
                      <w:pPr>
                        <w:shd w:val="clear" w:color="auto" w:fill="E2EFD9" w:themeFill="accent6" w:themeFillTint="33"/>
                        <w:jc w:val="center"/>
                        <w:rPr>
                          <w:b/>
                        </w:rPr>
                      </w:pPr>
                      <w:r w:rsidRPr="00FF6C37">
                        <w:rPr>
                          <w:b/>
                        </w:rPr>
                        <w:t>Routeur</w:t>
                      </w:r>
                    </w:p>
                    <w:p w14:paraId="1D0D77A2" w14:textId="77777777" w:rsidR="000D57B1" w:rsidRDefault="000D57B1" w:rsidP="001A285C">
                      <w:pPr>
                        <w:shd w:val="clear" w:color="auto" w:fill="E2EFD9" w:themeFill="accent6" w:themeFillTint="33"/>
                        <w:jc w:val="center"/>
                      </w:pPr>
                      <w:r w:rsidRPr="00CF57E3">
                        <w:t>app\config</w:t>
                      </w:r>
                      <w:r>
                        <w:t>\routing.yml</w:t>
                      </w:r>
                    </w:p>
                  </w:txbxContent>
                </v:textbox>
              </v:shape>
            </w:pict>
          </mc:Fallback>
        </mc:AlternateContent>
      </w:r>
    </w:p>
    <w:p w14:paraId="4D64CC95" w14:textId="77777777" w:rsidR="001A285C" w:rsidRDefault="001A285C" w:rsidP="001A285C"/>
    <w:p w14:paraId="2F093FA1" w14:textId="77777777" w:rsidR="001A285C" w:rsidRDefault="001A285C" w:rsidP="001A285C"/>
    <w:p w14:paraId="10DAD29E" w14:textId="77777777" w:rsidR="001A285C" w:rsidRDefault="001A285C" w:rsidP="001A285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DC1B0" wp14:editId="05FC4C97">
                <wp:simplePos x="0" y="0"/>
                <wp:positionH relativeFrom="column">
                  <wp:posOffset>2758440</wp:posOffset>
                </wp:positionH>
                <wp:positionV relativeFrom="paragraph">
                  <wp:posOffset>6350</wp:posOffset>
                </wp:positionV>
                <wp:extent cx="182880" cy="457200"/>
                <wp:effectExtent l="19050" t="0" r="26670" b="38100"/>
                <wp:wrapNone/>
                <wp:docPr id="5" name="Flèche vers le b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D8A22D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5" o:spid="_x0000_s1026" type="#_x0000_t67" style="position:absolute;margin-left:217.2pt;margin-top:.5pt;width:14.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" adj="17280" fillcolor="#5b9bd5 [3204]" strokecolor="#1f4d78 [1604]" strokeweight="1pt"/>
            </w:pict>
          </mc:Fallback>
        </mc:AlternateContent>
      </w:r>
    </w:p>
    <w:p w14:paraId="35CEA3AF" w14:textId="77777777" w:rsidR="001A285C" w:rsidRDefault="001A285C" w:rsidP="001A285C"/>
    <w:p w14:paraId="536A3176" w14:textId="77777777" w:rsidR="001A285C" w:rsidRDefault="001A285C" w:rsidP="001A285C"/>
    <w:p w14:paraId="2BF8613F" w14:textId="77777777" w:rsidR="001A285C" w:rsidRDefault="001A285C" w:rsidP="001A285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2F38E" wp14:editId="611658FD">
                <wp:simplePos x="0" y="0"/>
                <wp:positionH relativeFrom="column">
                  <wp:posOffset>861060</wp:posOffset>
                </wp:positionH>
                <wp:positionV relativeFrom="paragraph">
                  <wp:posOffset>5080</wp:posOffset>
                </wp:positionV>
                <wp:extent cx="3985260" cy="472440"/>
                <wp:effectExtent l="0" t="0" r="1524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526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C8B30" w14:textId="77777777" w:rsidR="00E00C76" w:rsidRPr="00FF6C37" w:rsidRDefault="00E00C76" w:rsidP="001A285C">
                            <w:pPr>
                              <w:shd w:val="clear" w:color="auto" w:fill="F7CAAC" w:themeFill="accent2" w:themeFillTint="66"/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Controleur</w:t>
                            </w:r>
                            <w:proofErr w:type="spellEnd"/>
                          </w:p>
                          <w:p w14:paraId="76646675" w14:textId="77777777" w:rsidR="00E00C76" w:rsidRDefault="00E00C76" w:rsidP="001A285C">
                            <w:pPr>
                              <w:shd w:val="clear" w:color="auto" w:fill="F7CAAC" w:themeFill="accent2" w:themeFillTint="66"/>
                              <w:jc w:val="center"/>
                            </w:pPr>
                            <w:proofErr w:type="spellStart"/>
                            <w:proofErr w:type="gramStart"/>
                            <w:r w:rsidRPr="00CF57E3">
                              <w:t>src</w:t>
                            </w:r>
                            <w:proofErr w:type="spellEnd"/>
                            <w:r w:rsidRPr="00CF57E3">
                              <w:t>\</w:t>
                            </w:r>
                            <w:proofErr w:type="spellStart"/>
                            <w:r w:rsidRPr="00CF57E3">
                              <w:t>Ppe</w:t>
                            </w:r>
                            <w:proofErr w:type="spellEnd"/>
                            <w:r w:rsidRPr="00CF57E3">
                              <w:t>\</w:t>
                            </w:r>
                            <w:proofErr w:type="spellStart"/>
                            <w:r w:rsidRPr="00CF57E3">
                              <w:t>SpaceBookingBundle</w:t>
                            </w:r>
                            <w:proofErr w:type="spellEnd"/>
                            <w:r w:rsidRPr="00CF57E3">
                              <w:t>\Controller</w:t>
                            </w:r>
                            <w:r>
                              <w:t>\</w:t>
                            </w:r>
                            <w:proofErr w:type="spellStart"/>
                            <w:r>
                              <w:t>DefaultController.php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12F38E" id="Zone de texte 3" o:spid="_x0000_s1027" type="#_x0000_t202" style="position:absolute;margin-left:67.8pt;margin-top:.4pt;width:313.8pt;height:3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" fillcolor="white [3201]" strokeweight=".5pt">
                <v:textbox>
                  <w:txbxContent>
                    <w:p w14:paraId="00AC8B30" w14:textId="77777777" w:rsidR="000D57B1" w:rsidRPr="00FF6C37" w:rsidRDefault="000D57B1" w:rsidP="001A285C">
                      <w:pPr>
                        <w:shd w:val="clear" w:color="auto" w:fill="F7CAAC" w:themeFill="accent2" w:themeFillTint="6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Controleur</w:t>
                      </w:r>
                    </w:p>
                    <w:p w14:paraId="76646675" w14:textId="77777777" w:rsidR="000D57B1" w:rsidRDefault="000D57B1" w:rsidP="001A285C">
                      <w:pPr>
                        <w:shd w:val="clear" w:color="auto" w:fill="F7CAAC" w:themeFill="accent2" w:themeFillTint="66"/>
                        <w:jc w:val="center"/>
                      </w:pPr>
                      <w:r w:rsidRPr="00CF57E3">
                        <w:t>src\Ppe\SpaceBookingBundle\Controller</w:t>
                      </w:r>
                      <w:r>
                        <w:t>\DefaultController.php</w:t>
                      </w:r>
                    </w:p>
                  </w:txbxContent>
                </v:textbox>
              </v:shape>
            </w:pict>
          </mc:Fallback>
        </mc:AlternateContent>
      </w:r>
    </w:p>
    <w:p w14:paraId="72B77E82" w14:textId="77777777" w:rsidR="001A285C" w:rsidRDefault="001A285C" w:rsidP="001A285C"/>
    <w:p w14:paraId="047D2C27" w14:textId="77777777" w:rsidR="001A285C" w:rsidRDefault="001A285C" w:rsidP="001A285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0C9E9" wp14:editId="692ECDFA">
                <wp:simplePos x="0" y="0"/>
                <wp:positionH relativeFrom="column">
                  <wp:posOffset>2743200</wp:posOffset>
                </wp:positionH>
                <wp:positionV relativeFrom="paragraph">
                  <wp:posOffset>167005</wp:posOffset>
                </wp:positionV>
                <wp:extent cx="182880" cy="457200"/>
                <wp:effectExtent l="19050" t="0" r="26670" b="38100"/>
                <wp:wrapNone/>
                <wp:docPr id="6" name="Flèche vers le b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50B3D5" id="Flèche vers le bas 6" o:spid="_x0000_s1026" type="#_x0000_t67" style="position:absolute;margin-left:3in;margin-top:13.15pt;width:14.4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" adj="17280" fillcolor="#5b9bd5 [3204]" strokecolor="#1f4d78 [1604]" strokeweight="1pt"/>
            </w:pict>
          </mc:Fallback>
        </mc:AlternateContent>
      </w:r>
    </w:p>
    <w:p w14:paraId="51138F6F" w14:textId="77777777" w:rsidR="001A285C" w:rsidRDefault="001A285C" w:rsidP="001A285C"/>
    <w:p w14:paraId="76728929" w14:textId="77777777" w:rsidR="001A285C" w:rsidRDefault="001A285C" w:rsidP="001A285C"/>
    <w:p w14:paraId="2304E30E" w14:textId="77777777" w:rsidR="001A285C" w:rsidRDefault="001A285C" w:rsidP="001A285C"/>
    <w:p w14:paraId="0D875EFD" w14:textId="77777777" w:rsidR="001A285C" w:rsidRDefault="001A285C" w:rsidP="001A285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0E3F6" wp14:editId="0E561CAD">
                <wp:simplePos x="0" y="0"/>
                <wp:positionH relativeFrom="margin">
                  <wp:posOffset>571500</wp:posOffset>
                </wp:positionH>
                <wp:positionV relativeFrom="paragraph">
                  <wp:posOffset>10795</wp:posOffset>
                </wp:positionV>
                <wp:extent cx="4564380" cy="495300"/>
                <wp:effectExtent l="0" t="0" r="2667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38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ADD6C" w14:textId="77777777" w:rsidR="00E00C76" w:rsidRPr="003552DC" w:rsidRDefault="00E00C76" w:rsidP="001A285C">
                            <w:pPr>
                              <w:shd w:val="clear" w:color="auto" w:fill="BDD6EE" w:themeFill="accent1" w:themeFillTint="66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proofErr w:type="spellStart"/>
                            <w:r w:rsidRPr="003552DC">
                              <w:rPr>
                                <w:b/>
                                <w:lang w:val="en-US"/>
                              </w:rPr>
                              <w:t>Vue</w:t>
                            </w:r>
                            <w:proofErr w:type="spellEnd"/>
                          </w:p>
                          <w:p w14:paraId="57ED5226" w14:textId="77777777" w:rsidR="00E00C76" w:rsidRPr="003552DC" w:rsidRDefault="00E00C76" w:rsidP="001A285C">
                            <w:pPr>
                              <w:shd w:val="clear" w:color="auto" w:fill="BDD6EE" w:themeFill="accent1" w:themeFillTint="66"/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3552DC">
                              <w:rPr>
                                <w:lang w:val="en-US"/>
                              </w:rPr>
                              <w:t>src</w:t>
                            </w:r>
                            <w:proofErr w:type="gramEnd"/>
                            <w:r w:rsidRPr="003552DC">
                              <w:rPr>
                                <w:lang w:val="en-US"/>
                              </w:rPr>
                              <w:t>\Ppe\SpaceBookingBundle\Resources\views\Default\index.html.twig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A0E3F6" id="Zone de texte 4" o:spid="_x0000_s1028" type="#_x0000_t202" style="position:absolute;margin-left:45pt;margin-top:.85pt;width:359.4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" fillcolor="white [3201]" strokeweight=".5pt">
                <v:textbox>
                  <w:txbxContent>
                    <w:p w14:paraId="2B5ADD6C" w14:textId="77777777" w:rsidR="000D57B1" w:rsidRPr="003552DC" w:rsidRDefault="000D57B1" w:rsidP="001A285C">
                      <w:pPr>
                        <w:shd w:val="clear" w:color="auto" w:fill="BDD6EE" w:themeFill="accent1" w:themeFillTint="66"/>
                        <w:jc w:val="center"/>
                        <w:rPr>
                          <w:b/>
                          <w:lang w:val="en-US"/>
                        </w:rPr>
                      </w:pPr>
                      <w:r w:rsidRPr="003552DC">
                        <w:rPr>
                          <w:b/>
                          <w:lang w:val="en-US"/>
                        </w:rPr>
                        <w:t>Vue</w:t>
                      </w:r>
                    </w:p>
                    <w:p w14:paraId="57ED5226" w14:textId="77777777" w:rsidR="000D57B1" w:rsidRPr="003552DC" w:rsidRDefault="000D57B1" w:rsidP="001A285C">
                      <w:pPr>
                        <w:shd w:val="clear" w:color="auto" w:fill="BDD6EE" w:themeFill="accent1" w:themeFillTint="66"/>
                        <w:jc w:val="center"/>
                        <w:rPr>
                          <w:lang w:val="en-US"/>
                        </w:rPr>
                      </w:pPr>
                      <w:r w:rsidRPr="003552DC">
                        <w:rPr>
                          <w:lang w:val="en-US"/>
                        </w:rPr>
                        <w:t>src\Ppe\SpaceBookingBundle\Resources\views\Default\index.html.twig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53CDA7" w14:textId="77777777" w:rsidR="001A285C" w:rsidRDefault="001A285C" w:rsidP="001A285C"/>
    <w:p w14:paraId="33054CEC" w14:textId="77777777" w:rsidR="001A285C" w:rsidRDefault="001A285C" w:rsidP="001A285C"/>
    <w:p w14:paraId="6D64B79F" w14:textId="77777777" w:rsidR="001A285C" w:rsidRDefault="001A285C" w:rsidP="001A285C"/>
    <w:p w14:paraId="4BE55050" w14:textId="77777777" w:rsidR="001A285C" w:rsidRDefault="001A285C" w:rsidP="001A285C"/>
    <w:p w14:paraId="3746E926" w14:textId="77777777" w:rsidR="001A285C" w:rsidRDefault="001A285C" w:rsidP="001A285C">
      <w:pPr>
        <w:spacing w:after="160" w:line="259" w:lineRule="auto"/>
      </w:pPr>
      <w:r>
        <w:br w:type="page"/>
      </w:r>
    </w:p>
    <w:p w14:paraId="366B39B6" w14:textId="77777777" w:rsidR="001A285C" w:rsidRDefault="001A285C" w:rsidP="001A285C">
      <w:r>
        <w:lastRenderedPageBreak/>
        <w:t>Dans le routeur</w:t>
      </w:r>
      <w:r w:rsidR="009874DA">
        <w:t xml:space="preserve"> sous </w:t>
      </w:r>
      <w:proofErr w:type="spellStart"/>
      <w:r w:rsidR="009874DA" w:rsidRPr="009874DA">
        <w:rPr>
          <w:b/>
        </w:rPr>
        <w:t>app</w:t>
      </w:r>
      <w:proofErr w:type="spellEnd"/>
      <w:r w:rsidR="009874DA" w:rsidRPr="009874DA">
        <w:rPr>
          <w:b/>
        </w:rPr>
        <w:t>/config/</w:t>
      </w:r>
      <w:proofErr w:type="spellStart"/>
      <w:r w:rsidR="009874DA" w:rsidRPr="009874DA">
        <w:rPr>
          <w:b/>
        </w:rPr>
        <w:t>routing.yml</w:t>
      </w:r>
      <w:proofErr w:type="spellEnd"/>
      <w:r w:rsidR="008E4AB3">
        <w:t>, le code généré est le suivant :</w:t>
      </w:r>
    </w:p>
    <w:p w14:paraId="4A91CBF7" w14:textId="77777777" w:rsidR="001A285C" w:rsidRPr="003552DC" w:rsidRDefault="001A285C" w:rsidP="001A285C">
      <w:pPr>
        <w:pStyle w:val="Exemples0"/>
        <w:rPr>
          <w:lang w:val="en-US"/>
        </w:rPr>
      </w:pPr>
      <w:proofErr w:type="spellStart"/>
      <w:proofErr w:type="gramStart"/>
      <w:r w:rsidRPr="003552DC">
        <w:rPr>
          <w:lang w:val="en-US"/>
        </w:rPr>
        <w:t>ppe</w:t>
      </w:r>
      <w:proofErr w:type="gramEnd"/>
      <w:r w:rsidRPr="003552DC">
        <w:rPr>
          <w:lang w:val="en-US"/>
        </w:rPr>
        <w:t>_space_booking</w:t>
      </w:r>
      <w:proofErr w:type="spellEnd"/>
      <w:r w:rsidRPr="003552DC">
        <w:rPr>
          <w:lang w:val="en-US"/>
        </w:rPr>
        <w:t>:</w:t>
      </w:r>
    </w:p>
    <w:p w14:paraId="564A9C32" w14:textId="77777777" w:rsidR="001A285C" w:rsidRPr="001767B3" w:rsidRDefault="001A285C" w:rsidP="001A285C">
      <w:pPr>
        <w:pStyle w:val="Exemples0"/>
        <w:rPr>
          <w:lang w:val="en-US"/>
        </w:rPr>
      </w:pPr>
      <w:r w:rsidRPr="003552DC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resource</w:t>
      </w:r>
      <w:proofErr w:type="gramEnd"/>
      <w:r w:rsidRPr="001767B3">
        <w:rPr>
          <w:lang w:val="en-US"/>
        </w:rPr>
        <w:t>: "@</w:t>
      </w:r>
      <w:proofErr w:type="spellStart"/>
      <w:r w:rsidRPr="001767B3">
        <w:rPr>
          <w:lang w:val="en-US"/>
        </w:rPr>
        <w:t>PpeSpaceBookingBundle</w:t>
      </w:r>
      <w:proofErr w:type="spellEnd"/>
      <w:r w:rsidRPr="001767B3">
        <w:rPr>
          <w:lang w:val="en-US"/>
        </w:rPr>
        <w:t>/Controller/"</w:t>
      </w:r>
    </w:p>
    <w:p w14:paraId="0756FF5C" w14:textId="77777777" w:rsidR="001A285C" w:rsidRPr="00497112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497112">
        <w:rPr>
          <w:lang w:val="en-US"/>
        </w:rPr>
        <w:t>type</w:t>
      </w:r>
      <w:proofErr w:type="gramEnd"/>
      <w:r w:rsidRPr="00497112">
        <w:rPr>
          <w:lang w:val="en-US"/>
        </w:rPr>
        <w:t>:     annotation</w:t>
      </w:r>
    </w:p>
    <w:p w14:paraId="2F8F340E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 xml:space="preserve">    </w:t>
      </w:r>
      <w:proofErr w:type="gramStart"/>
      <w:r w:rsidRPr="00497112">
        <w:rPr>
          <w:lang w:val="en-US"/>
        </w:rPr>
        <w:t>prefix</w:t>
      </w:r>
      <w:proofErr w:type="gramEnd"/>
      <w:r w:rsidRPr="00497112">
        <w:rPr>
          <w:lang w:val="en-US"/>
        </w:rPr>
        <w:t>:   /</w:t>
      </w:r>
    </w:p>
    <w:p w14:paraId="23CCC971" w14:textId="77777777" w:rsidR="001A285C" w:rsidRDefault="001A285C" w:rsidP="000877FF">
      <w:pPr>
        <w:jc w:val="both"/>
      </w:pPr>
      <w:r>
        <w:t xml:space="preserve">Par défaut, pour les URL de type </w:t>
      </w:r>
      <w:hyperlink r:id="rId9" w:history="1">
        <w:r w:rsidRPr="00BD4EB4">
          <w:rPr>
            <w:rStyle w:val="Lienhypertexte"/>
          </w:rPr>
          <w:t>http://localhost/symfony/web/app_dev.php</w:t>
        </w:r>
      </w:hyperlink>
      <w:r>
        <w:t xml:space="preserve">, on appelle le contrôleur de </w:t>
      </w:r>
      <w:proofErr w:type="spellStart"/>
      <w:r>
        <w:t>PpeSpaceBooking</w:t>
      </w:r>
      <w:proofErr w:type="spellEnd"/>
      <w:r>
        <w:t>. Le contrôleur fonctionne avec des annotations.</w:t>
      </w:r>
    </w:p>
    <w:p w14:paraId="0258AB0D" w14:textId="77777777" w:rsidR="001A285C" w:rsidRDefault="001A285C" w:rsidP="001A285C"/>
    <w:p w14:paraId="1EA6D1A4" w14:textId="77777777" w:rsidR="001A285C" w:rsidRDefault="001A285C" w:rsidP="001A285C"/>
    <w:p w14:paraId="00C531BD" w14:textId="77777777" w:rsidR="001A285C" w:rsidRDefault="001A285C" w:rsidP="001A285C">
      <w:r>
        <w:t>Dans le contrôleur</w:t>
      </w:r>
      <w:r w:rsidR="006544AA">
        <w:t xml:space="preserve"> </w:t>
      </w:r>
      <w:proofErr w:type="spellStart"/>
      <w:r w:rsidR="006544AA" w:rsidRPr="006544AA">
        <w:rPr>
          <w:b/>
        </w:rPr>
        <w:t>src</w:t>
      </w:r>
      <w:proofErr w:type="spellEnd"/>
      <w:r w:rsidR="006544AA" w:rsidRPr="006544AA">
        <w:rPr>
          <w:b/>
        </w:rPr>
        <w:t xml:space="preserve">/ </w:t>
      </w:r>
      <w:proofErr w:type="spellStart"/>
      <w:r w:rsidR="006544AA" w:rsidRPr="006544AA">
        <w:rPr>
          <w:b/>
        </w:rPr>
        <w:t>ppe</w:t>
      </w:r>
      <w:proofErr w:type="spellEnd"/>
      <w:r w:rsidR="006544AA" w:rsidRPr="006544AA">
        <w:rPr>
          <w:b/>
        </w:rPr>
        <w:t>/</w:t>
      </w:r>
      <w:proofErr w:type="spellStart"/>
      <w:r w:rsidR="006544AA" w:rsidRPr="006544AA">
        <w:rPr>
          <w:b/>
        </w:rPr>
        <w:t>spaceBookingBundle</w:t>
      </w:r>
      <w:proofErr w:type="spellEnd"/>
      <w:r w:rsidR="006544AA" w:rsidRPr="006544AA">
        <w:rPr>
          <w:b/>
        </w:rPr>
        <w:t xml:space="preserve"> /</w:t>
      </w:r>
      <w:proofErr w:type="spellStart"/>
      <w:r w:rsidR="006544AA" w:rsidRPr="006544AA">
        <w:rPr>
          <w:b/>
        </w:rPr>
        <w:t>controleur</w:t>
      </w:r>
      <w:proofErr w:type="spellEnd"/>
      <w:r w:rsidR="006544AA">
        <w:rPr>
          <w:b/>
        </w:rPr>
        <w:t>/</w:t>
      </w:r>
      <w:proofErr w:type="spellStart"/>
      <w:r w:rsidR="006544AA">
        <w:rPr>
          <w:b/>
        </w:rPr>
        <w:t>DefaultControleur.php</w:t>
      </w:r>
      <w:proofErr w:type="spellEnd"/>
    </w:p>
    <w:p w14:paraId="2811C9C6" w14:textId="77777777" w:rsidR="001A285C" w:rsidRPr="00140010" w:rsidRDefault="001A285C" w:rsidP="001A285C">
      <w:pPr>
        <w:pStyle w:val="Exemples0"/>
        <w:rPr>
          <w:lang w:val="en-US"/>
        </w:rPr>
      </w:pPr>
      <w:r w:rsidRPr="00140010">
        <w:rPr>
          <w:lang w:val="en-US"/>
        </w:rPr>
        <w:t>&lt;</w:t>
      </w:r>
      <w:proofErr w:type="gramStart"/>
      <w:r w:rsidRPr="00140010">
        <w:rPr>
          <w:lang w:val="en-US"/>
        </w:rPr>
        <w:t>?</w:t>
      </w:r>
      <w:proofErr w:type="spellStart"/>
      <w:r w:rsidRPr="00140010">
        <w:rPr>
          <w:lang w:val="en-US"/>
        </w:rPr>
        <w:t>php</w:t>
      </w:r>
      <w:proofErr w:type="spellEnd"/>
      <w:proofErr w:type="gramEnd"/>
    </w:p>
    <w:p w14:paraId="4D76678E" w14:textId="77777777" w:rsidR="001A285C" w:rsidRPr="00140010" w:rsidRDefault="001A285C" w:rsidP="001A285C">
      <w:pPr>
        <w:pStyle w:val="Exemples0"/>
        <w:rPr>
          <w:lang w:val="en-US"/>
        </w:rPr>
      </w:pPr>
    </w:p>
    <w:p w14:paraId="526F8186" w14:textId="77777777" w:rsidR="001A285C" w:rsidRPr="00140010" w:rsidRDefault="001A285C" w:rsidP="001A285C">
      <w:pPr>
        <w:pStyle w:val="Exemples0"/>
        <w:rPr>
          <w:lang w:val="en-US"/>
        </w:rPr>
      </w:pPr>
      <w:proofErr w:type="gramStart"/>
      <w:r w:rsidRPr="00140010">
        <w:rPr>
          <w:lang w:val="en-US"/>
        </w:rPr>
        <w:t>namespace</w:t>
      </w:r>
      <w:proofErr w:type="gramEnd"/>
      <w:r w:rsidRPr="00140010">
        <w:rPr>
          <w:lang w:val="en-US"/>
        </w:rPr>
        <w:t xml:space="preserve"> </w:t>
      </w:r>
      <w:proofErr w:type="spellStart"/>
      <w:r w:rsidRPr="00140010">
        <w:rPr>
          <w:lang w:val="en-US"/>
        </w:rPr>
        <w:t>Ppe</w:t>
      </w:r>
      <w:proofErr w:type="spellEnd"/>
      <w:r w:rsidRPr="00140010">
        <w:rPr>
          <w:lang w:val="en-US"/>
        </w:rPr>
        <w:t>\</w:t>
      </w:r>
      <w:proofErr w:type="spellStart"/>
      <w:r w:rsidRPr="00140010">
        <w:rPr>
          <w:lang w:val="en-US"/>
        </w:rPr>
        <w:t>SpaceBookingBundle</w:t>
      </w:r>
      <w:proofErr w:type="spellEnd"/>
      <w:r w:rsidRPr="00140010">
        <w:rPr>
          <w:lang w:val="en-US"/>
        </w:rPr>
        <w:t>\Controller;</w:t>
      </w:r>
    </w:p>
    <w:p w14:paraId="1AC8C60D" w14:textId="77777777" w:rsidR="001A285C" w:rsidRPr="00140010" w:rsidRDefault="001A285C" w:rsidP="001A285C">
      <w:pPr>
        <w:pStyle w:val="Exemples0"/>
        <w:rPr>
          <w:lang w:val="en-US"/>
        </w:rPr>
      </w:pPr>
    </w:p>
    <w:p w14:paraId="2362A86E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Symfony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FrameworkBundle</w:t>
      </w:r>
      <w:proofErr w:type="spellEnd"/>
      <w:r w:rsidRPr="001767B3">
        <w:rPr>
          <w:lang w:val="en-US"/>
        </w:rPr>
        <w:t>\Controller\Controller;</w:t>
      </w:r>
    </w:p>
    <w:p w14:paraId="1AE45749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Sensio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FrameworkExtraBundle</w:t>
      </w:r>
      <w:proofErr w:type="spellEnd"/>
      <w:r w:rsidRPr="001767B3">
        <w:rPr>
          <w:lang w:val="en-US"/>
        </w:rPr>
        <w:t>\Configuration\Route;</w:t>
      </w:r>
    </w:p>
    <w:p w14:paraId="44F53E65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Sensio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FrameworkExtraBundle</w:t>
      </w:r>
      <w:proofErr w:type="spellEnd"/>
      <w:r w:rsidRPr="001767B3">
        <w:rPr>
          <w:lang w:val="en-US"/>
        </w:rPr>
        <w:t>\Configuration\Template;</w:t>
      </w:r>
    </w:p>
    <w:p w14:paraId="0F678F59" w14:textId="77777777" w:rsidR="001A285C" w:rsidRPr="001767B3" w:rsidRDefault="001A285C" w:rsidP="001A285C">
      <w:pPr>
        <w:pStyle w:val="Exemples0"/>
        <w:rPr>
          <w:lang w:val="en-US"/>
        </w:rPr>
      </w:pPr>
    </w:p>
    <w:p w14:paraId="12F2F6F7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DefaultController</w:t>
      </w:r>
      <w:proofErr w:type="spellEnd"/>
      <w:r w:rsidRPr="001767B3">
        <w:rPr>
          <w:lang w:val="en-US"/>
        </w:rPr>
        <w:t xml:space="preserve"> extends Controller</w:t>
      </w:r>
    </w:p>
    <w:p w14:paraId="0DF92CF6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2B3E9AEE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/**</w:t>
      </w:r>
    </w:p>
    <w:p w14:paraId="1BCA73D4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 </w:t>
      </w:r>
      <w:proofErr w:type="gramStart"/>
      <w:r w:rsidRPr="001767B3">
        <w:rPr>
          <w:lang w:val="en-US"/>
        </w:rPr>
        <w:t>@Route(</w:t>
      </w:r>
      <w:proofErr w:type="gramEnd"/>
      <w:r w:rsidRPr="001767B3">
        <w:rPr>
          <w:lang w:val="en-US"/>
        </w:rPr>
        <w:t>"/hello/{name}")</w:t>
      </w:r>
    </w:p>
    <w:p w14:paraId="40CA5DEA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 </w:t>
      </w:r>
      <w:proofErr w:type="gramStart"/>
      <w:r w:rsidRPr="001767B3">
        <w:rPr>
          <w:lang w:val="en-US"/>
        </w:rPr>
        <w:t>@Template(</w:t>
      </w:r>
      <w:proofErr w:type="gramEnd"/>
      <w:r w:rsidRPr="001767B3">
        <w:rPr>
          <w:lang w:val="en-US"/>
        </w:rPr>
        <w:t>)</w:t>
      </w:r>
    </w:p>
    <w:p w14:paraId="2E81A1F1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*/</w:t>
      </w:r>
    </w:p>
    <w:p w14:paraId="3E2E5C6A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F7CAAC" w:themeFill="accent2" w:themeFillTint="66"/>
          <w:lang w:val="en-US"/>
        </w:rPr>
        <w:t>index</w:t>
      </w:r>
      <w:r w:rsidRPr="001767B3">
        <w:rPr>
          <w:lang w:val="en-US"/>
        </w:rPr>
        <w:t>Action</w:t>
      </w:r>
      <w:proofErr w:type="spellEnd"/>
      <w:r w:rsidRPr="001767B3">
        <w:rPr>
          <w:lang w:val="en-US"/>
        </w:rPr>
        <w:t>($name)</w:t>
      </w:r>
    </w:p>
    <w:p w14:paraId="139C1B63" w14:textId="77777777" w:rsidR="001A285C" w:rsidRPr="00497112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r w:rsidRPr="00497112">
        <w:rPr>
          <w:lang w:val="en-US"/>
        </w:rPr>
        <w:t>{</w:t>
      </w:r>
    </w:p>
    <w:p w14:paraId="66D36660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 xml:space="preserve">        </w:t>
      </w:r>
      <w:proofErr w:type="gramStart"/>
      <w:r w:rsidRPr="00497112">
        <w:rPr>
          <w:lang w:val="en-US"/>
        </w:rPr>
        <w:t>return</w:t>
      </w:r>
      <w:proofErr w:type="gramEnd"/>
      <w:r w:rsidRPr="00497112">
        <w:rPr>
          <w:lang w:val="en-US"/>
        </w:rPr>
        <w:t xml:space="preserve"> array('name' =&gt; $name);</w:t>
      </w:r>
    </w:p>
    <w:p w14:paraId="570B60AB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 xml:space="preserve">    }</w:t>
      </w:r>
    </w:p>
    <w:p w14:paraId="6A885A42" w14:textId="77777777" w:rsidR="001A285C" w:rsidRDefault="001A285C" w:rsidP="001A285C">
      <w:pPr>
        <w:pStyle w:val="Exemples0"/>
      </w:pPr>
      <w:r w:rsidRPr="009921C9">
        <w:t>}</w:t>
      </w:r>
    </w:p>
    <w:p w14:paraId="0BFB8386" w14:textId="77777777" w:rsidR="001A285C" w:rsidRDefault="001A285C" w:rsidP="000877FF">
      <w:pPr>
        <w:jc w:val="both"/>
      </w:pPr>
      <w:r>
        <w:t>Les annotations, sous forme d’@ dans les commentaires permettent d’indiquer au contrôleur ce qu’il doit faire.</w:t>
      </w:r>
    </w:p>
    <w:p w14:paraId="4AF17496" w14:textId="77777777" w:rsidR="001A285C" w:rsidRDefault="001A285C" w:rsidP="000877FF">
      <w:pPr>
        <w:jc w:val="both"/>
      </w:pPr>
      <w:r>
        <w:t xml:space="preserve">La route correspond à l’URL entrée. Le </w:t>
      </w:r>
      <w:proofErr w:type="spellStart"/>
      <w:r>
        <w:t>template</w:t>
      </w:r>
      <w:proofErr w:type="spellEnd"/>
      <w:r>
        <w:t xml:space="preserve">, ici sans paramètre indique qu’il devra charger la vue correspondant au nom de la fonction, soit </w:t>
      </w:r>
      <w:proofErr w:type="spellStart"/>
      <w:r w:rsidRPr="00F85878">
        <w:rPr>
          <w:shd w:val="clear" w:color="auto" w:fill="F7CAAC" w:themeFill="accent2" w:themeFillTint="66"/>
        </w:rPr>
        <w:t>index</w:t>
      </w:r>
      <w:r>
        <w:t>.html.twig</w:t>
      </w:r>
      <w:proofErr w:type="spellEnd"/>
      <w:r>
        <w:t xml:space="preserve">. Le contrôleur envoie un tableau à la vue contenant le </w:t>
      </w:r>
      <w:proofErr w:type="spellStart"/>
      <w:r>
        <w:t>name</w:t>
      </w:r>
      <w:proofErr w:type="spellEnd"/>
      <w:r>
        <w:t xml:space="preserve"> de l’URL</w:t>
      </w:r>
      <w:r w:rsidR="00230A54">
        <w:t xml:space="preserve"> sous la forme d'une entrée d'un tableau associatif. La valeur de la clé est quasi la seule information partagée entre le contrôleur et la vue associée (couplage faible)</w:t>
      </w:r>
      <w:r>
        <w:t>.</w:t>
      </w:r>
    </w:p>
    <w:p w14:paraId="2C126E38" w14:textId="77777777" w:rsidR="001A285C" w:rsidRDefault="001A285C" w:rsidP="001A285C"/>
    <w:p w14:paraId="5A1B1802" w14:textId="77777777" w:rsidR="001A285C" w:rsidRDefault="001A285C" w:rsidP="001A285C">
      <w:r>
        <w:t>Dans la vue</w:t>
      </w:r>
    </w:p>
    <w:p w14:paraId="5C74F15F" w14:textId="77777777" w:rsidR="001A285C" w:rsidRDefault="001A285C" w:rsidP="001A285C">
      <w:pPr>
        <w:pStyle w:val="Exemples0"/>
      </w:pPr>
      <w:r w:rsidRPr="0043207F">
        <w:t>Hello {</w:t>
      </w:r>
      <w:proofErr w:type="gramStart"/>
      <w:r w:rsidRPr="0043207F">
        <w:t xml:space="preserve">{ </w:t>
      </w:r>
      <w:proofErr w:type="spellStart"/>
      <w:r w:rsidRPr="0043207F">
        <w:t>name</w:t>
      </w:r>
      <w:proofErr w:type="spellEnd"/>
      <w:proofErr w:type="gramEnd"/>
      <w:r w:rsidRPr="0043207F">
        <w:t xml:space="preserve"> }}!</w:t>
      </w:r>
    </w:p>
    <w:p w14:paraId="0D5CB1E4" w14:textId="77777777" w:rsidR="001A285C" w:rsidRDefault="001A285C" w:rsidP="000877FF">
      <w:pPr>
        <w:jc w:val="both"/>
      </w:pPr>
      <w:r>
        <w:t xml:space="preserve">Une balise </w:t>
      </w:r>
      <w:proofErr w:type="spellStart"/>
      <w:r>
        <w:t>Twig</w:t>
      </w:r>
      <w:proofErr w:type="spellEnd"/>
      <w:r>
        <w:t xml:space="preserve"> qui permet d’afficher le paramètre transmit par le </w:t>
      </w:r>
      <w:r w:rsidR="00230A54">
        <w:t xml:space="preserve">contrôleur (une de ses </w:t>
      </w:r>
      <w:r w:rsidR="005463F8">
        <w:t>méthodes</w:t>
      </w:r>
      <w:r w:rsidR="00230A54">
        <w:t xml:space="preserve"> d'action).</w:t>
      </w:r>
    </w:p>
    <w:p w14:paraId="38212C47" w14:textId="77777777" w:rsidR="001A285C" w:rsidRDefault="001A285C" w:rsidP="000877FF">
      <w:pPr>
        <w:jc w:val="both"/>
      </w:pPr>
      <w:r>
        <w:t xml:space="preserve">Si on ajoute les balises HTML, on aura une barre de </w:t>
      </w:r>
      <w:proofErr w:type="spellStart"/>
      <w:r>
        <w:t>Symfony</w:t>
      </w:r>
      <w:proofErr w:type="spellEnd"/>
      <w:r>
        <w:t xml:space="preserve"> permettant d’obtenir des informations supplémentaires.</w:t>
      </w:r>
    </w:p>
    <w:p w14:paraId="6BAC7F53" w14:textId="77777777" w:rsidR="009A2B66" w:rsidRDefault="009A2B66" w:rsidP="001A285C"/>
    <w:p w14:paraId="539D83B2" w14:textId="77777777" w:rsidR="001A285C" w:rsidRDefault="009A2B66" w:rsidP="001A285C">
      <w:r>
        <w:rPr>
          <w:noProof/>
        </w:rPr>
        <w:drawing>
          <wp:inline distT="0" distB="0" distL="0" distR="0" wp14:anchorId="1896D731" wp14:editId="6DCA2B12">
            <wp:extent cx="5588000" cy="1896745"/>
            <wp:effectExtent l="0" t="0" r="0" b="825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216E8" w14:textId="77777777" w:rsidR="000A6501" w:rsidRDefault="000A6501" w:rsidP="001A285C"/>
    <w:p w14:paraId="02C5BAEB" w14:textId="77777777" w:rsidR="000A6501" w:rsidRDefault="000A6501" w:rsidP="001A285C"/>
    <w:p w14:paraId="76A08DC7" w14:textId="77777777" w:rsidR="001A285C" w:rsidRDefault="001A285C" w:rsidP="00653AFE">
      <w:pPr>
        <w:pStyle w:val="Titre3"/>
      </w:pPr>
      <w:bookmarkStart w:id="12" w:name="_Toc381347197"/>
      <w:bookmarkStart w:id="13" w:name="_Toc396309496"/>
      <w:r>
        <w:t>Autre exemple</w:t>
      </w:r>
      <w:bookmarkEnd w:id="12"/>
      <w:bookmarkEnd w:id="13"/>
    </w:p>
    <w:p w14:paraId="086C0548" w14:textId="77777777" w:rsidR="001A285C" w:rsidRDefault="001A285C" w:rsidP="001A285C">
      <w:r>
        <w:t xml:space="preserve">En tapant l’URL </w:t>
      </w:r>
      <w:r w:rsidRPr="0043546E">
        <w:rPr>
          <w:b/>
        </w:rPr>
        <w:t>/</w:t>
      </w:r>
      <w:proofErr w:type="spellStart"/>
      <w:r w:rsidRPr="002A46FB">
        <w:rPr>
          <w:b/>
          <w:shd w:val="clear" w:color="auto" w:fill="FFD966" w:themeFill="accent4" w:themeFillTint="99"/>
        </w:rPr>
        <w:t>waza</w:t>
      </w:r>
      <w:proofErr w:type="spellEnd"/>
      <w:r w:rsidRPr="0043546E">
        <w:rPr>
          <w:b/>
        </w:rPr>
        <w:t>/</w:t>
      </w:r>
      <w:proofErr w:type="spellStart"/>
      <w:r w:rsidRPr="0043546E">
        <w:rPr>
          <w:b/>
        </w:rPr>
        <w:t>wiwi</w:t>
      </w:r>
      <w:proofErr w:type="spellEnd"/>
    </w:p>
    <w:p w14:paraId="33135A9F" w14:textId="77777777" w:rsidR="001A285C" w:rsidRPr="008F0632" w:rsidRDefault="001A285C" w:rsidP="001A285C"/>
    <w:p w14:paraId="088859D6" w14:textId="77777777" w:rsidR="001A285C" w:rsidRDefault="001A285C" w:rsidP="001A285C">
      <w:r>
        <w:t>Le contrôleur (</w:t>
      </w:r>
      <w:proofErr w:type="spellStart"/>
      <w:r>
        <w:t>DefaultController.php</w:t>
      </w:r>
      <w:proofErr w:type="spellEnd"/>
      <w:r>
        <w:t>)</w:t>
      </w:r>
    </w:p>
    <w:p w14:paraId="71EB1293" w14:textId="77777777" w:rsidR="001A285C" w:rsidRDefault="001A285C" w:rsidP="001A285C">
      <w:pPr>
        <w:pStyle w:val="Exemples0"/>
      </w:pPr>
      <w:r>
        <w:t>/**</w:t>
      </w:r>
    </w:p>
    <w:p w14:paraId="62347534" w14:textId="77777777" w:rsidR="001A285C" w:rsidRDefault="001A285C" w:rsidP="001A285C">
      <w:pPr>
        <w:pStyle w:val="Exemples0"/>
      </w:pPr>
      <w:r>
        <w:t xml:space="preserve">     * </w:t>
      </w:r>
      <w:proofErr w:type="gramStart"/>
      <w:r>
        <w:t>@Route(</w:t>
      </w:r>
      <w:proofErr w:type="gramEnd"/>
      <w:r>
        <w:t>"/</w:t>
      </w:r>
      <w:proofErr w:type="spellStart"/>
      <w:r w:rsidRPr="002A46FB">
        <w:rPr>
          <w:shd w:val="clear" w:color="auto" w:fill="FFD966" w:themeFill="accent4" w:themeFillTint="99"/>
        </w:rPr>
        <w:t>waza</w:t>
      </w:r>
      <w:proofErr w:type="spellEnd"/>
      <w:r>
        <w:t>/{</w:t>
      </w:r>
      <w:proofErr w:type="spellStart"/>
      <w:r>
        <w:t>name</w:t>
      </w:r>
      <w:proofErr w:type="spellEnd"/>
      <w:r>
        <w:t>}")</w:t>
      </w:r>
    </w:p>
    <w:p w14:paraId="11814A00" w14:textId="77777777" w:rsidR="001A285C" w:rsidRPr="00497112" w:rsidRDefault="001A285C" w:rsidP="001A285C">
      <w:pPr>
        <w:pStyle w:val="Exemples0"/>
      </w:pPr>
      <w:r>
        <w:t xml:space="preserve">     </w:t>
      </w:r>
      <w:r w:rsidRPr="00497112">
        <w:t xml:space="preserve">* </w:t>
      </w:r>
      <w:proofErr w:type="gramStart"/>
      <w:r w:rsidRPr="00497112">
        <w:t>@Template()</w:t>
      </w:r>
      <w:proofErr w:type="gramEnd"/>
    </w:p>
    <w:p w14:paraId="28008A03" w14:textId="77777777" w:rsidR="001A285C" w:rsidRPr="00497112" w:rsidRDefault="001A285C" w:rsidP="001A285C">
      <w:pPr>
        <w:pStyle w:val="Exemples0"/>
      </w:pPr>
      <w:r w:rsidRPr="00497112">
        <w:t xml:space="preserve">     */</w:t>
      </w:r>
    </w:p>
    <w:p w14:paraId="37BB6EC8" w14:textId="77777777" w:rsidR="001A285C" w:rsidRPr="001767B3" w:rsidRDefault="001A285C" w:rsidP="001A285C">
      <w:pPr>
        <w:pStyle w:val="Exemples0"/>
        <w:rPr>
          <w:lang w:val="en-US"/>
        </w:rPr>
      </w:pPr>
      <w:r w:rsidRPr="00497112"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F7CAAC" w:themeFill="accent2" w:themeFillTint="66"/>
          <w:lang w:val="en-US"/>
        </w:rPr>
        <w:t>meumeu</w:t>
      </w:r>
      <w:r w:rsidRPr="001767B3">
        <w:rPr>
          <w:lang w:val="en-US"/>
        </w:rPr>
        <w:t>Action</w:t>
      </w:r>
      <w:proofErr w:type="spellEnd"/>
      <w:r w:rsidRPr="001767B3">
        <w:rPr>
          <w:lang w:val="en-US"/>
        </w:rPr>
        <w:t>($name)</w:t>
      </w:r>
    </w:p>
    <w:p w14:paraId="2C95B265" w14:textId="77777777" w:rsidR="001A285C" w:rsidRPr="00497112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r w:rsidRPr="00497112">
        <w:rPr>
          <w:lang w:val="en-US"/>
        </w:rPr>
        <w:t>{</w:t>
      </w:r>
    </w:p>
    <w:p w14:paraId="05E987F7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 xml:space="preserve">        </w:t>
      </w:r>
      <w:proofErr w:type="gramStart"/>
      <w:r w:rsidRPr="00497112">
        <w:rPr>
          <w:lang w:val="en-US"/>
        </w:rPr>
        <w:t>return</w:t>
      </w:r>
      <w:proofErr w:type="gramEnd"/>
      <w:r w:rsidRPr="00497112">
        <w:rPr>
          <w:lang w:val="en-US"/>
        </w:rPr>
        <w:t xml:space="preserve"> array('name' =&gt; $name);</w:t>
      </w:r>
    </w:p>
    <w:p w14:paraId="6B11B5D7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 xml:space="preserve">    }</w:t>
      </w:r>
    </w:p>
    <w:p w14:paraId="2179F244" w14:textId="77777777" w:rsidR="001A285C" w:rsidRPr="00497112" w:rsidRDefault="001A285C" w:rsidP="001A285C">
      <w:pPr>
        <w:rPr>
          <w:lang w:val="en-US"/>
        </w:rPr>
      </w:pPr>
    </w:p>
    <w:p w14:paraId="5E4FE99A" w14:textId="5B0029A7" w:rsidR="005463F8" w:rsidRDefault="00230A54" w:rsidP="000877FF">
      <w:pPr>
        <w:jc w:val="both"/>
      </w:pPr>
      <w:r w:rsidRPr="00230A54">
        <w:t xml:space="preserve">Il est possible de surcharger le nom des routes par défaut. </w:t>
      </w:r>
      <w:r>
        <w:t xml:space="preserve">La route </w:t>
      </w:r>
      <w:r w:rsidR="005463F8">
        <w:t>p</w:t>
      </w:r>
      <w:r w:rsidR="00CF683B">
        <w:t>r</w:t>
      </w:r>
      <w:r w:rsidR="005463F8">
        <w:t>écédente</w:t>
      </w:r>
      <w:r>
        <w:t xml:space="preserve"> portera le nom </w:t>
      </w:r>
      <w:proofErr w:type="spellStart"/>
      <w:r>
        <w:t>ppe_spacebooking_default_meumeu</w:t>
      </w:r>
      <w:proofErr w:type="spellEnd"/>
      <w:r w:rsidR="005463F8">
        <w:t xml:space="preserve"> </w:t>
      </w:r>
      <w:r w:rsidR="00916DE1">
        <w:t>(documentation :</w:t>
      </w:r>
      <w:r w:rsidR="005463F8">
        <w:t xml:space="preserve"> u</w:t>
      </w:r>
      <w:r w:rsidR="005463F8" w:rsidRPr="005463F8">
        <w:t xml:space="preserve">ne route définie avec </w:t>
      </w:r>
      <w:r w:rsidR="000877FF">
        <w:t>l</w:t>
      </w:r>
      <w:r w:rsidR="005463F8" w:rsidRPr="005463F8">
        <w:t>'annotation</w:t>
      </w:r>
      <w:r w:rsidR="000877FF">
        <w:t xml:space="preserve"> </w:t>
      </w:r>
      <w:r w:rsidR="005463F8" w:rsidRPr="005463F8">
        <w:t>@Route reçoit un nom prédéfini, composé du nom du bundle, du nom du contrôleur et du nom de l'action</w:t>
      </w:r>
      <w:r w:rsidR="005463F8">
        <w:t>)</w:t>
      </w:r>
      <w:r w:rsidR="005463F8" w:rsidRPr="005463F8">
        <w:t xml:space="preserve">. </w:t>
      </w:r>
      <w:r w:rsidR="005463F8">
        <w:t xml:space="preserve">Pour attribuer un nom, il suffit d’ajouter l’attribut </w:t>
      </w:r>
      <w:proofErr w:type="spellStart"/>
      <w:r w:rsidR="005463F8">
        <w:t>name</w:t>
      </w:r>
      <w:proofErr w:type="spellEnd"/>
      <w:r w:rsidR="005463F8">
        <w:t>.</w:t>
      </w:r>
    </w:p>
    <w:p w14:paraId="3AC19D0D" w14:textId="77777777" w:rsidR="005463F8" w:rsidRDefault="005463F8" w:rsidP="005463F8"/>
    <w:p w14:paraId="30B2C8FA" w14:textId="77777777" w:rsidR="005463F8" w:rsidRPr="009A2B66" w:rsidRDefault="005463F8" w:rsidP="005463F8">
      <w:pPr>
        <w:pStyle w:val="Exemples0"/>
      </w:pPr>
      <w:r w:rsidRPr="009A2B66">
        <w:t>/**</w:t>
      </w:r>
    </w:p>
    <w:p w14:paraId="55D4DCB6" w14:textId="77777777" w:rsidR="005463F8" w:rsidRPr="00497112" w:rsidRDefault="005463F8" w:rsidP="005463F8">
      <w:pPr>
        <w:pStyle w:val="Exemples0"/>
        <w:rPr>
          <w:lang w:val="en-US"/>
        </w:rPr>
      </w:pPr>
      <w:r w:rsidRPr="009A2B66">
        <w:t xml:space="preserve">     </w:t>
      </w:r>
      <w:r w:rsidRPr="00497112">
        <w:rPr>
          <w:lang w:val="en-US"/>
        </w:rPr>
        <w:t xml:space="preserve">* </w:t>
      </w:r>
      <w:proofErr w:type="gramStart"/>
      <w:r w:rsidRPr="00497112">
        <w:rPr>
          <w:lang w:val="en-US"/>
        </w:rPr>
        <w:t>@Route(</w:t>
      </w:r>
      <w:proofErr w:type="gramEnd"/>
      <w:r w:rsidRPr="00497112">
        <w:rPr>
          <w:lang w:val="en-US"/>
        </w:rPr>
        <w:t>"/</w:t>
      </w:r>
      <w:proofErr w:type="spellStart"/>
      <w:r w:rsidRPr="00497112">
        <w:rPr>
          <w:lang w:val="en-US"/>
        </w:rPr>
        <w:t>waza</w:t>
      </w:r>
      <w:proofErr w:type="spellEnd"/>
      <w:r w:rsidRPr="00497112">
        <w:rPr>
          <w:lang w:val="en-US"/>
        </w:rPr>
        <w:t>/{name}", name="</w:t>
      </w:r>
      <w:proofErr w:type="spellStart"/>
      <w:r w:rsidRPr="00497112">
        <w:rPr>
          <w:lang w:val="en-US"/>
        </w:rPr>
        <w:t>myMeumeu</w:t>
      </w:r>
      <w:proofErr w:type="spellEnd"/>
      <w:r w:rsidRPr="00497112">
        <w:rPr>
          <w:lang w:val="en-US"/>
        </w:rPr>
        <w:t>")</w:t>
      </w:r>
    </w:p>
    <w:p w14:paraId="62240D4E" w14:textId="77777777" w:rsidR="005463F8" w:rsidRPr="001767B3" w:rsidRDefault="005463F8" w:rsidP="005463F8">
      <w:pPr>
        <w:pStyle w:val="Exemples0"/>
        <w:rPr>
          <w:lang w:val="en-US"/>
        </w:rPr>
      </w:pPr>
      <w:r w:rsidRPr="00497112">
        <w:rPr>
          <w:lang w:val="en-US"/>
        </w:rPr>
        <w:t xml:space="preserve">     </w:t>
      </w:r>
      <w:r w:rsidRPr="001767B3">
        <w:rPr>
          <w:lang w:val="en-US"/>
        </w:rPr>
        <w:t xml:space="preserve">* </w:t>
      </w:r>
      <w:proofErr w:type="gramStart"/>
      <w:r w:rsidRPr="001767B3">
        <w:rPr>
          <w:lang w:val="en-US"/>
        </w:rPr>
        <w:t>@Template(</w:t>
      </w:r>
      <w:proofErr w:type="gramEnd"/>
      <w:r w:rsidRPr="001767B3">
        <w:rPr>
          <w:lang w:val="en-US"/>
        </w:rPr>
        <w:t>)</w:t>
      </w:r>
    </w:p>
    <w:p w14:paraId="1C1F455A" w14:textId="77777777" w:rsidR="005463F8" w:rsidRPr="001767B3" w:rsidRDefault="005463F8" w:rsidP="005463F8">
      <w:pPr>
        <w:pStyle w:val="Exemples0"/>
        <w:rPr>
          <w:lang w:val="en-US"/>
        </w:rPr>
      </w:pPr>
      <w:r w:rsidRPr="001767B3">
        <w:rPr>
          <w:lang w:val="en-US"/>
        </w:rPr>
        <w:t xml:space="preserve">     */</w:t>
      </w:r>
    </w:p>
    <w:p w14:paraId="76B44344" w14:textId="77777777" w:rsidR="005463F8" w:rsidRPr="001767B3" w:rsidRDefault="005463F8" w:rsidP="005463F8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F7CAAC" w:themeFill="accent2" w:themeFillTint="66"/>
          <w:lang w:val="en-US"/>
        </w:rPr>
        <w:t>meumeu</w:t>
      </w:r>
      <w:r w:rsidRPr="001767B3">
        <w:rPr>
          <w:lang w:val="en-US"/>
        </w:rPr>
        <w:t>Action</w:t>
      </w:r>
      <w:proofErr w:type="spellEnd"/>
      <w:r w:rsidRPr="001767B3">
        <w:rPr>
          <w:lang w:val="en-US"/>
        </w:rPr>
        <w:t>($name)</w:t>
      </w:r>
    </w:p>
    <w:p w14:paraId="7C858308" w14:textId="77777777" w:rsidR="005463F8" w:rsidRPr="001767B3" w:rsidRDefault="005463F8" w:rsidP="005463F8">
      <w:pPr>
        <w:pStyle w:val="Exemples0"/>
        <w:rPr>
          <w:lang w:val="en-US"/>
        </w:rPr>
      </w:pPr>
      <w:r w:rsidRPr="001767B3">
        <w:rPr>
          <w:lang w:val="en-US"/>
        </w:rPr>
        <w:t xml:space="preserve">    {</w:t>
      </w:r>
    </w:p>
    <w:p w14:paraId="2900C983" w14:textId="77777777" w:rsidR="005463F8" w:rsidRPr="001767B3" w:rsidRDefault="005463F8" w:rsidP="005463F8">
      <w:pPr>
        <w:pStyle w:val="Exemples0"/>
        <w:rPr>
          <w:lang w:val="en-US"/>
        </w:rPr>
      </w:pPr>
      <w:r w:rsidRPr="001767B3">
        <w:rPr>
          <w:lang w:val="en-US"/>
        </w:rPr>
        <w:t xml:space="preserve">        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array('name' =&gt; $name);</w:t>
      </w:r>
    </w:p>
    <w:p w14:paraId="1E3F66F5" w14:textId="77777777" w:rsidR="005463F8" w:rsidRPr="001767B3" w:rsidRDefault="005463F8" w:rsidP="005463F8">
      <w:pPr>
        <w:pStyle w:val="Exemples0"/>
        <w:rPr>
          <w:lang w:val="en-US"/>
        </w:rPr>
      </w:pPr>
      <w:r w:rsidRPr="001767B3">
        <w:rPr>
          <w:lang w:val="en-US"/>
        </w:rPr>
        <w:t xml:space="preserve">    }</w:t>
      </w:r>
    </w:p>
    <w:p w14:paraId="015D799C" w14:textId="77777777" w:rsidR="005463F8" w:rsidRPr="00140010" w:rsidRDefault="005463F8" w:rsidP="005463F8">
      <w:pPr>
        <w:rPr>
          <w:rFonts w:ascii="Lucida Sans Unicode" w:hAnsi="Lucida Sans Unicode" w:cs="Lucida Sans Unicode"/>
          <w:color w:val="18171B"/>
          <w:sz w:val="21"/>
          <w:szCs w:val="21"/>
          <w:lang w:val="en-US"/>
        </w:rPr>
      </w:pPr>
    </w:p>
    <w:p w14:paraId="7A0EF66A" w14:textId="77777777" w:rsidR="005463F8" w:rsidRPr="00140010" w:rsidRDefault="005463F8" w:rsidP="001A285C">
      <w:pPr>
        <w:rPr>
          <w:lang w:val="en-US"/>
        </w:rPr>
      </w:pPr>
    </w:p>
    <w:p w14:paraId="2B1028D0" w14:textId="77777777" w:rsidR="00230A54" w:rsidRPr="00140010" w:rsidRDefault="00230A54" w:rsidP="001A285C">
      <w:pPr>
        <w:rPr>
          <w:lang w:val="en-US"/>
        </w:rPr>
      </w:pPr>
    </w:p>
    <w:p w14:paraId="25FA6C96" w14:textId="77777777" w:rsidR="001A285C" w:rsidRPr="00140010" w:rsidRDefault="001A285C" w:rsidP="001A285C">
      <w:pPr>
        <w:rPr>
          <w:lang w:val="en-US"/>
        </w:rPr>
      </w:pPr>
      <w:r w:rsidRPr="00140010">
        <w:rPr>
          <w:lang w:val="en-US"/>
        </w:rPr>
        <w:t xml:space="preserve">La </w:t>
      </w:r>
      <w:proofErr w:type="spellStart"/>
      <w:r w:rsidRPr="00140010">
        <w:rPr>
          <w:lang w:val="en-US"/>
        </w:rPr>
        <w:t>vue</w:t>
      </w:r>
      <w:proofErr w:type="spellEnd"/>
      <w:r w:rsidRPr="00140010">
        <w:rPr>
          <w:lang w:val="en-US"/>
        </w:rPr>
        <w:t xml:space="preserve"> (</w:t>
      </w:r>
      <w:proofErr w:type="spellStart"/>
      <w:r w:rsidRPr="00140010">
        <w:rPr>
          <w:shd w:val="clear" w:color="auto" w:fill="F7CAAC" w:themeFill="accent2" w:themeFillTint="66"/>
          <w:lang w:val="en-US"/>
        </w:rPr>
        <w:t>meumeu</w:t>
      </w:r>
      <w:r w:rsidRPr="00140010">
        <w:rPr>
          <w:lang w:val="en-US"/>
        </w:rPr>
        <w:t>.html.twig</w:t>
      </w:r>
      <w:proofErr w:type="spellEnd"/>
      <w:r w:rsidRPr="00140010">
        <w:rPr>
          <w:lang w:val="en-US"/>
        </w:rPr>
        <w:t>)</w:t>
      </w:r>
    </w:p>
    <w:p w14:paraId="132472BD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&lt;</w:t>
      </w:r>
      <w:proofErr w:type="gramStart"/>
      <w:r w:rsidRPr="001767B3">
        <w:rPr>
          <w:lang w:val="en-US"/>
        </w:rPr>
        <w:t>html</w:t>
      </w:r>
      <w:proofErr w:type="gramEnd"/>
      <w:r w:rsidRPr="001767B3">
        <w:rPr>
          <w:lang w:val="en-US"/>
        </w:rPr>
        <w:t>&gt;</w:t>
      </w:r>
    </w:p>
    <w:p w14:paraId="785271A2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&lt;</w:t>
      </w:r>
      <w:proofErr w:type="gramStart"/>
      <w:r w:rsidRPr="001767B3">
        <w:rPr>
          <w:lang w:val="en-US"/>
        </w:rPr>
        <w:t>body</w:t>
      </w:r>
      <w:proofErr w:type="gramEnd"/>
      <w:r w:rsidRPr="001767B3">
        <w:rPr>
          <w:lang w:val="en-US"/>
        </w:rPr>
        <w:t>&gt;</w:t>
      </w:r>
    </w:p>
    <w:p w14:paraId="0DDE3DCE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{</w:t>
      </w:r>
      <w:proofErr w:type="gramStart"/>
      <w:r w:rsidRPr="001767B3">
        <w:rPr>
          <w:lang w:val="en-US"/>
        </w:rPr>
        <w:t>{ name</w:t>
      </w:r>
      <w:proofErr w:type="gramEnd"/>
      <w:r w:rsidRPr="001767B3">
        <w:rPr>
          <w:lang w:val="en-US"/>
        </w:rPr>
        <w:t xml:space="preserve"> }} </w:t>
      </w:r>
      <w:proofErr w:type="spellStart"/>
      <w:r w:rsidRPr="001767B3">
        <w:rPr>
          <w:lang w:val="en-US"/>
        </w:rPr>
        <w:t>est</w:t>
      </w:r>
      <w:proofErr w:type="spell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une</w:t>
      </w:r>
      <w:proofErr w:type="spell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vache</w:t>
      </w:r>
      <w:proofErr w:type="spellEnd"/>
    </w:p>
    <w:p w14:paraId="21F5B552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&lt;/body&gt;</w:t>
      </w:r>
    </w:p>
    <w:p w14:paraId="6A39C814" w14:textId="77777777" w:rsidR="001A285C" w:rsidRDefault="001A285C" w:rsidP="001A285C">
      <w:pPr>
        <w:pStyle w:val="Exemples0"/>
      </w:pPr>
      <w:r>
        <w:t>&lt;/</w:t>
      </w:r>
      <w:proofErr w:type="gramStart"/>
      <w:r>
        <w:t>html</w:t>
      </w:r>
      <w:proofErr w:type="gramEnd"/>
      <w:r>
        <w:t>&gt;</w:t>
      </w:r>
    </w:p>
    <w:p w14:paraId="45BD976F" w14:textId="77777777" w:rsidR="001A285C" w:rsidRDefault="001A285C" w:rsidP="001A285C">
      <w:pPr>
        <w:rPr>
          <w:b/>
        </w:rPr>
      </w:pPr>
      <w:r>
        <w:t xml:space="preserve">On obtient l’affichage </w:t>
      </w:r>
      <w:proofErr w:type="spellStart"/>
      <w:r w:rsidRPr="0043546E">
        <w:rPr>
          <w:b/>
        </w:rPr>
        <w:t>wiwi</w:t>
      </w:r>
      <w:proofErr w:type="spellEnd"/>
      <w:r w:rsidRPr="0043546E">
        <w:rPr>
          <w:b/>
        </w:rPr>
        <w:t xml:space="preserve"> est une vache</w:t>
      </w:r>
      <w:r>
        <w:rPr>
          <w:b/>
        </w:rPr>
        <w:t>.</w:t>
      </w:r>
    </w:p>
    <w:p w14:paraId="156753F2" w14:textId="77777777" w:rsidR="001A285C" w:rsidRDefault="001A285C" w:rsidP="001A285C">
      <w:pPr>
        <w:rPr>
          <w:b/>
        </w:rPr>
      </w:pPr>
    </w:p>
    <w:p w14:paraId="380C1D7E" w14:textId="77777777" w:rsidR="000A6501" w:rsidRDefault="000A6501" w:rsidP="001A285C">
      <w:pPr>
        <w:rPr>
          <w:b/>
        </w:rPr>
      </w:pPr>
    </w:p>
    <w:p w14:paraId="43D4358D" w14:textId="77777777" w:rsidR="001A285C" w:rsidRPr="004846D8" w:rsidRDefault="001A285C" w:rsidP="00653AFE">
      <w:pPr>
        <w:pStyle w:val="Titre2"/>
      </w:pPr>
      <w:bookmarkStart w:id="14" w:name="_Toc381347198"/>
      <w:bookmarkStart w:id="15" w:name="_Toc396309497"/>
      <w:r w:rsidRPr="004846D8">
        <w:t>Le contrôleur</w:t>
      </w:r>
      <w:bookmarkEnd w:id="14"/>
      <w:bookmarkEnd w:id="15"/>
    </w:p>
    <w:p w14:paraId="3F1746B4" w14:textId="77777777" w:rsidR="001A285C" w:rsidRDefault="001A285C" w:rsidP="001A285C"/>
    <w:p w14:paraId="7B00311E" w14:textId="77777777" w:rsidR="001A285C" w:rsidRDefault="001A285C" w:rsidP="001A285C">
      <w:r>
        <w:t>On peut définir plusieurs contrôleurs</w:t>
      </w:r>
    </w:p>
    <w:p w14:paraId="516941E9" w14:textId="77777777" w:rsidR="001A285C" w:rsidRDefault="001A285C" w:rsidP="001A285C"/>
    <w:p w14:paraId="4E1264C8" w14:textId="77777777" w:rsidR="001A285C" w:rsidRDefault="001A285C" w:rsidP="001A285C">
      <w:r>
        <w:t xml:space="preserve">Un contrôleur </w:t>
      </w:r>
      <w:proofErr w:type="spellStart"/>
      <w:r w:rsidRPr="002E6FF2">
        <w:rPr>
          <w:shd w:val="clear" w:color="auto" w:fill="F4B083" w:themeFill="accent2" w:themeFillTint="99"/>
        </w:rPr>
        <w:t>Mon</w:t>
      </w:r>
      <w:r w:rsidRPr="008C5851">
        <w:rPr>
          <w:shd w:val="clear" w:color="auto" w:fill="FFFFFF" w:themeFill="background1"/>
        </w:rPr>
        <w:t>Controller</w:t>
      </w:r>
      <w:proofErr w:type="spellEnd"/>
      <w:r>
        <w:t xml:space="preserve"> qui prend les URL de la forme /test1/xx </w:t>
      </w:r>
    </w:p>
    <w:p w14:paraId="32B11E08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&lt;</w:t>
      </w:r>
      <w:proofErr w:type="gramStart"/>
      <w:r w:rsidRPr="001767B3">
        <w:rPr>
          <w:lang w:val="en-US"/>
        </w:rPr>
        <w:t>?</w:t>
      </w:r>
      <w:proofErr w:type="spellStart"/>
      <w:r w:rsidRPr="001767B3">
        <w:rPr>
          <w:lang w:val="en-US"/>
        </w:rPr>
        <w:t>php</w:t>
      </w:r>
      <w:proofErr w:type="spellEnd"/>
      <w:proofErr w:type="gramEnd"/>
    </w:p>
    <w:p w14:paraId="4FD9D66C" w14:textId="77777777" w:rsidR="001A285C" w:rsidRPr="001767B3" w:rsidRDefault="001A285C" w:rsidP="001A285C">
      <w:pPr>
        <w:pStyle w:val="Exemples0"/>
        <w:rPr>
          <w:lang w:val="en-US"/>
        </w:rPr>
      </w:pPr>
    </w:p>
    <w:p w14:paraId="7303CBF1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namespace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\Controller;</w:t>
      </w:r>
    </w:p>
    <w:p w14:paraId="73B3CD2A" w14:textId="77777777" w:rsidR="001A285C" w:rsidRPr="001767B3" w:rsidRDefault="001A285C" w:rsidP="001A285C">
      <w:pPr>
        <w:pStyle w:val="Exemples0"/>
        <w:rPr>
          <w:lang w:val="en-US"/>
        </w:rPr>
      </w:pPr>
    </w:p>
    <w:p w14:paraId="53D2C4C2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Symfony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FrameworkBundle</w:t>
      </w:r>
      <w:proofErr w:type="spellEnd"/>
      <w:r w:rsidRPr="001767B3">
        <w:rPr>
          <w:lang w:val="en-US"/>
        </w:rPr>
        <w:t>\Controller\Controller;</w:t>
      </w:r>
    </w:p>
    <w:p w14:paraId="57D33418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Sensio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FrameworkExtraBundle</w:t>
      </w:r>
      <w:proofErr w:type="spellEnd"/>
      <w:r w:rsidRPr="001767B3">
        <w:rPr>
          <w:lang w:val="en-US"/>
        </w:rPr>
        <w:t>\Configuration\Route;</w:t>
      </w:r>
    </w:p>
    <w:p w14:paraId="5C8272F4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Sensio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FrameworkExtraBundle</w:t>
      </w:r>
      <w:proofErr w:type="spellEnd"/>
      <w:r w:rsidRPr="001767B3">
        <w:rPr>
          <w:lang w:val="en-US"/>
        </w:rPr>
        <w:t>\Configuration\Template;</w:t>
      </w:r>
    </w:p>
    <w:p w14:paraId="1380EC9C" w14:textId="77777777" w:rsidR="001A285C" w:rsidRPr="001767B3" w:rsidRDefault="001A285C" w:rsidP="001A285C">
      <w:pPr>
        <w:pStyle w:val="Exemples0"/>
        <w:rPr>
          <w:lang w:val="en-US"/>
        </w:rPr>
      </w:pPr>
    </w:p>
    <w:p w14:paraId="5401DAB6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shd w:val="clear" w:color="auto" w:fill="F4B083" w:themeFill="accent2" w:themeFillTint="99"/>
          <w:lang w:val="en-US"/>
        </w:rPr>
        <w:t>Mon</w:t>
      </w:r>
      <w:r w:rsidRPr="001767B3">
        <w:rPr>
          <w:lang w:val="en-US"/>
        </w:rPr>
        <w:t>Controller</w:t>
      </w:r>
      <w:proofErr w:type="spellEnd"/>
      <w:r w:rsidRPr="001767B3">
        <w:rPr>
          <w:lang w:val="en-US"/>
        </w:rPr>
        <w:t xml:space="preserve"> extends Controller</w:t>
      </w:r>
    </w:p>
    <w:p w14:paraId="6630613D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690F5B4B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/**</w:t>
      </w:r>
    </w:p>
    <w:p w14:paraId="0D2E28F0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 </w:t>
      </w:r>
      <w:proofErr w:type="gramStart"/>
      <w:r w:rsidRPr="001767B3">
        <w:rPr>
          <w:lang w:val="en-US"/>
        </w:rPr>
        <w:t>@Route(</w:t>
      </w:r>
      <w:proofErr w:type="gramEnd"/>
      <w:r w:rsidRPr="001767B3">
        <w:rPr>
          <w:lang w:val="en-US"/>
        </w:rPr>
        <w:t>"/test1/</w:t>
      </w:r>
      <w:r w:rsidRPr="001767B3">
        <w:rPr>
          <w:shd w:val="clear" w:color="auto" w:fill="A8D08D" w:themeFill="accent6" w:themeFillTint="99"/>
          <w:lang w:val="en-US"/>
        </w:rPr>
        <w:t>{name}</w:t>
      </w:r>
      <w:r w:rsidRPr="001767B3">
        <w:rPr>
          <w:lang w:val="en-US"/>
        </w:rPr>
        <w:t>")</w:t>
      </w:r>
    </w:p>
    <w:p w14:paraId="3EE526C0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 </w:t>
      </w:r>
      <w:proofErr w:type="gramStart"/>
      <w:r w:rsidRPr="001767B3">
        <w:rPr>
          <w:lang w:val="en-US"/>
        </w:rPr>
        <w:t>@Template(</w:t>
      </w:r>
      <w:proofErr w:type="gramEnd"/>
      <w:r w:rsidRPr="001767B3">
        <w:rPr>
          <w:lang w:val="en-US"/>
        </w:rPr>
        <w:t>)</w:t>
      </w:r>
    </w:p>
    <w:p w14:paraId="780C69FD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*/</w:t>
      </w:r>
    </w:p>
    <w:p w14:paraId="0F4B11BD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index</w:t>
      </w:r>
      <w:r w:rsidRPr="001767B3">
        <w:rPr>
          <w:lang w:val="en-US"/>
        </w:rPr>
        <w:t>Action</w:t>
      </w:r>
      <w:proofErr w:type="spellEnd"/>
      <w:r w:rsidRPr="001767B3">
        <w:rPr>
          <w:lang w:val="en-US"/>
        </w:rPr>
        <w:t>($name)</w:t>
      </w:r>
    </w:p>
    <w:p w14:paraId="4DF438D4" w14:textId="77777777" w:rsidR="001A285C" w:rsidRPr="00497112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lastRenderedPageBreak/>
        <w:t xml:space="preserve">    </w:t>
      </w:r>
      <w:r w:rsidRPr="00497112">
        <w:rPr>
          <w:lang w:val="en-US"/>
        </w:rPr>
        <w:t>{</w:t>
      </w:r>
    </w:p>
    <w:p w14:paraId="2D350D8F" w14:textId="77777777" w:rsidR="001A285C" w:rsidRDefault="001A285C" w:rsidP="001A285C">
      <w:pPr>
        <w:pStyle w:val="Exemples0"/>
      </w:pPr>
      <w:r w:rsidRPr="00497112">
        <w:rPr>
          <w:lang w:val="en-US"/>
        </w:rPr>
        <w:t xml:space="preserve">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array</w:t>
      </w:r>
      <w:proofErr w:type="spellEnd"/>
      <w:r>
        <w:t>('</w:t>
      </w:r>
      <w:proofErr w:type="spellStart"/>
      <w:r>
        <w:t>name</w:t>
      </w:r>
      <w:proofErr w:type="spellEnd"/>
      <w:r>
        <w:t>' =&gt; $</w:t>
      </w:r>
      <w:proofErr w:type="spellStart"/>
      <w:r>
        <w:t>name</w:t>
      </w:r>
      <w:proofErr w:type="spellEnd"/>
      <w:r>
        <w:t>);</w:t>
      </w:r>
    </w:p>
    <w:p w14:paraId="6755FA0B" w14:textId="77777777" w:rsidR="001A285C" w:rsidRDefault="001A285C" w:rsidP="001A285C">
      <w:pPr>
        <w:pStyle w:val="Exemples0"/>
      </w:pPr>
      <w:r>
        <w:t xml:space="preserve">    }</w:t>
      </w:r>
    </w:p>
    <w:p w14:paraId="686662B1" w14:textId="77777777" w:rsidR="001A285C" w:rsidRPr="00423613" w:rsidRDefault="001A285C" w:rsidP="001A285C">
      <w:pPr>
        <w:pStyle w:val="Exemples0"/>
      </w:pPr>
      <w:r>
        <w:t>}</w:t>
      </w:r>
    </w:p>
    <w:p w14:paraId="3AE51351" w14:textId="77777777" w:rsidR="005463F8" w:rsidRDefault="001A285C" w:rsidP="00E00C76">
      <w:pPr>
        <w:jc w:val="both"/>
      </w:pPr>
      <w:proofErr w:type="spellStart"/>
      <w:r>
        <w:t>Symfony</w:t>
      </w:r>
      <w:proofErr w:type="spellEnd"/>
      <w:r>
        <w:t xml:space="preserve"> va rechercher dans le contrôleur par défaut les routes, s’il ne trouve rien, il passe aux autres contrôleurs.</w:t>
      </w:r>
      <w:r w:rsidR="005463F8">
        <w:t xml:space="preserve"> La route détermine en partie la méthode à exécuter. </w:t>
      </w:r>
    </w:p>
    <w:p w14:paraId="0122DD4D" w14:textId="77777777" w:rsidR="005463F8" w:rsidRDefault="005463F8" w:rsidP="00E00C76">
      <w:pPr>
        <w:jc w:val="both"/>
      </w:pPr>
    </w:p>
    <w:p w14:paraId="31908267" w14:textId="77777777" w:rsidR="001A285C" w:rsidRDefault="001A285C" w:rsidP="00E00C76">
      <w:pPr>
        <w:jc w:val="both"/>
      </w:pPr>
      <w:r>
        <w:t xml:space="preserve">Ce contrôleur va appeler </w:t>
      </w:r>
      <w:proofErr w:type="spellStart"/>
      <w:r w:rsidRPr="002E6FF2">
        <w:t>Ppe</w:t>
      </w:r>
      <w:proofErr w:type="spellEnd"/>
      <w:r w:rsidRPr="002E6FF2">
        <w:t>\</w:t>
      </w:r>
      <w:proofErr w:type="spellStart"/>
      <w:r w:rsidRPr="002E6FF2">
        <w:t>SpaceBookingBundle</w:t>
      </w:r>
      <w:proofErr w:type="spellEnd"/>
      <w:r w:rsidRPr="002E6FF2">
        <w:t>\</w:t>
      </w:r>
      <w:proofErr w:type="spellStart"/>
      <w:r w:rsidRPr="002E6FF2">
        <w:t>Resources</w:t>
      </w:r>
      <w:proofErr w:type="spellEnd"/>
      <w:r w:rsidRPr="002E6FF2">
        <w:t>\</w:t>
      </w:r>
      <w:proofErr w:type="spellStart"/>
      <w:r w:rsidRPr="002E6FF2">
        <w:t>views</w:t>
      </w:r>
      <w:proofErr w:type="spellEnd"/>
      <w:r w:rsidRPr="002E6FF2">
        <w:t>\</w:t>
      </w:r>
      <w:r w:rsidRPr="008C5851">
        <w:rPr>
          <w:shd w:val="clear" w:color="auto" w:fill="F4B083" w:themeFill="accent2" w:themeFillTint="99"/>
        </w:rPr>
        <w:t>Mon</w:t>
      </w:r>
      <w:r>
        <w:t>\</w:t>
      </w:r>
      <w:proofErr w:type="spellStart"/>
      <w:r w:rsidRPr="008C5851">
        <w:rPr>
          <w:shd w:val="clear" w:color="auto" w:fill="FFD966" w:themeFill="accent4" w:themeFillTint="99"/>
        </w:rPr>
        <w:t>index</w:t>
      </w:r>
      <w:r>
        <w:t>.html.twig</w:t>
      </w:r>
      <w:proofErr w:type="spellEnd"/>
      <w:r>
        <w:t xml:space="preserve"> </w:t>
      </w:r>
    </w:p>
    <w:p w14:paraId="0FE78270" w14:textId="77777777" w:rsidR="001A285C" w:rsidRDefault="001A285C" w:rsidP="00E00C76">
      <w:pPr>
        <w:jc w:val="both"/>
      </w:pPr>
    </w:p>
    <w:p w14:paraId="3F83B993" w14:textId="05FB2CC5" w:rsidR="001A285C" w:rsidRDefault="001A285C" w:rsidP="00E00C76">
      <w:pPr>
        <w:jc w:val="both"/>
      </w:pPr>
      <w:r w:rsidRPr="00495F6F">
        <w:rPr>
          <w:shd w:val="clear" w:color="auto" w:fill="A8D08D" w:themeFill="accent6" w:themeFillTint="99"/>
        </w:rPr>
        <w:t>{</w:t>
      </w:r>
      <w:proofErr w:type="spellStart"/>
      <w:proofErr w:type="gramStart"/>
      <w:r w:rsidRPr="00495F6F">
        <w:rPr>
          <w:shd w:val="clear" w:color="auto" w:fill="A8D08D" w:themeFill="accent6" w:themeFillTint="99"/>
        </w:rPr>
        <w:t>name</w:t>
      </w:r>
      <w:proofErr w:type="spellEnd"/>
      <w:proofErr w:type="gramEnd"/>
      <w:r w:rsidRPr="00495F6F">
        <w:rPr>
          <w:shd w:val="clear" w:color="auto" w:fill="A8D08D" w:themeFill="accent6" w:themeFillTint="99"/>
        </w:rPr>
        <w:t>}</w:t>
      </w:r>
      <w:r>
        <w:t xml:space="preserve"> est récupéré de l’URL et devient un paramètre. Pa</w:t>
      </w:r>
      <w:r w:rsidR="00093E1A">
        <w:t>r</w:t>
      </w:r>
      <w:r>
        <w:t xml:space="preserve"> défaut, si un paramètre est spécifié, il est obligatoire.</w:t>
      </w:r>
    </w:p>
    <w:p w14:paraId="3B73050C" w14:textId="77777777" w:rsidR="001A285C" w:rsidRDefault="001A285C" w:rsidP="00E00C76">
      <w:pPr>
        <w:jc w:val="both"/>
      </w:pPr>
      <w:r>
        <w:t>Il est possible de mettre plusieurs paramètres à la suite séparé</w:t>
      </w:r>
      <w:r w:rsidR="00093E1A">
        <w:t>s</w:t>
      </w:r>
      <w:r>
        <w:t xml:space="preserve"> par le caractère de votre choix.</w:t>
      </w:r>
    </w:p>
    <w:p w14:paraId="469567D7" w14:textId="77777777" w:rsidR="001A285C" w:rsidRDefault="001A285C" w:rsidP="00E00C76">
      <w:pPr>
        <w:spacing w:after="160" w:line="259" w:lineRule="auto"/>
        <w:jc w:val="both"/>
      </w:pPr>
    </w:p>
    <w:p w14:paraId="6CBD6BB5" w14:textId="77777777" w:rsidR="001A285C" w:rsidRDefault="001A285C" w:rsidP="00E00C76">
      <w:pPr>
        <w:spacing w:after="160" w:line="259" w:lineRule="auto"/>
        <w:jc w:val="both"/>
      </w:pPr>
      <w:r>
        <w:t>Ce contrôleur affiche une vue, vous verrez certainement dans d’autres exemple</w:t>
      </w:r>
      <w:r w:rsidR="00093E1A">
        <w:t>s</w:t>
      </w:r>
      <w:r>
        <w:t xml:space="preserve"> </w:t>
      </w:r>
      <w:r w:rsidR="005463F8">
        <w:t>(par défaut, l</w:t>
      </w:r>
      <w:r>
        <w:t xml:space="preserve">a méthode </w:t>
      </w:r>
      <w:proofErr w:type="spellStart"/>
      <w:r>
        <w:t>render</w:t>
      </w:r>
      <w:proofErr w:type="spellEnd"/>
      <w:r>
        <w:t xml:space="preserve"> </w:t>
      </w:r>
      <w:r w:rsidR="005463F8">
        <w:t xml:space="preserve">est </w:t>
      </w:r>
      <w:r>
        <w:t>inutile avec l’annotation @Template</w:t>
      </w:r>
      <w:r w:rsidR="005463F8">
        <w:t>).</w:t>
      </w:r>
    </w:p>
    <w:p w14:paraId="34B1D0C4" w14:textId="77777777" w:rsidR="00E00C76" w:rsidRDefault="00E00C76" w:rsidP="00E00C76">
      <w:pPr>
        <w:spacing w:after="160" w:line="259" w:lineRule="auto"/>
        <w:jc w:val="both"/>
      </w:pPr>
    </w:p>
    <w:p w14:paraId="39D9FF55" w14:textId="77777777" w:rsidR="001A285C" w:rsidRPr="00140010" w:rsidRDefault="001A285C" w:rsidP="00653AFE">
      <w:pPr>
        <w:pStyle w:val="Titre3"/>
      </w:pPr>
      <w:bookmarkStart w:id="16" w:name="_Toc381347199"/>
      <w:bookmarkStart w:id="17" w:name="_Toc396309498"/>
      <w:r w:rsidRPr="00140010">
        <w:t>Redirection</w:t>
      </w:r>
      <w:bookmarkEnd w:id="16"/>
      <w:bookmarkEnd w:id="17"/>
    </w:p>
    <w:p w14:paraId="7B252E07" w14:textId="77777777" w:rsidR="009B06BE" w:rsidRPr="009B06BE" w:rsidRDefault="009B06BE" w:rsidP="009B06BE">
      <w:r w:rsidRPr="009B06BE">
        <w:t>La redirection permet d’effectuer des actions puis de rediriger vers une autre méthode.</w:t>
      </w:r>
    </w:p>
    <w:p w14:paraId="5C63ADB0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rStyle w:val="k"/>
          <w:lang w:val="en-US"/>
        </w:rPr>
        <w:t>public</w:t>
      </w:r>
      <w:proofErr w:type="gramEnd"/>
      <w:r w:rsidRPr="001767B3">
        <w:rPr>
          <w:lang w:val="en-US"/>
        </w:rPr>
        <w:t xml:space="preserve"> </w:t>
      </w:r>
      <w:r w:rsidRPr="001767B3">
        <w:rPr>
          <w:rStyle w:val="k"/>
          <w:lang w:val="en-US"/>
        </w:rPr>
        <w:t>function</w:t>
      </w:r>
      <w:r w:rsidRPr="001767B3">
        <w:rPr>
          <w:lang w:val="en-US"/>
        </w:rPr>
        <w:t xml:space="preserve"> </w:t>
      </w:r>
      <w:proofErr w:type="spellStart"/>
      <w:r w:rsidRPr="001767B3">
        <w:rPr>
          <w:rStyle w:val="nf"/>
          <w:lang w:val="en-US"/>
        </w:rPr>
        <w:t>indexAction</w:t>
      </w:r>
      <w:proofErr w:type="spellEnd"/>
      <w:r w:rsidRPr="001767B3">
        <w:rPr>
          <w:rStyle w:val="p"/>
          <w:lang w:val="en-US"/>
        </w:rPr>
        <w:t>($</w:t>
      </w:r>
      <w:proofErr w:type="spellStart"/>
      <w:r w:rsidRPr="001767B3">
        <w:rPr>
          <w:rStyle w:val="p"/>
          <w:lang w:val="en-US"/>
        </w:rPr>
        <w:t>maValeur</w:t>
      </w:r>
      <w:proofErr w:type="spellEnd"/>
      <w:r w:rsidRPr="001767B3">
        <w:rPr>
          <w:rStyle w:val="p"/>
          <w:lang w:val="en-US"/>
        </w:rPr>
        <w:t>)</w:t>
      </w:r>
    </w:p>
    <w:p w14:paraId="770B2F8C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rStyle w:val="p"/>
          <w:lang w:val="en-US"/>
        </w:rPr>
        <w:t>{</w:t>
      </w:r>
    </w:p>
    <w:p w14:paraId="032BFC4F" w14:textId="77777777" w:rsidR="001A285C" w:rsidRPr="001767B3" w:rsidRDefault="001A285C" w:rsidP="001A285C">
      <w:pPr>
        <w:pStyle w:val="Exemples0"/>
        <w:rPr>
          <w:rStyle w:val="p"/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rStyle w:val="k"/>
          <w:lang w:val="en-US"/>
        </w:rPr>
        <w:t>return</w:t>
      </w:r>
      <w:proofErr w:type="gramEnd"/>
      <w:r w:rsidRPr="001767B3">
        <w:rPr>
          <w:lang w:val="en-US"/>
        </w:rPr>
        <w:t xml:space="preserve"> </w:t>
      </w:r>
      <w:r w:rsidRPr="001767B3">
        <w:rPr>
          <w:rStyle w:val="nv"/>
          <w:lang w:val="en-US"/>
        </w:rPr>
        <w:t>$this</w:t>
      </w:r>
      <w:r w:rsidRPr="001767B3">
        <w:rPr>
          <w:rStyle w:val="o"/>
          <w:lang w:val="en-US"/>
        </w:rPr>
        <w:t>-&gt;</w:t>
      </w:r>
      <w:r w:rsidRPr="001767B3">
        <w:rPr>
          <w:rStyle w:val="na"/>
          <w:shd w:val="clear" w:color="auto" w:fill="A8D08D" w:themeFill="accent6" w:themeFillTint="99"/>
          <w:lang w:val="en-US"/>
        </w:rPr>
        <w:t>redirect</w:t>
      </w:r>
      <w:r w:rsidRPr="001767B3">
        <w:rPr>
          <w:rStyle w:val="p"/>
          <w:lang w:val="en-US"/>
        </w:rPr>
        <w:t>(</w:t>
      </w:r>
      <w:r w:rsidRPr="001767B3">
        <w:rPr>
          <w:rStyle w:val="nv"/>
          <w:lang w:val="en-US"/>
        </w:rPr>
        <w:t>$this</w:t>
      </w:r>
      <w:r w:rsidRPr="001767B3">
        <w:rPr>
          <w:rStyle w:val="o"/>
          <w:lang w:val="en-US"/>
        </w:rPr>
        <w:t>-&gt;</w:t>
      </w:r>
      <w:proofErr w:type="spellStart"/>
      <w:r w:rsidRPr="001767B3">
        <w:rPr>
          <w:rStyle w:val="na"/>
          <w:lang w:val="en-US"/>
        </w:rPr>
        <w:t>generateUrl</w:t>
      </w:r>
      <w:proofErr w:type="spellEnd"/>
      <w:r w:rsidRPr="001767B3">
        <w:rPr>
          <w:rStyle w:val="p"/>
          <w:lang w:val="en-US"/>
        </w:rPr>
        <w:t>(</w:t>
      </w:r>
      <w:r w:rsidRPr="001767B3">
        <w:rPr>
          <w:rStyle w:val="s1"/>
          <w:lang w:val="en-US"/>
        </w:rPr>
        <w:t>'homepage'</w:t>
      </w:r>
      <w:r w:rsidRPr="001767B3">
        <w:rPr>
          <w:rStyle w:val="p"/>
          <w:lang w:val="en-US"/>
        </w:rPr>
        <w:t>,</w:t>
      </w:r>
      <w:r w:rsidRPr="001767B3">
        <w:rPr>
          <w:lang w:val="en-US"/>
        </w:rPr>
        <w:t xml:space="preserve"> </w:t>
      </w:r>
      <w:r w:rsidRPr="001767B3">
        <w:rPr>
          <w:rStyle w:val="k"/>
          <w:lang w:val="en-US"/>
        </w:rPr>
        <w:t>array</w:t>
      </w:r>
      <w:r w:rsidRPr="001767B3">
        <w:rPr>
          <w:rStyle w:val="p"/>
          <w:lang w:val="en-US"/>
        </w:rPr>
        <w:t>(</w:t>
      </w:r>
      <w:r w:rsidRPr="001767B3">
        <w:rPr>
          <w:rStyle w:val="s1"/>
          <w:lang w:val="en-US"/>
        </w:rPr>
        <w:t>'</w:t>
      </w:r>
      <w:proofErr w:type="spellStart"/>
      <w:r w:rsidRPr="001767B3">
        <w:rPr>
          <w:rStyle w:val="s1"/>
          <w:lang w:val="en-US"/>
        </w:rPr>
        <w:t>maVar</w:t>
      </w:r>
      <w:proofErr w:type="spellEnd"/>
      <w:r w:rsidRPr="001767B3">
        <w:rPr>
          <w:rStyle w:val="s1"/>
          <w:lang w:val="en-US"/>
        </w:rPr>
        <w:t>'</w:t>
      </w:r>
      <w:r w:rsidRPr="001767B3">
        <w:rPr>
          <w:lang w:val="en-US"/>
        </w:rPr>
        <w:t xml:space="preserve"> </w:t>
      </w:r>
      <w:r w:rsidRPr="001767B3">
        <w:rPr>
          <w:rStyle w:val="o"/>
          <w:lang w:val="en-US"/>
        </w:rPr>
        <w:t>=&gt;</w:t>
      </w:r>
      <w:r w:rsidRPr="001767B3">
        <w:rPr>
          <w:lang w:val="en-US"/>
        </w:rPr>
        <w:t xml:space="preserve"> </w:t>
      </w:r>
      <w:r w:rsidRPr="001767B3">
        <w:rPr>
          <w:rStyle w:val="s1"/>
          <w:lang w:val="en-US"/>
        </w:rPr>
        <w:t>‘</w:t>
      </w:r>
      <w:proofErr w:type="spellStart"/>
      <w:r w:rsidRPr="001767B3">
        <w:rPr>
          <w:rStyle w:val="s1"/>
          <w:shd w:val="clear" w:color="auto" w:fill="767171" w:themeFill="background2" w:themeFillShade="80"/>
          <w:lang w:val="en-US"/>
        </w:rPr>
        <w:t>maValeur</w:t>
      </w:r>
      <w:proofErr w:type="spellEnd"/>
      <w:r w:rsidRPr="001767B3">
        <w:rPr>
          <w:rStyle w:val="s1"/>
          <w:shd w:val="clear" w:color="auto" w:fill="767171" w:themeFill="background2" w:themeFillShade="80"/>
          <w:lang w:val="en-US"/>
        </w:rPr>
        <w:t>’</w:t>
      </w:r>
      <w:r w:rsidRPr="001767B3">
        <w:rPr>
          <w:rStyle w:val="p"/>
          <w:lang w:val="en-US"/>
        </w:rPr>
        <w:t>));</w:t>
      </w:r>
    </w:p>
    <w:p w14:paraId="497B0C49" w14:textId="77777777" w:rsidR="001A285C" w:rsidRPr="001D27B7" w:rsidRDefault="001A285C" w:rsidP="001A285C">
      <w:pPr>
        <w:pStyle w:val="Exemples0"/>
      </w:pPr>
      <w:r w:rsidRPr="001D27B7">
        <w:rPr>
          <w:rStyle w:val="p"/>
        </w:rPr>
        <w:t>}</w:t>
      </w:r>
    </w:p>
    <w:p w14:paraId="10931F19" w14:textId="77777777" w:rsidR="001A285C" w:rsidRDefault="001A285C" w:rsidP="001A285C">
      <w:pPr>
        <w:spacing w:after="160" w:line="259" w:lineRule="auto"/>
      </w:pPr>
    </w:p>
    <w:p w14:paraId="771CACA3" w14:textId="77777777" w:rsidR="001A285C" w:rsidRDefault="001A285C" w:rsidP="001A285C">
      <w:r>
        <w:t xml:space="preserve">La fonction va rechercher le nom </w:t>
      </w:r>
      <w:r w:rsidRPr="001D27B7">
        <w:rPr>
          <w:rStyle w:val="s1"/>
        </w:rPr>
        <w:t>'</w:t>
      </w:r>
      <w:proofErr w:type="spellStart"/>
      <w:r w:rsidRPr="001D27B7">
        <w:rPr>
          <w:rStyle w:val="s1"/>
        </w:rPr>
        <w:t>homepage</w:t>
      </w:r>
      <w:proofErr w:type="spellEnd"/>
      <w:r w:rsidRPr="001D27B7">
        <w:rPr>
          <w:rStyle w:val="s1"/>
        </w:rPr>
        <w:t>'</w:t>
      </w:r>
      <w:r>
        <w:rPr>
          <w:rStyle w:val="s1"/>
        </w:rPr>
        <w:t xml:space="preserve"> dans </w:t>
      </w:r>
      <w:proofErr w:type="spellStart"/>
      <w:r>
        <w:rPr>
          <w:rStyle w:val="s1"/>
        </w:rPr>
        <w:t>routing.yml</w:t>
      </w:r>
      <w:proofErr w:type="spellEnd"/>
    </w:p>
    <w:p w14:paraId="2217F003" w14:textId="77777777" w:rsidR="001A285C" w:rsidRPr="001767B3" w:rsidRDefault="001A285C" w:rsidP="001A285C">
      <w:pPr>
        <w:pStyle w:val="Exemples0"/>
        <w:rPr>
          <w:lang w:val="en-US"/>
        </w:rPr>
      </w:pPr>
      <w:proofErr w:type="spellStart"/>
      <w:proofErr w:type="gramStart"/>
      <w:r w:rsidRPr="001767B3">
        <w:rPr>
          <w:lang w:val="en-US"/>
        </w:rPr>
        <w:t>ppe</w:t>
      </w:r>
      <w:proofErr w:type="gramEnd"/>
      <w:r w:rsidRPr="001767B3">
        <w:rPr>
          <w:lang w:val="en-US"/>
        </w:rPr>
        <w:t>_space_booking</w:t>
      </w:r>
      <w:proofErr w:type="spellEnd"/>
      <w:r w:rsidRPr="001767B3">
        <w:rPr>
          <w:lang w:val="en-US"/>
        </w:rPr>
        <w:t>:</w:t>
      </w:r>
    </w:p>
    <w:p w14:paraId="0B5F743E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resource</w:t>
      </w:r>
      <w:proofErr w:type="gramEnd"/>
      <w:r w:rsidRPr="001767B3">
        <w:rPr>
          <w:lang w:val="en-US"/>
        </w:rPr>
        <w:t>: "@</w:t>
      </w:r>
      <w:proofErr w:type="spellStart"/>
      <w:r w:rsidRPr="001767B3">
        <w:rPr>
          <w:lang w:val="en-US"/>
        </w:rPr>
        <w:t>PpeSpaceBookingBundle</w:t>
      </w:r>
      <w:proofErr w:type="spellEnd"/>
      <w:r w:rsidRPr="001767B3">
        <w:rPr>
          <w:lang w:val="en-US"/>
        </w:rPr>
        <w:t>/Controller/"</w:t>
      </w:r>
    </w:p>
    <w:p w14:paraId="67FB1722" w14:textId="77777777" w:rsidR="001A285C" w:rsidRPr="00497112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497112">
        <w:rPr>
          <w:lang w:val="en-US"/>
        </w:rPr>
        <w:t>type</w:t>
      </w:r>
      <w:proofErr w:type="gramEnd"/>
      <w:r w:rsidRPr="00497112">
        <w:rPr>
          <w:lang w:val="en-US"/>
        </w:rPr>
        <w:t>:     annotation</w:t>
      </w:r>
    </w:p>
    <w:p w14:paraId="26B35E6D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 xml:space="preserve">    </w:t>
      </w:r>
      <w:proofErr w:type="gramStart"/>
      <w:r w:rsidRPr="00497112">
        <w:rPr>
          <w:lang w:val="en-US"/>
        </w:rPr>
        <w:t>prefix</w:t>
      </w:r>
      <w:proofErr w:type="gramEnd"/>
      <w:r w:rsidRPr="00497112">
        <w:rPr>
          <w:lang w:val="en-US"/>
        </w:rPr>
        <w:t>:   /</w:t>
      </w:r>
    </w:p>
    <w:p w14:paraId="4A3A44BA" w14:textId="77777777" w:rsidR="001A285C" w:rsidRPr="00E53004" w:rsidRDefault="001A285C" w:rsidP="001A285C">
      <w:pPr>
        <w:pStyle w:val="Exemples0"/>
      </w:pPr>
      <w:proofErr w:type="spellStart"/>
      <w:proofErr w:type="gramStart"/>
      <w:r w:rsidRPr="00E53004">
        <w:t>homepage</w:t>
      </w:r>
      <w:proofErr w:type="spellEnd"/>
      <w:proofErr w:type="gramEnd"/>
      <w:r w:rsidRPr="00E53004">
        <w:t>:</w:t>
      </w:r>
    </w:p>
    <w:p w14:paraId="386B7833" w14:textId="77777777" w:rsidR="001A285C" w:rsidRDefault="001A285C" w:rsidP="001A285C">
      <w:pPr>
        <w:pStyle w:val="Exemples0"/>
      </w:pPr>
      <w:r>
        <w:t xml:space="preserve"> </w:t>
      </w:r>
      <w:r w:rsidRPr="00E53004">
        <w:t xml:space="preserve">   </w:t>
      </w:r>
      <w:proofErr w:type="spellStart"/>
      <w:proofErr w:type="gramStart"/>
      <w:r w:rsidRPr="00E53004">
        <w:t>path</w:t>
      </w:r>
      <w:proofErr w:type="spellEnd"/>
      <w:proofErr w:type="gramEnd"/>
      <w:r w:rsidRPr="00E53004">
        <w:t>: /</w:t>
      </w:r>
      <w:proofErr w:type="spellStart"/>
      <w:r w:rsidRPr="00FA0FA7">
        <w:rPr>
          <w:shd w:val="clear" w:color="auto" w:fill="FFD966" w:themeFill="accent4" w:themeFillTint="99"/>
        </w:rPr>
        <w:t>meumeu</w:t>
      </w:r>
      <w:proofErr w:type="spellEnd"/>
      <w:r w:rsidRPr="00E53004">
        <w:t>/{</w:t>
      </w:r>
      <w:proofErr w:type="spellStart"/>
      <w:r w:rsidRPr="00E53004">
        <w:t>maVar</w:t>
      </w:r>
      <w:proofErr w:type="spellEnd"/>
      <w:r w:rsidRPr="00E53004">
        <w:t>}</w:t>
      </w:r>
    </w:p>
    <w:p w14:paraId="0DEF1432" w14:textId="72BE1005" w:rsidR="001A285C" w:rsidRDefault="001A285C" w:rsidP="001A285C">
      <w:pPr>
        <w:rPr>
          <w:rStyle w:val="s1"/>
        </w:rPr>
      </w:pPr>
      <w:proofErr w:type="gramStart"/>
      <w:r>
        <w:t>puis</w:t>
      </w:r>
      <w:proofErr w:type="gramEnd"/>
      <w:r>
        <w:t xml:space="preserve"> générer l’URL /</w:t>
      </w:r>
      <w:proofErr w:type="spellStart"/>
      <w:r w:rsidRPr="00FA0FA7">
        <w:rPr>
          <w:shd w:val="clear" w:color="auto" w:fill="FFD966" w:themeFill="accent4" w:themeFillTint="99"/>
        </w:rPr>
        <w:t>meumeu</w:t>
      </w:r>
      <w:proofErr w:type="spellEnd"/>
      <w:r>
        <w:t xml:space="preserve"> /</w:t>
      </w:r>
      <w:proofErr w:type="spellStart"/>
      <w:r w:rsidRPr="00FA0FA7">
        <w:rPr>
          <w:rStyle w:val="s1"/>
          <w:shd w:val="clear" w:color="auto" w:fill="767171" w:themeFill="background2" w:themeFillShade="80"/>
        </w:rPr>
        <w:t>maValeur</w:t>
      </w:r>
      <w:proofErr w:type="spellEnd"/>
      <w:r>
        <w:rPr>
          <w:rStyle w:val="s1"/>
        </w:rPr>
        <w:t xml:space="preserve"> </w:t>
      </w:r>
      <w:r w:rsidR="00E00C76">
        <w:rPr>
          <w:rStyle w:val="s1"/>
        </w:rPr>
        <w:t>et</w:t>
      </w:r>
      <w:r>
        <w:rPr>
          <w:rStyle w:val="s1"/>
        </w:rPr>
        <w:t xml:space="preserve"> rechercher un contrôleur correspondant.</w:t>
      </w:r>
    </w:p>
    <w:p w14:paraId="27E68993" w14:textId="77777777" w:rsidR="0015436F" w:rsidRDefault="0015436F" w:rsidP="001A285C">
      <w:pPr>
        <w:rPr>
          <w:rStyle w:val="s1"/>
        </w:rPr>
      </w:pPr>
    </w:p>
    <w:p w14:paraId="24A2BDBB" w14:textId="77777777" w:rsidR="00E00C76" w:rsidRDefault="00E00C76" w:rsidP="001A285C">
      <w:pPr>
        <w:rPr>
          <w:rStyle w:val="s1"/>
        </w:rPr>
      </w:pPr>
    </w:p>
    <w:p w14:paraId="523883D9" w14:textId="77777777" w:rsidR="001A285C" w:rsidRPr="00140010" w:rsidRDefault="001A285C" w:rsidP="00653AFE">
      <w:pPr>
        <w:pStyle w:val="Titre3"/>
      </w:pPr>
      <w:bookmarkStart w:id="18" w:name="_Toc381347200"/>
      <w:bookmarkStart w:id="19" w:name="_Toc396309499"/>
      <w:proofErr w:type="spellStart"/>
      <w:r w:rsidRPr="00140010">
        <w:t>Forward</w:t>
      </w:r>
      <w:proofErr w:type="spellEnd"/>
      <w:r w:rsidRPr="00140010">
        <w:t xml:space="preserve"> ou transfert</w:t>
      </w:r>
      <w:bookmarkEnd w:id="18"/>
      <w:bookmarkEnd w:id="19"/>
    </w:p>
    <w:p w14:paraId="5D27058E" w14:textId="7DF327E2" w:rsidR="00916DE1" w:rsidRPr="00916DE1" w:rsidRDefault="00916DE1" w:rsidP="00DF0ED1">
      <w:pPr>
        <w:jc w:val="both"/>
      </w:pPr>
      <w:r w:rsidRPr="00916DE1">
        <w:t xml:space="preserve">La méthode </w:t>
      </w:r>
      <w:proofErr w:type="spellStart"/>
      <w:r w:rsidRPr="00916DE1">
        <w:t>forward</w:t>
      </w:r>
      <w:proofErr w:type="spellEnd"/>
      <w:r w:rsidRPr="00916DE1">
        <w:t xml:space="preserve"> permet d’exécuter une sous requête. </w:t>
      </w:r>
      <w:proofErr w:type="spellStart"/>
      <w:r>
        <w:t>Symfony</w:t>
      </w:r>
      <w:proofErr w:type="spellEnd"/>
      <w:r>
        <w:t xml:space="preserve"> appelle la méthode </w:t>
      </w:r>
      <w:r w:rsidR="00DF0ED1">
        <w:t>c</w:t>
      </w:r>
      <w:r>
        <w:t>orrespondante</w:t>
      </w:r>
      <w:r w:rsidR="00DF0ED1">
        <w:t xml:space="preserve"> </w:t>
      </w:r>
      <w:r>
        <w:t>et renvoie la réponse.</w:t>
      </w:r>
    </w:p>
    <w:p w14:paraId="3D0CFDBD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rStyle w:val="k"/>
          <w:lang w:val="en-US"/>
        </w:rPr>
        <w:t>public</w:t>
      </w:r>
      <w:proofErr w:type="gramEnd"/>
      <w:r w:rsidRPr="001767B3">
        <w:rPr>
          <w:lang w:val="en-US"/>
        </w:rPr>
        <w:t xml:space="preserve"> </w:t>
      </w:r>
      <w:r w:rsidRPr="001767B3">
        <w:rPr>
          <w:rStyle w:val="k"/>
          <w:lang w:val="en-US"/>
        </w:rPr>
        <w:t>function</w:t>
      </w:r>
      <w:r w:rsidRPr="001767B3">
        <w:rPr>
          <w:lang w:val="en-US"/>
        </w:rPr>
        <w:t xml:space="preserve"> </w:t>
      </w:r>
      <w:proofErr w:type="spellStart"/>
      <w:r w:rsidRPr="001767B3">
        <w:rPr>
          <w:rStyle w:val="nf"/>
          <w:lang w:val="en-US"/>
        </w:rPr>
        <w:t>indexAction</w:t>
      </w:r>
      <w:proofErr w:type="spellEnd"/>
      <w:r w:rsidRPr="001767B3">
        <w:rPr>
          <w:rStyle w:val="p"/>
          <w:lang w:val="en-US"/>
        </w:rPr>
        <w:t>(</w:t>
      </w:r>
      <w:r w:rsidRPr="001767B3">
        <w:rPr>
          <w:rStyle w:val="nv"/>
          <w:lang w:val="en-US"/>
        </w:rPr>
        <w:t>$name</w:t>
      </w:r>
      <w:r w:rsidRPr="001767B3">
        <w:rPr>
          <w:rStyle w:val="p"/>
          <w:lang w:val="en-US"/>
        </w:rPr>
        <w:t>)</w:t>
      </w:r>
    </w:p>
    <w:p w14:paraId="366F1DBE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rStyle w:val="p"/>
          <w:lang w:val="en-US"/>
        </w:rPr>
        <w:t>{</w:t>
      </w:r>
    </w:p>
    <w:p w14:paraId="5FD4D2F2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r w:rsidRPr="001767B3">
        <w:rPr>
          <w:rStyle w:val="nv"/>
          <w:lang w:val="en-US"/>
        </w:rPr>
        <w:t>$</w:t>
      </w:r>
      <w:proofErr w:type="gramStart"/>
      <w:r w:rsidRPr="001767B3">
        <w:rPr>
          <w:rStyle w:val="nv"/>
          <w:lang w:val="en-US"/>
        </w:rPr>
        <w:t>response</w:t>
      </w:r>
      <w:proofErr w:type="gramEnd"/>
      <w:r w:rsidRPr="001767B3">
        <w:rPr>
          <w:lang w:val="en-US"/>
        </w:rPr>
        <w:t xml:space="preserve"> </w:t>
      </w:r>
      <w:r w:rsidRPr="001767B3">
        <w:rPr>
          <w:rStyle w:val="o"/>
          <w:lang w:val="en-US"/>
        </w:rPr>
        <w:t>=</w:t>
      </w:r>
      <w:r w:rsidRPr="001767B3">
        <w:rPr>
          <w:lang w:val="en-US"/>
        </w:rPr>
        <w:t xml:space="preserve"> </w:t>
      </w:r>
      <w:r w:rsidRPr="001767B3">
        <w:rPr>
          <w:rStyle w:val="nv"/>
          <w:lang w:val="en-US"/>
        </w:rPr>
        <w:t>$this</w:t>
      </w:r>
      <w:r w:rsidRPr="001767B3">
        <w:rPr>
          <w:rStyle w:val="o"/>
          <w:lang w:val="en-US"/>
        </w:rPr>
        <w:t>-&gt;</w:t>
      </w:r>
      <w:r w:rsidRPr="001767B3">
        <w:rPr>
          <w:rStyle w:val="na"/>
          <w:shd w:val="clear" w:color="auto" w:fill="A8D08D" w:themeFill="accent6" w:themeFillTint="99"/>
          <w:lang w:val="en-US"/>
        </w:rPr>
        <w:t>forward</w:t>
      </w:r>
      <w:r w:rsidRPr="001767B3">
        <w:rPr>
          <w:rStyle w:val="p"/>
          <w:lang w:val="en-US"/>
        </w:rPr>
        <w:t>(</w:t>
      </w:r>
      <w:proofErr w:type="spellStart"/>
      <w:r w:rsidRPr="001767B3">
        <w:rPr>
          <w:lang w:val="en-US"/>
        </w:rPr>
        <w:t>PpeSpaceBookingBundle</w:t>
      </w:r>
      <w:r w:rsidRPr="001767B3">
        <w:rPr>
          <w:rStyle w:val="s1"/>
          <w:lang w:val="en-US"/>
        </w:rPr>
        <w:t>:</w:t>
      </w:r>
      <w:r w:rsidRPr="001767B3">
        <w:rPr>
          <w:rStyle w:val="s1"/>
          <w:shd w:val="clear" w:color="auto" w:fill="F7CAAC" w:themeFill="accent2" w:themeFillTint="66"/>
          <w:lang w:val="en-US"/>
        </w:rPr>
        <w:t>Mon</w:t>
      </w:r>
      <w:r w:rsidRPr="001767B3">
        <w:rPr>
          <w:rStyle w:val="s1"/>
          <w:lang w:val="en-US"/>
        </w:rPr>
        <w:t>:</w:t>
      </w:r>
      <w:r w:rsidRPr="001767B3">
        <w:rPr>
          <w:rStyle w:val="s1"/>
          <w:shd w:val="clear" w:color="auto" w:fill="FFE599" w:themeFill="accent4" w:themeFillTint="66"/>
          <w:lang w:val="en-US"/>
        </w:rPr>
        <w:t>index</w:t>
      </w:r>
      <w:proofErr w:type="spellEnd"/>
      <w:r w:rsidRPr="001767B3">
        <w:rPr>
          <w:rStyle w:val="s1"/>
          <w:shd w:val="clear" w:color="auto" w:fill="FFE599" w:themeFill="accent4" w:themeFillTint="66"/>
          <w:lang w:val="en-US"/>
        </w:rPr>
        <w:t>'</w:t>
      </w:r>
      <w:r w:rsidRPr="001767B3">
        <w:rPr>
          <w:rStyle w:val="p"/>
          <w:lang w:val="en-US"/>
        </w:rPr>
        <w:t>,</w:t>
      </w:r>
      <w:r w:rsidRPr="001767B3">
        <w:rPr>
          <w:lang w:val="en-US"/>
        </w:rPr>
        <w:t xml:space="preserve"> </w:t>
      </w:r>
      <w:r w:rsidRPr="001767B3">
        <w:rPr>
          <w:rStyle w:val="k"/>
          <w:lang w:val="en-US"/>
        </w:rPr>
        <w:t>array</w:t>
      </w:r>
      <w:r w:rsidRPr="001767B3">
        <w:rPr>
          <w:rStyle w:val="p"/>
          <w:lang w:val="en-US"/>
        </w:rPr>
        <w:t>(</w:t>
      </w:r>
    </w:p>
    <w:p w14:paraId="02AD6E5A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   </w:t>
      </w:r>
      <w:r w:rsidRPr="001767B3">
        <w:rPr>
          <w:rStyle w:val="s1"/>
          <w:lang w:val="en-US"/>
        </w:rPr>
        <w:t>'</w:t>
      </w:r>
      <w:proofErr w:type="gramStart"/>
      <w:r w:rsidRPr="001767B3">
        <w:rPr>
          <w:rStyle w:val="s1"/>
          <w:lang w:val="en-US"/>
        </w:rPr>
        <w:t>name'</w:t>
      </w:r>
      <w:proofErr w:type="gramEnd"/>
      <w:r w:rsidRPr="001767B3">
        <w:rPr>
          <w:lang w:val="en-US"/>
        </w:rPr>
        <w:t xml:space="preserve">  </w:t>
      </w:r>
      <w:r w:rsidRPr="001767B3">
        <w:rPr>
          <w:rStyle w:val="o"/>
          <w:lang w:val="en-US"/>
        </w:rPr>
        <w:t>=&gt;</w:t>
      </w:r>
      <w:r w:rsidRPr="001767B3">
        <w:rPr>
          <w:lang w:val="en-US"/>
        </w:rPr>
        <w:t xml:space="preserve"> </w:t>
      </w:r>
      <w:r w:rsidRPr="001767B3">
        <w:rPr>
          <w:rStyle w:val="nv"/>
          <w:lang w:val="en-US"/>
        </w:rPr>
        <w:t>$name</w:t>
      </w:r>
      <w:r w:rsidRPr="001767B3">
        <w:rPr>
          <w:rStyle w:val="p"/>
          <w:lang w:val="en-US"/>
        </w:rPr>
        <w:t>,</w:t>
      </w:r>
    </w:p>
    <w:p w14:paraId="526F1D67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   </w:t>
      </w:r>
      <w:r w:rsidRPr="001767B3">
        <w:rPr>
          <w:rStyle w:val="s1"/>
          <w:lang w:val="en-US"/>
        </w:rPr>
        <w:t>'</w:t>
      </w:r>
      <w:proofErr w:type="gramStart"/>
      <w:r w:rsidRPr="001767B3">
        <w:rPr>
          <w:rStyle w:val="s1"/>
          <w:lang w:val="en-US"/>
        </w:rPr>
        <w:t>color'</w:t>
      </w:r>
      <w:proofErr w:type="gramEnd"/>
      <w:r w:rsidRPr="001767B3">
        <w:rPr>
          <w:lang w:val="en-US"/>
        </w:rPr>
        <w:t xml:space="preserve"> </w:t>
      </w:r>
      <w:r w:rsidRPr="001767B3">
        <w:rPr>
          <w:rStyle w:val="o"/>
          <w:lang w:val="en-US"/>
        </w:rPr>
        <w:t>=&gt;</w:t>
      </w:r>
      <w:r w:rsidRPr="001767B3">
        <w:rPr>
          <w:lang w:val="en-US"/>
        </w:rPr>
        <w:t xml:space="preserve"> </w:t>
      </w:r>
      <w:r w:rsidRPr="001767B3">
        <w:rPr>
          <w:rStyle w:val="s1"/>
          <w:lang w:val="en-US"/>
        </w:rPr>
        <w:t>'green'</w:t>
      </w:r>
      <w:r w:rsidRPr="001767B3">
        <w:rPr>
          <w:rStyle w:val="p"/>
          <w:lang w:val="en-US"/>
        </w:rPr>
        <w:t>,</w:t>
      </w:r>
    </w:p>
    <w:p w14:paraId="0BC7E6CB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r w:rsidRPr="001767B3">
        <w:rPr>
          <w:rStyle w:val="p"/>
          <w:lang w:val="en-US"/>
        </w:rPr>
        <w:t>));</w:t>
      </w:r>
    </w:p>
    <w:p w14:paraId="0EEDB338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rStyle w:val="k"/>
          <w:lang w:val="en-US"/>
        </w:rPr>
        <w:t>return</w:t>
      </w:r>
      <w:proofErr w:type="gramEnd"/>
      <w:r w:rsidRPr="001767B3">
        <w:rPr>
          <w:lang w:val="en-US"/>
        </w:rPr>
        <w:t xml:space="preserve"> </w:t>
      </w:r>
      <w:r w:rsidRPr="001767B3">
        <w:rPr>
          <w:rStyle w:val="nv"/>
          <w:lang w:val="en-US"/>
        </w:rPr>
        <w:t>$response</w:t>
      </w:r>
      <w:r w:rsidRPr="001767B3">
        <w:rPr>
          <w:rStyle w:val="p"/>
          <w:lang w:val="en-US"/>
        </w:rPr>
        <w:t>;</w:t>
      </w:r>
    </w:p>
    <w:p w14:paraId="50012B08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rStyle w:val="p"/>
          <w:lang w:val="en-US"/>
        </w:rPr>
        <w:t>}</w:t>
      </w:r>
    </w:p>
    <w:p w14:paraId="57DCBAE1" w14:textId="77777777" w:rsidR="001A285C" w:rsidRDefault="001A285C" w:rsidP="001A285C">
      <w:r w:rsidRPr="001D27B7">
        <w:rPr>
          <w:rStyle w:val="s1"/>
          <w:shd w:val="clear" w:color="auto" w:fill="F7CAAC" w:themeFill="accent2" w:themeFillTint="66"/>
        </w:rPr>
        <w:t>Mon</w:t>
      </w:r>
      <w:r>
        <w:t xml:space="preserve">  correspond au nom du contrôleur</w:t>
      </w:r>
    </w:p>
    <w:p w14:paraId="49FA35EF" w14:textId="77777777" w:rsidR="001A285C" w:rsidRDefault="001A285C" w:rsidP="001A285C">
      <w:pPr>
        <w:rPr>
          <w:rStyle w:val="s1"/>
          <w:shd w:val="clear" w:color="auto" w:fill="FFFFFF" w:themeFill="background1"/>
        </w:rPr>
      </w:pPr>
      <w:r w:rsidRPr="001D27B7">
        <w:rPr>
          <w:rStyle w:val="s1"/>
          <w:shd w:val="clear" w:color="auto" w:fill="FFE599" w:themeFill="accent4" w:themeFillTint="66"/>
        </w:rPr>
        <w:t>Index</w:t>
      </w:r>
      <w:r>
        <w:rPr>
          <w:rStyle w:val="s1"/>
          <w:shd w:val="clear" w:color="auto" w:fill="FFE599" w:themeFill="accent4" w:themeFillTint="66"/>
        </w:rPr>
        <w:t xml:space="preserve"> </w:t>
      </w:r>
      <w:r w:rsidRPr="001D27B7">
        <w:rPr>
          <w:rStyle w:val="s1"/>
          <w:shd w:val="clear" w:color="auto" w:fill="FFFFFF" w:themeFill="background1"/>
        </w:rPr>
        <w:t>correspond au nom de la méthode</w:t>
      </w:r>
    </w:p>
    <w:p w14:paraId="1EF3F6C1" w14:textId="77777777" w:rsidR="001A285C" w:rsidRDefault="001A285C" w:rsidP="001A285C">
      <w:pPr>
        <w:rPr>
          <w:rFonts w:eastAsiaTheme="majorEastAsia" w:cstheme="majorBidi"/>
          <w:b/>
          <w:bCs/>
          <w:color w:val="5B9BD5" w:themeColor="accent1"/>
          <w:sz w:val="26"/>
          <w:szCs w:val="26"/>
        </w:rPr>
      </w:pPr>
    </w:p>
    <w:p w14:paraId="104E174B" w14:textId="77777777" w:rsidR="0015436F" w:rsidRDefault="0015436F" w:rsidP="00DF0ED1">
      <w:pPr>
        <w:pStyle w:val="HTMLprformat"/>
        <w:jc w:val="both"/>
        <w:rPr>
          <w:rFonts w:ascii="Arial" w:hAnsi="Arial" w:cs="Arial"/>
        </w:rPr>
      </w:pPr>
      <w:bookmarkStart w:id="20" w:name="_Toc381347201"/>
      <w:bookmarkStart w:id="21" w:name="_Toc396309500"/>
      <w:r w:rsidRPr="0015436F">
        <w:rPr>
          <w:rFonts w:ascii="Arial" w:hAnsi="Arial" w:cs="Arial"/>
        </w:rPr>
        <w:t>Si vous avez des problèmes avec vo</w:t>
      </w:r>
      <w:r>
        <w:rPr>
          <w:rFonts w:ascii="Arial" w:hAnsi="Arial" w:cs="Arial"/>
        </w:rPr>
        <w:t>s</w:t>
      </w:r>
      <w:r w:rsidRPr="0015436F">
        <w:rPr>
          <w:rFonts w:ascii="Arial" w:hAnsi="Arial" w:cs="Arial"/>
        </w:rPr>
        <w:t xml:space="preserve"> routes, vous pouvez utiliser dans la console </w:t>
      </w:r>
      <w:proofErr w:type="spellStart"/>
      <w:r w:rsidRPr="0015436F">
        <w:rPr>
          <w:rFonts w:ascii="Arial" w:hAnsi="Arial" w:cs="Arial"/>
        </w:rPr>
        <w:t>app</w:t>
      </w:r>
      <w:proofErr w:type="spellEnd"/>
      <w:r w:rsidRPr="0015436F">
        <w:rPr>
          <w:rFonts w:ascii="Arial" w:hAnsi="Arial" w:cs="Arial"/>
        </w:rPr>
        <w:t xml:space="preserve">/console </w:t>
      </w:r>
      <w:proofErr w:type="spellStart"/>
      <w:r w:rsidRPr="0015436F">
        <w:rPr>
          <w:rFonts w:ascii="Arial" w:hAnsi="Arial" w:cs="Arial"/>
        </w:rPr>
        <w:t>router:debug</w:t>
      </w:r>
      <w:proofErr w:type="spellEnd"/>
      <w:r>
        <w:rPr>
          <w:rFonts w:ascii="Arial" w:hAnsi="Arial" w:cs="Arial"/>
        </w:rPr>
        <w:t>. Vous obtiendrez une liste de vos routes avec les URL correspondantes.</w:t>
      </w:r>
    </w:p>
    <w:p w14:paraId="1EE04F2C" w14:textId="77777777" w:rsidR="0015436F" w:rsidRDefault="0015436F" w:rsidP="0015436F">
      <w:pPr>
        <w:pStyle w:val="HTMLprformat"/>
        <w:rPr>
          <w:rFonts w:ascii="Arial" w:hAnsi="Arial" w:cs="Arial"/>
        </w:rPr>
      </w:pPr>
    </w:p>
    <w:p w14:paraId="1E4A03EF" w14:textId="77777777" w:rsidR="0015436F" w:rsidRPr="0015436F" w:rsidRDefault="0015436F" w:rsidP="0015436F">
      <w:pPr>
        <w:pStyle w:val="HTMLprforma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FE33B2F" wp14:editId="4B627EC6">
            <wp:extent cx="5760720" cy="2110740"/>
            <wp:effectExtent l="0" t="0" r="0" b="3810"/>
            <wp:docPr id="7" name="Image 7" descr="C:\Users\wizou\Desktop\S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zou\Desktop\Srout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59D1A" w14:textId="77777777" w:rsidR="007C7DCA" w:rsidRDefault="007C7DCA">
      <w:pPr>
        <w:spacing w:after="160" w:line="259" w:lineRule="auto"/>
        <w:rPr>
          <w:b/>
          <w:color w:val="0070C0"/>
          <w:sz w:val="24"/>
          <w:szCs w:val="32"/>
        </w:rPr>
      </w:pPr>
    </w:p>
    <w:p w14:paraId="58E8A78A" w14:textId="77777777" w:rsidR="00FA36CD" w:rsidRDefault="00FA36CD">
      <w:pPr>
        <w:spacing w:after="160" w:line="259" w:lineRule="auto"/>
        <w:rPr>
          <w:b/>
          <w:bCs/>
          <w:color w:val="B02200"/>
          <w:sz w:val="26"/>
          <w:szCs w:val="36"/>
        </w:rPr>
      </w:pPr>
      <w:r>
        <w:br w:type="page"/>
      </w:r>
    </w:p>
    <w:p w14:paraId="707042B4" w14:textId="77777777" w:rsidR="001A285C" w:rsidRDefault="001A285C" w:rsidP="00653AFE">
      <w:pPr>
        <w:pStyle w:val="Titre2"/>
      </w:pPr>
      <w:r>
        <w:lastRenderedPageBreak/>
        <w:t>Les annotations</w:t>
      </w:r>
      <w:bookmarkEnd w:id="20"/>
      <w:bookmarkEnd w:id="21"/>
    </w:p>
    <w:p w14:paraId="1DBBF0F9" w14:textId="77777777" w:rsidR="001A285C" w:rsidRDefault="001A285C" w:rsidP="001A285C">
      <w:r>
        <w:t xml:space="preserve">Les annotations simplifient principalement le routage dans </w:t>
      </w:r>
      <w:proofErr w:type="spellStart"/>
      <w:r>
        <w:t>Symfony</w:t>
      </w:r>
      <w:proofErr w:type="spellEnd"/>
      <w:r>
        <w:t xml:space="preserve">. Les annotations sont présentes dans </w:t>
      </w:r>
      <w:r w:rsidR="00093E1A">
        <w:t>de nombreux</w:t>
      </w:r>
      <w:r>
        <w:t xml:space="preserve"> de langages.</w:t>
      </w:r>
    </w:p>
    <w:p w14:paraId="4E18446B" w14:textId="77777777" w:rsidR="001A285C" w:rsidRDefault="001A285C" w:rsidP="001A285C"/>
    <w:p w14:paraId="14058D0C" w14:textId="77777777" w:rsidR="001A285C" w:rsidRDefault="001A285C" w:rsidP="001A285C">
      <w:r>
        <w:t>Toute annotation utilisée dans le contrôleur doit être importé</w:t>
      </w:r>
      <w:r w:rsidR="00093E1A">
        <w:t>e sous</w:t>
      </w:r>
      <w:r>
        <w:t xml:space="preserve"> la forme :</w:t>
      </w:r>
    </w:p>
    <w:p w14:paraId="3400C679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Sensio</w:t>
      </w:r>
      <w:proofErr w:type="spellEnd"/>
      <w:r w:rsidRPr="001767B3">
        <w:rPr>
          <w:lang w:val="en-US"/>
        </w:rPr>
        <w:t>\Bundle\</w:t>
      </w:r>
      <w:proofErr w:type="spellStart"/>
      <w:r w:rsidRPr="001767B3">
        <w:rPr>
          <w:lang w:val="en-US"/>
        </w:rPr>
        <w:t>FrameworkExtraBundle</w:t>
      </w:r>
      <w:proofErr w:type="spellEnd"/>
      <w:r w:rsidRPr="001767B3">
        <w:rPr>
          <w:lang w:val="en-US"/>
        </w:rPr>
        <w:t>\Configuration\Route;</w:t>
      </w:r>
    </w:p>
    <w:p w14:paraId="1CCAE3E1" w14:textId="77777777" w:rsidR="001A285C" w:rsidRPr="001767B3" w:rsidRDefault="001A285C" w:rsidP="001A285C">
      <w:pPr>
        <w:rPr>
          <w:lang w:val="en-US"/>
        </w:rPr>
      </w:pPr>
    </w:p>
    <w:p w14:paraId="2E94F300" w14:textId="77777777" w:rsidR="001A285C" w:rsidRDefault="001A285C" w:rsidP="001A285C">
      <w:r>
        <w:t>Il existe plusieurs annotations :</w:t>
      </w:r>
    </w:p>
    <w:p w14:paraId="233B0CAF" w14:textId="77777777" w:rsidR="001A285C" w:rsidRDefault="001A285C" w:rsidP="00E75649">
      <w:pPr>
        <w:pStyle w:val="Paragraphedeliste"/>
        <w:numPr>
          <w:ilvl w:val="0"/>
          <w:numId w:val="1"/>
        </w:numPr>
      </w:pPr>
      <w:r>
        <w:fldChar w:fldCharType="begin"/>
      </w:r>
      <w:r>
        <w:instrText xml:space="preserve"> HYPERLINK "http://symfony.com/fr/doc/current/bundles/SensioFrameworkExtraBundle/annotations/routing.html" </w:instrText>
      </w:r>
      <w:r>
        <w:fldChar w:fldCharType="separate"/>
      </w:r>
      <w:r>
        <w:t xml:space="preserve">@Route </w:t>
      </w:r>
    </w:p>
    <w:p w14:paraId="2B626C91" w14:textId="77777777" w:rsidR="001A285C" w:rsidRDefault="001A285C" w:rsidP="00E75649">
      <w:pPr>
        <w:pStyle w:val="Paragraphedeliste"/>
        <w:numPr>
          <w:ilvl w:val="0"/>
          <w:numId w:val="1"/>
        </w:numPr>
      </w:pPr>
      <w:r w:rsidRPr="00124F9F">
        <w:t>@</w:t>
      </w:r>
      <w:proofErr w:type="spellStart"/>
      <w:r w:rsidRPr="00124F9F">
        <w:t>Method</w:t>
      </w:r>
      <w:proofErr w:type="spellEnd"/>
      <w:r>
        <w:fldChar w:fldCharType="end"/>
      </w:r>
    </w:p>
    <w:p w14:paraId="79EBCC17" w14:textId="77777777" w:rsidR="001A285C" w:rsidRDefault="0024569D" w:rsidP="00E75649">
      <w:pPr>
        <w:pStyle w:val="Paragraphedeliste"/>
        <w:numPr>
          <w:ilvl w:val="0"/>
          <w:numId w:val="1"/>
        </w:numPr>
      </w:pPr>
      <w:hyperlink r:id="rId12" w:history="1">
        <w:r w:rsidR="001A285C" w:rsidRPr="00124F9F">
          <w:t>@Template</w:t>
        </w:r>
      </w:hyperlink>
    </w:p>
    <w:p w14:paraId="66019141" w14:textId="77777777" w:rsidR="001A285C" w:rsidRDefault="0024569D" w:rsidP="00E75649">
      <w:pPr>
        <w:pStyle w:val="Paragraphedeliste"/>
        <w:numPr>
          <w:ilvl w:val="0"/>
          <w:numId w:val="1"/>
        </w:numPr>
      </w:pPr>
      <w:hyperlink r:id="rId13" w:history="1">
        <w:r w:rsidR="001A285C" w:rsidRPr="00124F9F">
          <w:t>@</w:t>
        </w:r>
        <w:proofErr w:type="spellStart"/>
        <w:r w:rsidR="001A285C" w:rsidRPr="00124F9F">
          <w:t>ParamConverter</w:t>
        </w:r>
        <w:proofErr w:type="spellEnd"/>
      </w:hyperlink>
    </w:p>
    <w:p w14:paraId="652E510A" w14:textId="77777777" w:rsidR="001A285C" w:rsidRDefault="0024569D" w:rsidP="00E75649">
      <w:pPr>
        <w:pStyle w:val="Paragraphedeliste"/>
        <w:numPr>
          <w:ilvl w:val="0"/>
          <w:numId w:val="1"/>
        </w:numPr>
      </w:pPr>
      <w:hyperlink r:id="rId14" w:history="1">
        <w:r w:rsidR="001A285C" w:rsidRPr="00124F9F">
          <w:t>@Cache</w:t>
        </w:r>
      </w:hyperlink>
    </w:p>
    <w:p w14:paraId="3CE7D216" w14:textId="77777777" w:rsidR="00653AFE" w:rsidRDefault="00653AFE" w:rsidP="00653AFE">
      <w:pPr>
        <w:pStyle w:val="Paragraphedeliste"/>
      </w:pPr>
    </w:p>
    <w:p w14:paraId="24736D96" w14:textId="77777777" w:rsidR="000A6501" w:rsidRDefault="000A6501" w:rsidP="00653AFE">
      <w:pPr>
        <w:pStyle w:val="Paragraphedeliste"/>
      </w:pPr>
    </w:p>
    <w:p w14:paraId="7B3FD3ED" w14:textId="77777777" w:rsidR="001A285C" w:rsidRDefault="001A285C" w:rsidP="00653AFE">
      <w:pPr>
        <w:pStyle w:val="Titre3"/>
      </w:pPr>
      <w:r w:rsidRPr="00124F9F">
        <w:t xml:space="preserve"> </w:t>
      </w:r>
      <w:bookmarkStart w:id="22" w:name="_Toc381347202"/>
      <w:bookmarkStart w:id="23" w:name="_Toc396309501"/>
      <w:r w:rsidRPr="00124F9F">
        <w:t>@Route</w:t>
      </w:r>
      <w:bookmarkEnd w:id="22"/>
      <w:bookmarkEnd w:id="23"/>
      <w:r w:rsidRPr="00124F9F">
        <w:t xml:space="preserve">                     </w:t>
      </w:r>
    </w:p>
    <w:p w14:paraId="5AB23364" w14:textId="77777777" w:rsidR="001A285C" w:rsidRDefault="001A285C" w:rsidP="001A285C">
      <w:r>
        <w:t xml:space="preserve">Il est possible de définir plusieurs URL pour une route </w:t>
      </w:r>
    </w:p>
    <w:p w14:paraId="016A6CC2" w14:textId="77777777" w:rsidR="001A285C" w:rsidRPr="00497112" w:rsidRDefault="001A285C" w:rsidP="001A285C">
      <w:pPr>
        <w:pStyle w:val="Exemples0"/>
      </w:pPr>
      <w:r>
        <w:t xml:space="preserve"> </w:t>
      </w:r>
      <w:r w:rsidRPr="00497112">
        <w:t xml:space="preserve">/** </w:t>
      </w:r>
    </w:p>
    <w:p w14:paraId="6ADAF164" w14:textId="77777777" w:rsidR="001A285C" w:rsidRPr="00497112" w:rsidRDefault="001A285C" w:rsidP="001A285C">
      <w:pPr>
        <w:pStyle w:val="Exemples0"/>
      </w:pPr>
      <w:r w:rsidRPr="00497112">
        <w:t xml:space="preserve">* </w:t>
      </w:r>
      <w:proofErr w:type="gramStart"/>
      <w:r w:rsidRPr="00497112">
        <w:t>@Route(</w:t>
      </w:r>
      <w:proofErr w:type="gramEnd"/>
      <w:r w:rsidRPr="00497112">
        <w:t>"/test1/")</w:t>
      </w:r>
    </w:p>
    <w:p w14:paraId="6C6B7BE4" w14:textId="77777777" w:rsidR="001A285C" w:rsidRPr="00497112" w:rsidRDefault="001A285C" w:rsidP="001A285C">
      <w:pPr>
        <w:pStyle w:val="Exemples0"/>
      </w:pPr>
      <w:r w:rsidRPr="00497112">
        <w:t xml:space="preserve">* </w:t>
      </w:r>
      <w:proofErr w:type="gramStart"/>
      <w:r w:rsidRPr="00497112">
        <w:t>@Route(</w:t>
      </w:r>
      <w:proofErr w:type="gramEnd"/>
      <w:r w:rsidRPr="00497112">
        <w:t>"/test2/")</w:t>
      </w:r>
    </w:p>
    <w:p w14:paraId="727CDB3A" w14:textId="77777777" w:rsidR="001A285C" w:rsidRPr="00497112" w:rsidRDefault="001A285C" w:rsidP="001A285C">
      <w:pPr>
        <w:pStyle w:val="Exemples0"/>
      </w:pPr>
      <w:r w:rsidRPr="00497112">
        <w:t>*/</w:t>
      </w:r>
    </w:p>
    <w:p w14:paraId="3AF33496" w14:textId="77777777" w:rsidR="001A285C" w:rsidRPr="00497112" w:rsidRDefault="001A285C" w:rsidP="001A285C">
      <w:pPr>
        <w:pStyle w:val="Exemples0"/>
      </w:pPr>
      <w:r w:rsidRPr="00497112">
        <w:t xml:space="preserve">    </w:t>
      </w:r>
      <w:proofErr w:type="gramStart"/>
      <w:r w:rsidRPr="00497112">
        <w:t>public</w:t>
      </w:r>
      <w:proofErr w:type="gramEnd"/>
      <w:r w:rsidRPr="00497112">
        <w:t xml:space="preserve"> </w:t>
      </w:r>
      <w:proofErr w:type="spellStart"/>
      <w:r w:rsidRPr="00497112">
        <w:t>function</w:t>
      </w:r>
      <w:proofErr w:type="spellEnd"/>
      <w:r w:rsidRPr="00497112">
        <w:t xml:space="preserve"> </w:t>
      </w:r>
      <w:proofErr w:type="spellStart"/>
      <w:r w:rsidRPr="00497112">
        <w:rPr>
          <w:shd w:val="clear" w:color="auto" w:fill="FFD966" w:themeFill="accent4" w:themeFillTint="99"/>
        </w:rPr>
        <w:t>index</w:t>
      </w:r>
      <w:r w:rsidRPr="00497112">
        <w:t>Action</w:t>
      </w:r>
      <w:proofErr w:type="spellEnd"/>
      <w:r w:rsidRPr="00497112">
        <w:t>($</w:t>
      </w:r>
      <w:proofErr w:type="spellStart"/>
      <w:r w:rsidRPr="00497112">
        <w:t>name</w:t>
      </w:r>
      <w:proofErr w:type="spellEnd"/>
      <w:r w:rsidRPr="00497112">
        <w:t>)</w:t>
      </w:r>
    </w:p>
    <w:p w14:paraId="1F35235B" w14:textId="0FF140F6" w:rsidR="001A285C" w:rsidRDefault="001A285C" w:rsidP="001A285C">
      <w:r>
        <w:t xml:space="preserve">On peut récupérer des variables comme </w:t>
      </w:r>
      <w:proofErr w:type="gramStart"/>
      <w:r>
        <w:t>vu</w:t>
      </w:r>
      <w:proofErr w:type="gramEnd"/>
      <w:r>
        <w:t xml:space="preserve"> précédemment</w:t>
      </w:r>
    </w:p>
    <w:p w14:paraId="549A0AC3" w14:textId="77777777" w:rsidR="001A285C" w:rsidRDefault="001A285C" w:rsidP="001A285C">
      <w:r w:rsidRPr="00124F9F">
        <w:t xml:space="preserve">                </w:t>
      </w:r>
    </w:p>
    <w:p w14:paraId="349BB73A" w14:textId="77777777" w:rsidR="001A285C" w:rsidRDefault="001A285C" w:rsidP="001A285C">
      <w:r>
        <w:t>On peut ajouter des attributs</w:t>
      </w:r>
    </w:p>
    <w:p w14:paraId="54D1047C" w14:textId="77777777" w:rsidR="001A285C" w:rsidRPr="005B150E" w:rsidRDefault="001A285C" w:rsidP="001A285C">
      <w:pPr>
        <w:pStyle w:val="Exemples0"/>
      </w:pPr>
      <w:r w:rsidRPr="005B150E">
        <w:t xml:space="preserve">/** </w:t>
      </w:r>
    </w:p>
    <w:p w14:paraId="71A5EFC5" w14:textId="77777777" w:rsidR="001A285C" w:rsidRDefault="001A285C" w:rsidP="001A285C">
      <w:pPr>
        <w:pStyle w:val="Exemples0"/>
      </w:pPr>
      <w:r w:rsidRPr="005B150E">
        <w:t xml:space="preserve">* </w:t>
      </w:r>
      <w:proofErr w:type="gramStart"/>
      <w:r w:rsidRPr="005B150E">
        <w:t>@Route(</w:t>
      </w:r>
      <w:proofErr w:type="gramEnd"/>
      <w:r>
        <w:t>"</w:t>
      </w:r>
      <w:r w:rsidRPr="005B150E">
        <w:t>/</w:t>
      </w:r>
      <w:r>
        <w:t>test</w:t>
      </w:r>
      <w:r w:rsidRPr="005B150E">
        <w:t>/{</w:t>
      </w:r>
      <w:proofErr w:type="spellStart"/>
      <w:r>
        <w:t>numP</w:t>
      </w:r>
      <w:r w:rsidRPr="005B150E">
        <w:t>age</w:t>
      </w:r>
      <w:proofErr w:type="spellEnd"/>
      <w:r>
        <w:t xml:space="preserve">}", </w:t>
      </w:r>
      <w:proofErr w:type="spellStart"/>
      <w:r>
        <w:t>name</w:t>
      </w:r>
      <w:proofErr w:type="spellEnd"/>
      <w:r>
        <w:t>="</w:t>
      </w:r>
      <w:proofErr w:type="spellStart"/>
      <w:r>
        <w:t>monTest</w:t>
      </w:r>
      <w:proofErr w:type="spellEnd"/>
      <w:r>
        <w:t>"</w:t>
      </w:r>
      <w:r w:rsidRPr="005B150E">
        <w:t>, defaults={</w:t>
      </w:r>
      <w:r>
        <w:t>"</w:t>
      </w:r>
      <w:proofErr w:type="spellStart"/>
      <w:r>
        <w:t>numP</w:t>
      </w:r>
      <w:r w:rsidRPr="005B150E">
        <w:t>age</w:t>
      </w:r>
      <w:proofErr w:type="spellEnd"/>
      <w:r>
        <w:t>"</w:t>
      </w:r>
      <w:r w:rsidRPr="005B150E">
        <w:t xml:space="preserve">= 1}, , </w:t>
      </w:r>
      <w:proofErr w:type="spellStart"/>
      <w:r w:rsidRPr="005B150E">
        <w:t>requirements</w:t>
      </w:r>
      <w:proofErr w:type="spellEnd"/>
      <w:r w:rsidRPr="005B150E">
        <w:t>={</w:t>
      </w:r>
      <w:r>
        <w:t>"</w:t>
      </w:r>
      <w:proofErr w:type="spellStart"/>
      <w:r>
        <w:t>numP</w:t>
      </w:r>
      <w:r w:rsidRPr="005B150E">
        <w:t>age</w:t>
      </w:r>
      <w:proofErr w:type="spellEnd"/>
      <w:r>
        <w:t>"</w:t>
      </w:r>
      <w:r w:rsidRPr="005B150E">
        <w:t xml:space="preserve"> = </w:t>
      </w:r>
      <w:r>
        <w:t>"</w:t>
      </w:r>
      <w:r w:rsidRPr="005B150E">
        <w:t> \d+ </w:t>
      </w:r>
      <w:r>
        <w:t>"</w:t>
      </w:r>
      <w:r w:rsidRPr="005B150E">
        <w:t>})</w:t>
      </w:r>
    </w:p>
    <w:p w14:paraId="05EC59E6" w14:textId="77777777" w:rsidR="001A285C" w:rsidRPr="005B150E" w:rsidRDefault="001A285C" w:rsidP="001A285C">
      <w:pPr>
        <w:pStyle w:val="Exemples0"/>
      </w:pPr>
      <w:r w:rsidRPr="005B150E">
        <w:t>*/</w:t>
      </w:r>
    </w:p>
    <w:p w14:paraId="57416D72" w14:textId="77777777" w:rsidR="001A285C" w:rsidRPr="005B150E" w:rsidRDefault="001A285C" w:rsidP="001A285C">
      <w:pPr>
        <w:pStyle w:val="Exemples0"/>
      </w:pPr>
      <w:r w:rsidRPr="005B150E">
        <w:t xml:space="preserve">    </w:t>
      </w:r>
      <w:proofErr w:type="gramStart"/>
      <w:r w:rsidRPr="005B150E">
        <w:t>public</w:t>
      </w:r>
      <w:proofErr w:type="gramEnd"/>
      <w:r w:rsidRPr="005B150E">
        <w:t xml:space="preserve"> </w:t>
      </w:r>
      <w:proofErr w:type="spellStart"/>
      <w:r w:rsidRPr="005B150E">
        <w:t>function</w:t>
      </w:r>
      <w:proofErr w:type="spellEnd"/>
      <w:r w:rsidRPr="005B150E">
        <w:t xml:space="preserve"> </w:t>
      </w:r>
      <w:proofErr w:type="spellStart"/>
      <w:r w:rsidRPr="005B150E">
        <w:t>indexAction</w:t>
      </w:r>
      <w:proofErr w:type="spellEnd"/>
      <w:r w:rsidRPr="005B150E">
        <w:t>($</w:t>
      </w:r>
      <w:proofErr w:type="spellStart"/>
      <w:r>
        <w:t>numP</w:t>
      </w:r>
      <w:r w:rsidRPr="005B150E">
        <w:t>age</w:t>
      </w:r>
      <w:proofErr w:type="spellEnd"/>
      <w:r w:rsidRPr="005B150E">
        <w:t>)</w:t>
      </w:r>
    </w:p>
    <w:p w14:paraId="0410A4A8" w14:textId="77777777" w:rsidR="001A285C" w:rsidRDefault="001A285C" w:rsidP="002C532A">
      <w:pPr>
        <w:tabs>
          <w:tab w:val="left" w:pos="3420"/>
        </w:tabs>
        <w:ind w:left="708"/>
        <w:jc w:val="both"/>
      </w:pPr>
      <w:proofErr w:type="spellStart"/>
      <w:proofErr w:type="gramStart"/>
      <w:r>
        <w:t>requirements</w:t>
      </w:r>
      <w:proofErr w:type="spellEnd"/>
      <w:proofErr w:type="gramEnd"/>
      <w:r>
        <w:t xml:space="preserve"> utilise une expression régulière pour le paramètre id. </w:t>
      </w:r>
    </w:p>
    <w:p w14:paraId="0D896646" w14:textId="77777777" w:rsidR="001A285C" w:rsidRDefault="001A285C" w:rsidP="002C532A">
      <w:pPr>
        <w:tabs>
          <w:tab w:val="left" w:pos="3420"/>
        </w:tabs>
        <w:ind w:left="708"/>
        <w:jc w:val="both"/>
      </w:pPr>
      <w:proofErr w:type="gramStart"/>
      <w:r>
        <w:t>defaults</w:t>
      </w:r>
      <w:proofErr w:type="gramEnd"/>
      <w:r>
        <w:t xml:space="preserve"> permet de préciser un format ou une valeur par défaut d’un attribut, il ne devient plus obligatoire</w:t>
      </w:r>
    </w:p>
    <w:p w14:paraId="6B254978" w14:textId="77777777" w:rsidR="001A285C" w:rsidRDefault="001A285C" w:rsidP="002C532A">
      <w:pPr>
        <w:tabs>
          <w:tab w:val="left" w:pos="3420"/>
        </w:tabs>
        <w:ind w:left="708"/>
        <w:jc w:val="both"/>
      </w:pPr>
      <w:proofErr w:type="spellStart"/>
      <w:proofErr w:type="gramStart"/>
      <w:r>
        <w:t>name</w:t>
      </w:r>
      <w:proofErr w:type="spellEnd"/>
      <w:proofErr w:type="gramEnd"/>
      <w:r>
        <w:t xml:space="preserve"> correspond au nom de la route, utile pour débugger.</w:t>
      </w:r>
    </w:p>
    <w:p w14:paraId="108069B9" w14:textId="77777777" w:rsidR="00653AFE" w:rsidRDefault="00653AFE" w:rsidP="001A285C">
      <w:pPr>
        <w:tabs>
          <w:tab w:val="left" w:pos="3420"/>
        </w:tabs>
      </w:pPr>
    </w:p>
    <w:p w14:paraId="29648BB1" w14:textId="77777777" w:rsidR="000A6501" w:rsidRDefault="000A6501" w:rsidP="001A285C">
      <w:pPr>
        <w:tabs>
          <w:tab w:val="left" w:pos="3420"/>
        </w:tabs>
      </w:pPr>
    </w:p>
    <w:p w14:paraId="114FC298" w14:textId="77777777" w:rsidR="001A285C" w:rsidRPr="00497112" w:rsidRDefault="001A285C" w:rsidP="00653AFE">
      <w:pPr>
        <w:pStyle w:val="Titre3"/>
      </w:pPr>
      <w:bookmarkStart w:id="24" w:name="_Toc381347203"/>
      <w:bookmarkStart w:id="25" w:name="_Toc396309502"/>
      <w:r w:rsidRPr="00497112">
        <w:t>@</w:t>
      </w:r>
      <w:proofErr w:type="spellStart"/>
      <w:r w:rsidRPr="00497112">
        <w:t>Method</w:t>
      </w:r>
      <w:bookmarkEnd w:id="24"/>
      <w:bookmarkEnd w:id="25"/>
      <w:proofErr w:type="spellEnd"/>
    </w:p>
    <w:p w14:paraId="3BE90B06" w14:textId="77777777" w:rsidR="001A285C" w:rsidRPr="00497112" w:rsidRDefault="001A285C" w:rsidP="001A285C"/>
    <w:p w14:paraId="7658BBCB" w14:textId="77777777" w:rsidR="001A285C" w:rsidRPr="00497112" w:rsidRDefault="001A285C" w:rsidP="001A285C">
      <w:pPr>
        <w:pStyle w:val="Exemples0"/>
      </w:pPr>
      <w:r w:rsidRPr="00497112">
        <w:t xml:space="preserve">/** </w:t>
      </w:r>
    </w:p>
    <w:p w14:paraId="45295A0D" w14:textId="77777777" w:rsidR="001A285C" w:rsidRPr="00497112" w:rsidRDefault="001A285C" w:rsidP="001A285C">
      <w:pPr>
        <w:pStyle w:val="Exemples0"/>
      </w:pPr>
      <w:r w:rsidRPr="00497112">
        <w:t xml:space="preserve">* </w:t>
      </w:r>
      <w:proofErr w:type="gramStart"/>
      <w:r w:rsidRPr="00497112">
        <w:t>@Route(</w:t>
      </w:r>
      <w:proofErr w:type="gramEnd"/>
      <w:r w:rsidRPr="00497112">
        <w:t>"/test1/")</w:t>
      </w:r>
    </w:p>
    <w:p w14:paraId="5E706F93" w14:textId="77777777" w:rsidR="001A285C" w:rsidRPr="00497112" w:rsidRDefault="001A285C" w:rsidP="001A285C">
      <w:pPr>
        <w:pStyle w:val="Exemples0"/>
      </w:pPr>
      <w:r w:rsidRPr="00497112">
        <w:t xml:space="preserve">* </w:t>
      </w:r>
      <w:proofErr w:type="gramStart"/>
      <w:r w:rsidRPr="00497112">
        <w:t>@</w:t>
      </w:r>
      <w:proofErr w:type="spellStart"/>
      <w:r w:rsidRPr="00497112">
        <w:t>Method</w:t>
      </w:r>
      <w:proofErr w:type="spellEnd"/>
      <w:r w:rsidRPr="00497112">
        <w:t>(</w:t>
      </w:r>
      <w:proofErr w:type="gramEnd"/>
      <w:r w:rsidRPr="00497112">
        <w:t>{"GET", "POST"})</w:t>
      </w:r>
    </w:p>
    <w:p w14:paraId="1A7545DA" w14:textId="77777777" w:rsidR="001A285C" w:rsidRPr="00497112" w:rsidRDefault="001A285C" w:rsidP="001A285C">
      <w:pPr>
        <w:pStyle w:val="Exemples0"/>
      </w:pPr>
      <w:r w:rsidRPr="00497112">
        <w:t>*/</w:t>
      </w:r>
    </w:p>
    <w:p w14:paraId="200581CE" w14:textId="77777777" w:rsidR="001A285C" w:rsidRPr="00497112" w:rsidRDefault="001A285C" w:rsidP="001A285C">
      <w:pPr>
        <w:pStyle w:val="Exemples0"/>
      </w:pPr>
      <w:r w:rsidRPr="00497112">
        <w:t xml:space="preserve">    </w:t>
      </w:r>
      <w:proofErr w:type="gramStart"/>
      <w:r w:rsidRPr="00497112">
        <w:t>public</w:t>
      </w:r>
      <w:proofErr w:type="gramEnd"/>
      <w:r w:rsidRPr="00497112">
        <w:t xml:space="preserve"> </w:t>
      </w:r>
      <w:proofErr w:type="spellStart"/>
      <w:r w:rsidRPr="00497112">
        <w:t>function</w:t>
      </w:r>
      <w:proofErr w:type="spellEnd"/>
      <w:r w:rsidRPr="00497112">
        <w:t xml:space="preserve"> </w:t>
      </w:r>
      <w:proofErr w:type="spellStart"/>
      <w:r w:rsidRPr="00497112">
        <w:rPr>
          <w:shd w:val="clear" w:color="auto" w:fill="FFD966" w:themeFill="accent4" w:themeFillTint="99"/>
        </w:rPr>
        <w:t>index</w:t>
      </w:r>
      <w:r w:rsidRPr="00497112">
        <w:t>Action</w:t>
      </w:r>
      <w:proofErr w:type="spellEnd"/>
      <w:r w:rsidRPr="00497112">
        <w:t>($</w:t>
      </w:r>
      <w:proofErr w:type="spellStart"/>
      <w:r w:rsidRPr="00497112">
        <w:t>name</w:t>
      </w:r>
      <w:proofErr w:type="spellEnd"/>
      <w:r w:rsidRPr="00497112">
        <w:t>)</w:t>
      </w:r>
    </w:p>
    <w:p w14:paraId="0E518BDD" w14:textId="77777777" w:rsidR="001A285C" w:rsidRDefault="001A285C" w:rsidP="001A285C">
      <w:r>
        <w:t>La route n’est utilisée que si elle provient d’une requête http GET ou POST.</w:t>
      </w:r>
    </w:p>
    <w:p w14:paraId="696F5075" w14:textId="77777777" w:rsidR="001A285C" w:rsidRDefault="001A285C" w:rsidP="001A285C">
      <w:r>
        <w:t>@</w:t>
      </w:r>
      <w:proofErr w:type="spellStart"/>
      <w:r>
        <w:t>method</w:t>
      </w:r>
      <w:proofErr w:type="spellEnd"/>
      <w:r>
        <w:t xml:space="preserve"> n’est utilisable qu’avec @route</w:t>
      </w:r>
    </w:p>
    <w:p w14:paraId="6E6E9B07" w14:textId="77777777" w:rsidR="001A285C" w:rsidRDefault="001A285C" w:rsidP="001A285C"/>
    <w:p w14:paraId="243E456B" w14:textId="77777777" w:rsidR="000A6501" w:rsidRDefault="000A6501" w:rsidP="001A285C"/>
    <w:p w14:paraId="03F9E6AD" w14:textId="77777777" w:rsidR="001A285C" w:rsidRDefault="001A285C" w:rsidP="00653AFE">
      <w:pPr>
        <w:pStyle w:val="Titre3"/>
      </w:pPr>
      <w:bookmarkStart w:id="26" w:name="_Toc381347204"/>
      <w:bookmarkStart w:id="27" w:name="_Toc396309503"/>
      <w:r>
        <w:t>@Template</w:t>
      </w:r>
      <w:bookmarkEnd w:id="26"/>
      <w:bookmarkEnd w:id="27"/>
    </w:p>
    <w:p w14:paraId="2513354B" w14:textId="77777777" w:rsidR="001A285C" w:rsidRDefault="001A285C" w:rsidP="001A285C">
      <w:r>
        <w:t xml:space="preserve">Il permet de rediriger vers une vue le </w:t>
      </w:r>
      <w:r w:rsidR="00093E1A">
        <w:t>contrôleur</w:t>
      </w:r>
      <w:r>
        <w:t xml:space="preserve"> différent de celui par défaut.</w:t>
      </w:r>
    </w:p>
    <w:p w14:paraId="6CF04BCB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rFonts w:cstheme="minorBidi"/>
          <w:shd w:val="clear" w:color="auto" w:fill="F4B083" w:themeFill="accent2" w:themeFillTint="99"/>
          <w:lang w:val="en-US"/>
        </w:rPr>
        <w:t>Default</w:t>
      </w:r>
      <w:r w:rsidRPr="001767B3">
        <w:rPr>
          <w:lang w:val="en-US"/>
        </w:rPr>
        <w:t>Controller</w:t>
      </w:r>
      <w:proofErr w:type="spellEnd"/>
      <w:r w:rsidRPr="001767B3">
        <w:rPr>
          <w:lang w:val="en-US"/>
        </w:rPr>
        <w:t xml:space="preserve"> extends Controller</w:t>
      </w:r>
    </w:p>
    <w:p w14:paraId="5998AADF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50E01E3A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/**</w:t>
      </w:r>
    </w:p>
    <w:p w14:paraId="40F48285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 </w:t>
      </w:r>
      <w:proofErr w:type="gramStart"/>
      <w:r w:rsidRPr="001767B3">
        <w:rPr>
          <w:lang w:val="en-US"/>
        </w:rPr>
        <w:t>@Route(</w:t>
      </w:r>
      <w:proofErr w:type="gramEnd"/>
      <w:r w:rsidRPr="001767B3">
        <w:rPr>
          <w:lang w:val="en-US"/>
        </w:rPr>
        <w:t>"/hello/{name}", name="</w:t>
      </w:r>
      <w:proofErr w:type="spellStart"/>
      <w:r w:rsidRPr="001767B3">
        <w:rPr>
          <w:lang w:val="en-US"/>
        </w:rPr>
        <w:t>maRedirection</w:t>
      </w:r>
      <w:proofErr w:type="spellEnd"/>
      <w:r w:rsidRPr="001767B3">
        <w:rPr>
          <w:lang w:val="en-US"/>
        </w:rPr>
        <w:t>")</w:t>
      </w:r>
    </w:p>
    <w:p w14:paraId="7F3FEDEC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 </w:t>
      </w:r>
      <w:proofErr w:type="gramStart"/>
      <w:r w:rsidRPr="001767B3">
        <w:rPr>
          <w:lang w:val="en-US"/>
        </w:rPr>
        <w:t>@Template(</w:t>
      </w:r>
      <w:proofErr w:type="gramEnd"/>
      <w:r w:rsidRPr="001767B3">
        <w:rPr>
          <w:lang w:val="en-US"/>
        </w:rPr>
        <w:t>"</w:t>
      </w:r>
      <w:proofErr w:type="spellStart"/>
      <w:r w:rsidRPr="001767B3">
        <w:rPr>
          <w:lang w:val="en-US"/>
        </w:rPr>
        <w:t>PpeSpaceBookingBundle:</w:t>
      </w:r>
      <w:r w:rsidRPr="001767B3">
        <w:rPr>
          <w:rFonts w:cstheme="minorBidi"/>
          <w:shd w:val="clear" w:color="auto" w:fill="F4B083" w:themeFill="accent2" w:themeFillTint="99"/>
          <w:lang w:val="en-US"/>
        </w:rPr>
        <w:t>Mon</w:t>
      </w:r>
      <w:r w:rsidRPr="001767B3">
        <w:rPr>
          <w:lang w:val="en-US"/>
        </w:rPr>
        <w:t>:</w:t>
      </w:r>
      <w:r w:rsidRPr="001767B3">
        <w:rPr>
          <w:shd w:val="clear" w:color="auto" w:fill="FFD966" w:themeFill="accent4" w:themeFillTint="99"/>
          <w:lang w:val="en-US"/>
        </w:rPr>
        <w:t>meumeu</w:t>
      </w:r>
      <w:r w:rsidRPr="001767B3">
        <w:rPr>
          <w:lang w:val="en-US"/>
        </w:rPr>
        <w:t>.html.twig</w:t>
      </w:r>
      <w:proofErr w:type="spellEnd"/>
      <w:r w:rsidRPr="001767B3">
        <w:rPr>
          <w:lang w:val="en-US"/>
        </w:rPr>
        <w:t>")</w:t>
      </w:r>
    </w:p>
    <w:p w14:paraId="52976D1F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 */</w:t>
      </w:r>
    </w:p>
    <w:p w14:paraId="164217CE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index</w:t>
      </w:r>
      <w:r w:rsidRPr="001767B3">
        <w:rPr>
          <w:lang w:val="en-US"/>
        </w:rPr>
        <w:t>Action</w:t>
      </w:r>
      <w:proofErr w:type="spellEnd"/>
      <w:r w:rsidRPr="001767B3">
        <w:rPr>
          <w:lang w:val="en-US"/>
        </w:rPr>
        <w:t>($name)</w:t>
      </w:r>
    </w:p>
    <w:p w14:paraId="0097EFA3" w14:textId="77777777" w:rsidR="001A285C" w:rsidRPr="001767B3" w:rsidRDefault="001A285C" w:rsidP="001A285C">
      <w:pPr>
        <w:rPr>
          <w:lang w:val="en-US"/>
        </w:rPr>
      </w:pPr>
      <w:r w:rsidRPr="001767B3">
        <w:rPr>
          <w:lang w:val="en-US"/>
        </w:rPr>
        <w:t xml:space="preserve">Par </w:t>
      </w:r>
      <w:proofErr w:type="spellStart"/>
      <w:r w:rsidRPr="001767B3">
        <w:rPr>
          <w:lang w:val="en-US"/>
        </w:rPr>
        <w:t>défaut</w:t>
      </w:r>
      <w:proofErr w:type="spellEnd"/>
      <w:r w:rsidRPr="001767B3">
        <w:rPr>
          <w:lang w:val="en-US"/>
        </w:rPr>
        <w:t xml:space="preserve">,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\Resources\views\</w:t>
      </w:r>
      <w:r w:rsidRPr="001767B3">
        <w:rPr>
          <w:shd w:val="clear" w:color="auto" w:fill="F4B083" w:themeFill="accent2" w:themeFillTint="99"/>
          <w:lang w:val="en-US"/>
        </w:rPr>
        <w:t>Default</w:t>
      </w:r>
      <w:r w:rsidRPr="001767B3">
        <w:rPr>
          <w:lang w:val="en-US"/>
        </w:rPr>
        <w:t>\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index</w:t>
      </w:r>
      <w:r w:rsidRPr="001767B3">
        <w:rPr>
          <w:lang w:val="en-US"/>
        </w:rPr>
        <w:t>.html.twig</w:t>
      </w:r>
      <w:proofErr w:type="spellEnd"/>
      <w:r w:rsidRPr="001767B3">
        <w:rPr>
          <w:lang w:val="en-US"/>
        </w:rPr>
        <w:t xml:space="preserve"> </w:t>
      </w:r>
    </w:p>
    <w:p w14:paraId="5FD103B9" w14:textId="77777777" w:rsidR="001A285C" w:rsidRDefault="001A285C" w:rsidP="001A285C">
      <w:r>
        <w:lastRenderedPageBreak/>
        <w:t xml:space="preserve">Mais ici, </w:t>
      </w:r>
      <w:proofErr w:type="spellStart"/>
      <w:r w:rsidRPr="002E6FF2">
        <w:t>Ppe</w:t>
      </w:r>
      <w:proofErr w:type="spellEnd"/>
      <w:r w:rsidRPr="002E6FF2">
        <w:t>\</w:t>
      </w:r>
      <w:proofErr w:type="spellStart"/>
      <w:r w:rsidRPr="002E6FF2">
        <w:t>SpaceBookingBundle</w:t>
      </w:r>
      <w:proofErr w:type="spellEnd"/>
      <w:r w:rsidRPr="002E6FF2">
        <w:t>\</w:t>
      </w:r>
      <w:proofErr w:type="spellStart"/>
      <w:r w:rsidRPr="002E6FF2">
        <w:t>Resources</w:t>
      </w:r>
      <w:proofErr w:type="spellEnd"/>
      <w:r w:rsidRPr="002E6FF2">
        <w:t>\</w:t>
      </w:r>
      <w:proofErr w:type="spellStart"/>
      <w:r w:rsidRPr="002E6FF2">
        <w:t>views</w:t>
      </w:r>
      <w:proofErr w:type="spellEnd"/>
      <w:r w:rsidRPr="002E6FF2">
        <w:t>\</w:t>
      </w:r>
      <w:r>
        <w:rPr>
          <w:shd w:val="clear" w:color="auto" w:fill="F4B083" w:themeFill="accent2" w:themeFillTint="99"/>
        </w:rPr>
        <w:t>Mon</w:t>
      </w:r>
      <w:r>
        <w:t>\</w:t>
      </w:r>
      <w:proofErr w:type="spellStart"/>
      <w:r>
        <w:rPr>
          <w:shd w:val="clear" w:color="auto" w:fill="FFD966" w:themeFill="accent4" w:themeFillTint="99"/>
        </w:rPr>
        <w:t>meumeu</w:t>
      </w:r>
      <w:r>
        <w:t>.html.twig</w:t>
      </w:r>
      <w:proofErr w:type="spellEnd"/>
      <w:r>
        <w:t xml:space="preserve"> </w:t>
      </w:r>
    </w:p>
    <w:p w14:paraId="7088C34C" w14:textId="77777777" w:rsidR="00653AFE" w:rsidRDefault="00653AFE" w:rsidP="001A285C"/>
    <w:p w14:paraId="49B91FEA" w14:textId="77777777" w:rsidR="001A285C" w:rsidRDefault="0024569D" w:rsidP="00653AFE">
      <w:pPr>
        <w:pStyle w:val="Titre3"/>
      </w:pPr>
      <w:hyperlink r:id="rId15" w:history="1">
        <w:bookmarkStart w:id="28" w:name="_Toc381347205"/>
        <w:bookmarkStart w:id="29" w:name="_Toc396309504"/>
        <w:r w:rsidR="001A285C" w:rsidRPr="00124F9F">
          <w:t>@</w:t>
        </w:r>
        <w:proofErr w:type="spellStart"/>
        <w:r w:rsidR="001A285C" w:rsidRPr="00124F9F">
          <w:t>ParamConverter</w:t>
        </w:r>
        <w:bookmarkEnd w:id="28"/>
        <w:bookmarkEnd w:id="29"/>
        <w:proofErr w:type="spellEnd"/>
      </w:hyperlink>
    </w:p>
    <w:p w14:paraId="5E0A1DA9" w14:textId="77777777" w:rsidR="001A285C" w:rsidRDefault="001A285C" w:rsidP="001A285C">
      <w:r>
        <w:t>Convertit des paramètres de requêtes en objet.</w:t>
      </w:r>
    </w:p>
    <w:p w14:paraId="4520CB70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/**</w:t>
      </w:r>
    </w:p>
    <w:p w14:paraId="162968DF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* </w:t>
      </w:r>
      <w:proofErr w:type="gramStart"/>
      <w:r w:rsidRPr="001767B3">
        <w:rPr>
          <w:lang w:val="en-US"/>
        </w:rPr>
        <w:t>@Route(</w:t>
      </w:r>
      <w:proofErr w:type="gramEnd"/>
      <w:r w:rsidRPr="001767B3">
        <w:rPr>
          <w:lang w:val="en-US"/>
        </w:rPr>
        <w:t>"/</w:t>
      </w:r>
      <w:proofErr w:type="spellStart"/>
      <w:r w:rsidRPr="001767B3">
        <w:rPr>
          <w:lang w:val="en-US"/>
        </w:rPr>
        <w:t>monUrl</w:t>
      </w:r>
      <w:proofErr w:type="spellEnd"/>
      <w:r w:rsidRPr="001767B3">
        <w:rPr>
          <w:lang w:val="en-US"/>
        </w:rPr>
        <w:t>/{id}")</w:t>
      </w:r>
    </w:p>
    <w:p w14:paraId="4DA8FD0A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* </w:t>
      </w:r>
      <w:proofErr w:type="gramStart"/>
      <w:r w:rsidRPr="001767B3">
        <w:rPr>
          <w:lang w:val="en-US"/>
        </w:rPr>
        <w:t>@</w:t>
      </w:r>
      <w:proofErr w:type="spellStart"/>
      <w:r w:rsidRPr="001767B3">
        <w:rPr>
          <w:lang w:val="en-US"/>
        </w:rPr>
        <w:t>ParamConverter</w:t>
      </w:r>
      <w:proofErr w:type="spellEnd"/>
      <w:r w:rsidRPr="001767B3">
        <w:rPr>
          <w:lang w:val="en-US"/>
        </w:rPr>
        <w:t>(</w:t>
      </w:r>
      <w:proofErr w:type="gramEnd"/>
      <w:r w:rsidRPr="001767B3">
        <w:rPr>
          <w:lang w:val="en-US"/>
        </w:rPr>
        <w:t xml:space="preserve">"post", class=" </w:t>
      </w:r>
      <w:proofErr w:type="spellStart"/>
      <w:r w:rsidRPr="001767B3">
        <w:rPr>
          <w:lang w:val="en-US"/>
        </w:rPr>
        <w:t>PpeSpaceBookingBundle:Post</w:t>
      </w:r>
      <w:proofErr w:type="spellEnd"/>
      <w:r w:rsidRPr="001767B3">
        <w:rPr>
          <w:lang w:val="en-US"/>
        </w:rPr>
        <w:t>")</w:t>
      </w:r>
    </w:p>
    <w:p w14:paraId="67005427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*/</w:t>
      </w:r>
    </w:p>
    <w:p w14:paraId="12A94F1C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showAction</w:t>
      </w:r>
      <w:proofErr w:type="spellEnd"/>
      <w:r w:rsidRPr="001767B3">
        <w:rPr>
          <w:lang w:val="en-US"/>
        </w:rPr>
        <w:t>(Post $post){</w:t>
      </w:r>
    </w:p>
    <w:p w14:paraId="044CB114" w14:textId="77777777" w:rsidR="001A285C" w:rsidRPr="00C3634B" w:rsidRDefault="001A285C" w:rsidP="001A285C">
      <w:pPr>
        <w:pStyle w:val="Exemples0"/>
      </w:pPr>
      <w:r w:rsidRPr="00C3634B">
        <w:t>}</w:t>
      </w:r>
    </w:p>
    <w:p w14:paraId="0D31FFD2" w14:textId="77777777" w:rsidR="001A285C" w:rsidRDefault="001A285C" w:rsidP="001A285C">
      <w:r>
        <w:t>Le @</w:t>
      </w:r>
      <w:proofErr w:type="spellStart"/>
      <w:r>
        <w:t>ParamConverter</w:t>
      </w:r>
      <w:proofErr w:type="spellEnd"/>
      <w:r>
        <w:t xml:space="preserve"> créé un objet.  On utilisera cette balise pour récupérer les données de la base.</w:t>
      </w:r>
    </w:p>
    <w:p w14:paraId="522FCD91" w14:textId="77777777" w:rsidR="00653AFE" w:rsidRDefault="00653AFE" w:rsidP="001A285C"/>
    <w:p w14:paraId="0EEE08F3" w14:textId="77777777" w:rsidR="001A285C" w:rsidRDefault="001A285C" w:rsidP="00653AFE">
      <w:pPr>
        <w:pStyle w:val="Titre3"/>
      </w:pPr>
      <w:bookmarkStart w:id="30" w:name="_Toc381347206"/>
      <w:bookmarkStart w:id="31" w:name="_Toc396309505"/>
      <w:r>
        <w:t>@Cache</w:t>
      </w:r>
      <w:bookmarkEnd w:id="30"/>
      <w:bookmarkEnd w:id="31"/>
    </w:p>
    <w:p w14:paraId="5CD9FA83" w14:textId="77777777" w:rsidR="001A285C" w:rsidRDefault="001A285C" w:rsidP="001A285C">
      <w:r>
        <w:t xml:space="preserve">Définit les options de cache des pages. </w:t>
      </w:r>
    </w:p>
    <w:p w14:paraId="316C622F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>/**</w:t>
      </w:r>
    </w:p>
    <w:p w14:paraId="25FF82D0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* </w:t>
      </w:r>
      <w:proofErr w:type="gramStart"/>
      <w:r w:rsidRPr="001767B3">
        <w:rPr>
          <w:lang w:val="en-US"/>
        </w:rPr>
        <w:t>@Cache(</w:t>
      </w:r>
      <w:proofErr w:type="gramEnd"/>
      <w:r w:rsidRPr="001767B3">
        <w:rPr>
          <w:lang w:val="en-US"/>
        </w:rPr>
        <w:t>expires="tomorrow")</w:t>
      </w:r>
    </w:p>
    <w:p w14:paraId="564A21F4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*/</w:t>
      </w:r>
    </w:p>
    <w:p w14:paraId="750576E9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indexAction</w:t>
      </w:r>
      <w:proofErr w:type="spellEnd"/>
      <w:r w:rsidRPr="001767B3">
        <w:rPr>
          <w:lang w:val="en-US"/>
        </w:rPr>
        <w:t>(){</w:t>
      </w:r>
    </w:p>
    <w:p w14:paraId="6DAFD0B6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>}</w:t>
      </w:r>
    </w:p>
    <w:p w14:paraId="0CE6D0EE" w14:textId="77777777" w:rsidR="001A285C" w:rsidRDefault="001A285C" w:rsidP="001A285C">
      <w:r>
        <w:t>On peut utiliser cette annotation quand on récupère des données conséquentes de la base pour éviter de surcharger le serveur.</w:t>
      </w:r>
    </w:p>
    <w:p w14:paraId="0DE9E2DA" w14:textId="77777777" w:rsidR="001A285C" w:rsidRDefault="001A285C" w:rsidP="001A285C"/>
    <w:p w14:paraId="60B074FF" w14:textId="77777777" w:rsidR="001A285C" w:rsidRDefault="001A285C" w:rsidP="001A285C">
      <w:r>
        <w:t>Autre exemple</w:t>
      </w:r>
    </w:p>
    <w:p w14:paraId="6C85567E" w14:textId="77777777" w:rsidR="001A285C" w:rsidRPr="00877522" w:rsidRDefault="001A285C" w:rsidP="001A285C">
      <w:pPr>
        <w:pStyle w:val="Exemples0"/>
      </w:pPr>
      <w:proofErr w:type="gramStart"/>
      <w:r w:rsidRPr="00877522">
        <w:t>@Cache(</w:t>
      </w:r>
      <w:proofErr w:type="gramEnd"/>
      <w:r w:rsidRPr="00877522">
        <w:t xml:space="preserve">expires="+2 </w:t>
      </w:r>
      <w:proofErr w:type="spellStart"/>
      <w:r w:rsidRPr="00877522">
        <w:t>days</w:t>
      </w:r>
      <w:proofErr w:type="spellEnd"/>
      <w:r w:rsidRPr="00877522">
        <w:t>")</w:t>
      </w:r>
    </w:p>
    <w:p w14:paraId="52540347" w14:textId="77777777" w:rsidR="001A285C" w:rsidRDefault="001A285C" w:rsidP="001A285C">
      <w:pPr>
        <w:rPr>
          <w:rFonts w:ascii="Courier New" w:hAnsi="Courier New" w:cs="Courier New"/>
          <w:color w:val="000000"/>
          <w:sz w:val="19"/>
          <w:szCs w:val="19"/>
          <w:shd w:val="clear" w:color="auto" w:fill="FFFFFF"/>
        </w:rPr>
      </w:pPr>
    </w:p>
    <w:p w14:paraId="7C0E9D05" w14:textId="77777777" w:rsidR="001A285C" w:rsidRPr="00877522" w:rsidRDefault="001A285C" w:rsidP="001A285C">
      <w:pPr>
        <w:pStyle w:val="Exemples0"/>
      </w:pPr>
      <w:proofErr w:type="gramStart"/>
      <w:r w:rsidRPr="00877522">
        <w:t>@Cache(</w:t>
      </w:r>
      <w:proofErr w:type="spellStart"/>
      <w:proofErr w:type="gramEnd"/>
      <w:r w:rsidRPr="00877522">
        <w:t>maxage</w:t>
      </w:r>
      <w:proofErr w:type="spellEnd"/>
      <w:r w:rsidRPr="00877522">
        <w:t>="15")</w:t>
      </w:r>
    </w:p>
    <w:p w14:paraId="57AACE0A" w14:textId="3555C41B" w:rsidR="001A285C" w:rsidRDefault="001A285C" w:rsidP="001A285C">
      <w:pPr>
        <w:rPr>
          <w:shd w:val="clear" w:color="auto" w:fill="FFFFFF"/>
        </w:rPr>
      </w:pPr>
      <w:r>
        <w:rPr>
          <w:shd w:val="clear" w:color="auto" w:fill="FFFFFF"/>
        </w:rPr>
        <w:t>Autorise le serveur à renvoyer la même page pendant le temps défini.</w:t>
      </w:r>
    </w:p>
    <w:p w14:paraId="4EAF2DF9" w14:textId="77777777" w:rsidR="001A285C" w:rsidRDefault="001A285C" w:rsidP="001A285C">
      <w:pPr>
        <w:rPr>
          <w:shd w:val="clear" w:color="auto" w:fill="FFFFFF"/>
        </w:rPr>
      </w:pPr>
    </w:p>
    <w:p w14:paraId="31838937" w14:textId="77777777" w:rsidR="001A285C" w:rsidRPr="00877522" w:rsidRDefault="001A285C" w:rsidP="001A285C">
      <w:pPr>
        <w:pStyle w:val="Exemples0"/>
      </w:pPr>
      <w:proofErr w:type="gramStart"/>
      <w:r w:rsidRPr="00877522">
        <w:t>@Cache(</w:t>
      </w:r>
      <w:proofErr w:type="spellStart"/>
      <w:proofErr w:type="gramEnd"/>
      <w:r w:rsidRPr="00877522">
        <w:t>smaxage</w:t>
      </w:r>
      <w:proofErr w:type="spellEnd"/>
      <w:r w:rsidRPr="00877522">
        <w:t>="15")</w:t>
      </w:r>
    </w:p>
    <w:p w14:paraId="1E33E211" w14:textId="3EDD72B4" w:rsidR="001A285C" w:rsidRDefault="001A285C" w:rsidP="001A285C">
      <w:r>
        <w:t>Idem mais pour les caches partagés</w:t>
      </w:r>
      <w:r w:rsidR="0068328A">
        <w:t>.</w:t>
      </w:r>
    </w:p>
    <w:p w14:paraId="47746CE8" w14:textId="77777777" w:rsidR="001A285C" w:rsidRDefault="001A285C" w:rsidP="001A285C"/>
    <w:p w14:paraId="5882EC1A" w14:textId="77777777" w:rsidR="007C7DCA" w:rsidRDefault="007C7DCA">
      <w:pPr>
        <w:spacing w:after="160" w:line="259" w:lineRule="auto"/>
        <w:rPr>
          <w:b/>
          <w:color w:val="0070C0"/>
          <w:sz w:val="24"/>
          <w:szCs w:val="32"/>
        </w:rPr>
      </w:pPr>
      <w:bookmarkStart w:id="32" w:name="_Toc381347207"/>
      <w:bookmarkStart w:id="33" w:name="_Toc396309506"/>
      <w:r>
        <w:br w:type="page"/>
      </w:r>
    </w:p>
    <w:p w14:paraId="31A889E6" w14:textId="77777777" w:rsidR="001A285C" w:rsidRDefault="001A285C" w:rsidP="00653AFE">
      <w:pPr>
        <w:pStyle w:val="Titre2"/>
      </w:pPr>
      <w:proofErr w:type="spellStart"/>
      <w:r>
        <w:lastRenderedPageBreak/>
        <w:t>Twig</w:t>
      </w:r>
      <w:proofErr w:type="spellEnd"/>
      <w:r>
        <w:t xml:space="preserve"> pour les vues</w:t>
      </w:r>
      <w:bookmarkEnd w:id="32"/>
      <w:bookmarkEnd w:id="33"/>
    </w:p>
    <w:p w14:paraId="29BEF7F9" w14:textId="77777777" w:rsidR="001A285C" w:rsidRDefault="001A285C" w:rsidP="001A285C"/>
    <w:p w14:paraId="1E3BE6DF" w14:textId="77777777" w:rsidR="001A285C" w:rsidRDefault="001A285C" w:rsidP="00653AFE">
      <w:pPr>
        <w:pStyle w:val="Titre3"/>
      </w:pPr>
      <w:bookmarkStart w:id="34" w:name="_Toc381347208"/>
      <w:bookmarkStart w:id="35" w:name="_Toc396309507"/>
      <w:r>
        <w:t>Les variables</w:t>
      </w:r>
      <w:bookmarkEnd w:id="34"/>
      <w:bookmarkEnd w:id="35"/>
    </w:p>
    <w:p w14:paraId="7B14C390" w14:textId="77777777" w:rsidR="00653AFE" w:rsidRPr="00653AFE" w:rsidRDefault="00653AFE" w:rsidP="00653AFE"/>
    <w:p w14:paraId="669F613F" w14:textId="77777777" w:rsidR="001A285C" w:rsidRDefault="001A285C" w:rsidP="001A285C">
      <w:r>
        <w:t>On a vu précédemment comment afficher une variable</w:t>
      </w:r>
    </w:p>
    <w:p w14:paraId="0B62AA7F" w14:textId="77777777" w:rsidR="001A285C" w:rsidRDefault="001A285C" w:rsidP="001A285C">
      <w:pPr>
        <w:pStyle w:val="Exemples0"/>
      </w:pPr>
      <w:r>
        <w:t>{{</w:t>
      </w:r>
      <w:proofErr w:type="spellStart"/>
      <w:proofErr w:type="gramStart"/>
      <w:r>
        <w:t>maVariable</w:t>
      </w:r>
      <w:proofErr w:type="spellEnd"/>
      <w:proofErr w:type="gramEnd"/>
      <w:r>
        <w:t>}}</w:t>
      </w:r>
    </w:p>
    <w:p w14:paraId="6333803C" w14:textId="77777777" w:rsidR="001A285C" w:rsidRDefault="001A285C" w:rsidP="001A285C">
      <w:r>
        <w:t>Même principe pour un objet</w:t>
      </w:r>
      <w:r w:rsidR="00000672">
        <w:t xml:space="preserve"> avec utilisation implicite des accesseurs et modificateurs</w:t>
      </w:r>
    </w:p>
    <w:p w14:paraId="49CB5D2E" w14:textId="77777777" w:rsidR="001A285C" w:rsidRDefault="001A285C" w:rsidP="001A285C">
      <w:pPr>
        <w:pStyle w:val="Exemples0"/>
      </w:pPr>
      <w:r>
        <w:t>{</w:t>
      </w:r>
      <w:proofErr w:type="gramStart"/>
      <w:r>
        <w:t xml:space="preserve">{ </w:t>
      </w:r>
      <w:proofErr w:type="spellStart"/>
      <w:r>
        <w:t>monObjet.maVariable</w:t>
      </w:r>
      <w:proofErr w:type="spellEnd"/>
      <w:proofErr w:type="gramEnd"/>
      <w:r>
        <w:t xml:space="preserve"> }}</w:t>
      </w:r>
    </w:p>
    <w:p w14:paraId="19C29052" w14:textId="77777777" w:rsidR="001A285C" w:rsidRDefault="001A285C" w:rsidP="001A285C"/>
    <w:p w14:paraId="58274EC3" w14:textId="77777777" w:rsidR="00653AFE" w:rsidRDefault="00653AFE" w:rsidP="001A285C"/>
    <w:p w14:paraId="770578C9" w14:textId="77777777" w:rsidR="001A285C" w:rsidRDefault="001A285C" w:rsidP="00653AFE">
      <w:pPr>
        <w:pStyle w:val="Titre3"/>
      </w:pPr>
      <w:bookmarkStart w:id="36" w:name="_Toc381347209"/>
      <w:bookmarkStart w:id="37" w:name="_Toc396309508"/>
      <w:r>
        <w:t>Les conditions</w:t>
      </w:r>
      <w:bookmarkEnd w:id="36"/>
      <w:bookmarkEnd w:id="37"/>
    </w:p>
    <w:p w14:paraId="27F7B114" w14:textId="77777777" w:rsidR="00653AFE" w:rsidRPr="00653AFE" w:rsidRDefault="00653AFE" w:rsidP="00653AFE"/>
    <w:p w14:paraId="6451220E" w14:textId="77777777" w:rsidR="001A285C" w:rsidRPr="00D44BF3" w:rsidRDefault="001A285C" w:rsidP="001A285C">
      <w:pPr>
        <w:pStyle w:val="Exemples0"/>
      </w:pPr>
      <w:r w:rsidRPr="00D44BF3">
        <w:t xml:space="preserve">{% if </w:t>
      </w:r>
      <w:proofErr w:type="spellStart"/>
      <w:r>
        <w:t>maVariable</w:t>
      </w:r>
      <w:proofErr w:type="spellEnd"/>
      <w:r>
        <w:t xml:space="preserve"> &gt; 24</w:t>
      </w:r>
      <w:r w:rsidRPr="00D44BF3">
        <w:t xml:space="preserve"> %}</w:t>
      </w:r>
    </w:p>
    <w:p w14:paraId="17947278" w14:textId="77777777" w:rsidR="001A285C" w:rsidRPr="00D44BF3" w:rsidRDefault="001A285C" w:rsidP="001A285C">
      <w:pPr>
        <w:pStyle w:val="Exemples0"/>
      </w:pPr>
      <w:r>
        <w:t xml:space="preserve">  Il y a plus de 24 personnes</w:t>
      </w:r>
    </w:p>
    <w:p w14:paraId="34F810FA" w14:textId="77777777" w:rsidR="001A285C" w:rsidRPr="00D44BF3" w:rsidRDefault="001A285C" w:rsidP="001A285C">
      <w:pPr>
        <w:pStyle w:val="Exemples0"/>
      </w:pPr>
      <w:r w:rsidRPr="00D44BF3">
        <w:t xml:space="preserve">{% </w:t>
      </w:r>
      <w:proofErr w:type="spellStart"/>
      <w:r w:rsidRPr="00D44BF3">
        <w:t>elseif</w:t>
      </w:r>
      <w:proofErr w:type="spellEnd"/>
      <w:r w:rsidRPr="00D44BF3">
        <w:t xml:space="preserve"> </w:t>
      </w:r>
      <w:proofErr w:type="spellStart"/>
      <w:r>
        <w:t>maVariable</w:t>
      </w:r>
      <w:proofErr w:type="spellEnd"/>
      <w:r>
        <w:t xml:space="preserve"> &lt;</w:t>
      </w:r>
      <w:r w:rsidRPr="00D44BF3">
        <w:t xml:space="preserve"> </w:t>
      </w:r>
      <w:r>
        <w:t>24</w:t>
      </w:r>
      <w:r w:rsidRPr="00D44BF3">
        <w:t xml:space="preserve"> %}</w:t>
      </w:r>
    </w:p>
    <w:p w14:paraId="2BB0272E" w14:textId="77777777" w:rsidR="001A285C" w:rsidRPr="00D44BF3" w:rsidRDefault="001A285C" w:rsidP="001A285C">
      <w:pPr>
        <w:pStyle w:val="Exemples0"/>
      </w:pPr>
      <w:r>
        <w:t xml:space="preserve"> Il y a moins de 24 personnes</w:t>
      </w:r>
    </w:p>
    <w:p w14:paraId="1FDBD9D1" w14:textId="77777777" w:rsidR="001A285C" w:rsidRPr="00D44BF3" w:rsidRDefault="001A285C" w:rsidP="001A285C">
      <w:pPr>
        <w:pStyle w:val="Exemples0"/>
      </w:pPr>
      <w:r w:rsidRPr="00D44BF3">
        <w:t xml:space="preserve">{% </w:t>
      </w:r>
      <w:proofErr w:type="spellStart"/>
      <w:r w:rsidRPr="00D44BF3">
        <w:t>else</w:t>
      </w:r>
      <w:proofErr w:type="spellEnd"/>
      <w:r w:rsidRPr="00D44BF3">
        <w:t xml:space="preserve"> %}</w:t>
      </w:r>
    </w:p>
    <w:p w14:paraId="503FF30D" w14:textId="77777777" w:rsidR="001A285C" w:rsidRPr="00D44BF3" w:rsidRDefault="001A285C" w:rsidP="001A285C">
      <w:pPr>
        <w:pStyle w:val="Exemples0"/>
      </w:pPr>
      <w:r>
        <w:t xml:space="preserve"> Il y a 24 personnes</w:t>
      </w:r>
    </w:p>
    <w:p w14:paraId="405C288B" w14:textId="77777777" w:rsidR="001A285C" w:rsidRPr="00D44BF3" w:rsidRDefault="001A285C" w:rsidP="001A285C">
      <w:pPr>
        <w:pStyle w:val="Exemples0"/>
      </w:pPr>
      <w:r w:rsidRPr="00D44BF3">
        <w:t xml:space="preserve">{% </w:t>
      </w:r>
      <w:proofErr w:type="spellStart"/>
      <w:r w:rsidRPr="00D44BF3">
        <w:t>endif</w:t>
      </w:r>
      <w:proofErr w:type="spellEnd"/>
      <w:r w:rsidRPr="00D44BF3">
        <w:t xml:space="preserve"> %}</w:t>
      </w:r>
    </w:p>
    <w:p w14:paraId="2A8C28C6" w14:textId="77777777" w:rsidR="001A285C" w:rsidRDefault="001A285C" w:rsidP="001A285C"/>
    <w:p w14:paraId="5E050A52" w14:textId="77777777" w:rsidR="001A285C" w:rsidRDefault="00093E1A" w:rsidP="001A285C">
      <w:r>
        <w:t>É</w:t>
      </w:r>
      <w:r w:rsidR="001A285C">
        <w:t xml:space="preserve">quivalent du </w:t>
      </w:r>
      <w:proofErr w:type="spellStart"/>
      <w:r w:rsidR="001A285C">
        <w:t>isset</w:t>
      </w:r>
      <w:proofErr w:type="spellEnd"/>
      <w:r w:rsidR="001A285C">
        <w:t xml:space="preserve"> en PHP</w:t>
      </w:r>
    </w:p>
    <w:p w14:paraId="0269D631" w14:textId="77777777" w:rsidR="001A285C" w:rsidRDefault="001A285C" w:rsidP="001A285C">
      <w:pPr>
        <w:pStyle w:val="Exemples0"/>
      </w:pPr>
      <w:r>
        <w:t xml:space="preserve">{% if </w:t>
      </w:r>
      <w:proofErr w:type="spellStart"/>
      <w:r>
        <w:t>monObjet.maVariable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%}</w:t>
      </w:r>
    </w:p>
    <w:p w14:paraId="314AC695" w14:textId="77777777" w:rsidR="001A285C" w:rsidRDefault="001A285C" w:rsidP="001A285C"/>
    <w:p w14:paraId="1CB0FF20" w14:textId="77777777" w:rsidR="001A285C" w:rsidRDefault="001A285C" w:rsidP="001A285C">
      <w:r>
        <w:t>Test</w:t>
      </w:r>
      <w:r w:rsidR="00093E1A">
        <w:t>e</w:t>
      </w:r>
      <w:r>
        <w:t xml:space="preserve"> si la variable contient une valeur</w:t>
      </w:r>
    </w:p>
    <w:p w14:paraId="4D38338F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{% </w:t>
      </w:r>
      <w:proofErr w:type="gramStart"/>
      <w:r w:rsidRPr="001767B3">
        <w:rPr>
          <w:lang w:val="en-US"/>
        </w:rPr>
        <w:t>if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monObjet.maVariable</w:t>
      </w:r>
      <w:proofErr w:type="spellEnd"/>
      <w:r w:rsidRPr="001767B3">
        <w:rPr>
          <w:lang w:val="en-US"/>
        </w:rPr>
        <w:t xml:space="preserve"> is empty %}</w:t>
      </w:r>
    </w:p>
    <w:p w14:paraId="001ED2FD" w14:textId="77777777" w:rsidR="001A285C" w:rsidRPr="001767B3" w:rsidRDefault="001A285C" w:rsidP="001A285C">
      <w:pPr>
        <w:pStyle w:val="Titre4"/>
        <w:rPr>
          <w:lang w:val="en-US"/>
        </w:rPr>
      </w:pPr>
      <w:bookmarkStart w:id="38" w:name="_Toc381347210"/>
      <w:bookmarkStart w:id="39" w:name="_Toc396309509"/>
      <w:r w:rsidRPr="001767B3">
        <w:rPr>
          <w:lang w:val="en-US"/>
        </w:rPr>
        <w:t xml:space="preserve">Les </w:t>
      </w:r>
      <w:proofErr w:type="spellStart"/>
      <w:r w:rsidRPr="001767B3">
        <w:rPr>
          <w:lang w:val="en-US"/>
        </w:rPr>
        <w:t>boucles</w:t>
      </w:r>
      <w:bookmarkEnd w:id="38"/>
      <w:bookmarkEnd w:id="39"/>
      <w:proofErr w:type="spellEnd"/>
    </w:p>
    <w:p w14:paraId="3990E5D0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{% </w:t>
      </w:r>
      <w:proofErr w:type="gramStart"/>
      <w:r w:rsidRPr="001767B3">
        <w:rPr>
          <w:lang w:val="en-US"/>
        </w:rPr>
        <w:t>for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i</w:t>
      </w:r>
      <w:proofErr w:type="spellEnd"/>
      <w:r w:rsidRPr="001767B3">
        <w:rPr>
          <w:lang w:val="en-US"/>
        </w:rPr>
        <w:t xml:space="preserve"> in 1..10 %}</w:t>
      </w:r>
    </w:p>
    <w:p w14:paraId="06CD355C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</w:t>
      </w:r>
      <w:proofErr w:type="spellStart"/>
      <w:proofErr w:type="gramStart"/>
      <w:r w:rsidRPr="001767B3">
        <w:rPr>
          <w:lang w:val="en-US"/>
        </w:rPr>
        <w:t>indice</w:t>
      </w:r>
      <w:proofErr w:type="spellEnd"/>
      <w:proofErr w:type="gramEnd"/>
      <w:r w:rsidRPr="001767B3">
        <w:rPr>
          <w:lang w:val="en-US"/>
        </w:rPr>
        <w:t xml:space="preserve"> {{ </w:t>
      </w:r>
      <w:proofErr w:type="spellStart"/>
      <w:r w:rsidRPr="001767B3">
        <w:rPr>
          <w:lang w:val="en-US"/>
        </w:rPr>
        <w:t>i</w:t>
      </w:r>
      <w:proofErr w:type="spellEnd"/>
      <w:r w:rsidRPr="001767B3">
        <w:rPr>
          <w:lang w:val="en-US"/>
        </w:rPr>
        <w:t xml:space="preserve"> }}</w:t>
      </w:r>
    </w:p>
    <w:p w14:paraId="0984AF4A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{% </w:t>
      </w:r>
      <w:proofErr w:type="spellStart"/>
      <w:proofErr w:type="gramStart"/>
      <w:r w:rsidRPr="001767B3">
        <w:rPr>
          <w:lang w:val="en-US"/>
        </w:rPr>
        <w:t>endfor</w:t>
      </w:r>
      <w:proofErr w:type="spellEnd"/>
      <w:proofErr w:type="gramEnd"/>
      <w:r w:rsidRPr="001767B3">
        <w:rPr>
          <w:lang w:val="en-US"/>
        </w:rPr>
        <w:t xml:space="preserve"> %}</w:t>
      </w:r>
    </w:p>
    <w:p w14:paraId="42456B72" w14:textId="77777777" w:rsidR="001A285C" w:rsidRPr="001767B3" w:rsidRDefault="001A285C" w:rsidP="001A285C">
      <w:pPr>
        <w:autoSpaceDE w:val="0"/>
        <w:autoSpaceDN w:val="0"/>
        <w:adjustRightInd w:val="0"/>
        <w:rPr>
          <w:rFonts w:ascii="CourierNewPSMT" w:hAnsi="CourierNewPSMT" w:cs="CourierNewPSMT"/>
          <w:lang w:val="en-US"/>
        </w:rPr>
      </w:pPr>
    </w:p>
    <w:p w14:paraId="7C37CBC7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{% </w:t>
      </w:r>
      <w:proofErr w:type="gramStart"/>
      <w:r w:rsidRPr="001767B3">
        <w:rPr>
          <w:lang w:val="en-US"/>
        </w:rPr>
        <w:t>for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unObjet</w:t>
      </w:r>
      <w:proofErr w:type="spellEnd"/>
      <w:r w:rsidRPr="001767B3">
        <w:rPr>
          <w:lang w:val="en-US"/>
        </w:rPr>
        <w:t xml:space="preserve"> in </w:t>
      </w:r>
      <w:proofErr w:type="spellStart"/>
      <w:r w:rsidRPr="001767B3">
        <w:rPr>
          <w:lang w:val="en-US"/>
        </w:rPr>
        <w:t>maCollection</w:t>
      </w:r>
      <w:proofErr w:type="spellEnd"/>
      <w:r w:rsidRPr="001767B3">
        <w:rPr>
          <w:lang w:val="en-US"/>
        </w:rPr>
        <w:t xml:space="preserve"> %}</w:t>
      </w:r>
    </w:p>
    <w:p w14:paraId="0391898F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   {</w:t>
      </w:r>
      <w:proofErr w:type="gramStart"/>
      <w:r w:rsidRPr="001767B3">
        <w:rPr>
          <w:lang w:val="en-US"/>
        </w:rPr>
        <w:t xml:space="preserve">{ </w:t>
      </w:r>
      <w:proofErr w:type="spellStart"/>
      <w:r w:rsidRPr="001767B3">
        <w:rPr>
          <w:lang w:val="en-US"/>
        </w:rPr>
        <w:t>unObjet.uneVariable</w:t>
      </w:r>
      <w:proofErr w:type="spellEnd"/>
      <w:proofErr w:type="gramEnd"/>
      <w:r w:rsidRPr="001767B3">
        <w:rPr>
          <w:lang w:val="en-US"/>
        </w:rPr>
        <w:t xml:space="preserve"> }} </w:t>
      </w:r>
    </w:p>
    <w:p w14:paraId="0156D499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{% </w:t>
      </w:r>
      <w:proofErr w:type="spellStart"/>
      <w:proofErr w:type="gramStart"/>
      <w:r w:rsidRPr="001767B3">
        <w:rPr>
          <w:lang w:val="en-US"/>
        </w:rPr>
        <w:t>endfor</w:t>
      </w:r>
      <w:proofErr w:type="spellEnd"/>
      <w:proofErr w:type="gramEnd"/>
      <w:r w:rsidRPr="001767B3">
        <w:rPr>
          <w:lang w:val="en-US"/>
        </w:rPr>
        <w:t xml:space="preserve"> %}</w:t>
      </w:r>
    </w:p>
    <w:p w14:paraId="7B26940C" w14:textId="77777777" w:rsidR="00653AFE" w:rsidRDefault="00653AFE" w:rsidP="00653AFE">
      <w:pPr>
        <w:pStyle w:val="Titre3"/>
        <w:rPr>
          <w:lang w:val="en-US"/>
        </w:rPr>
      </w:pPr>
      <w:bookmarkStart w:id="40" w:name="_Toc381347211"/>
      <w:bookmarkStart w:id="41" w:name="_Toc396309510"/>
    </w:p>
    <w:p w14:paraId="120A7F7B" w14:textId="77777777" w:rsidR="000A6501" w:rsidRPr="000A6501" w:rsidRDefault="000A6501" w:rsidP="000A6501">
      <w:pPr>
        <w:rPr>
          <w:lang w:val="en-US"/>
        </w:rPr>
      </w:pPr>
    </w:p>
    <w:p w14:paraId="37C95F16" w14:textId="77777777" w:rsidR="001A285C" w:rsidRPr="001767B3" w:rsidRDefault="001A285C" w:rsidP="00653AFE">
      <w:pPr>
        <w:pStyle w:val="Titre3"/>
        <w:rPr>
          <w:lang w:val="en-US"/>
        </w:rPr>
      </w:pPr>
      <w:r w:rsidRPr="001767B3">
        <w:rPr>
          <w:lang w:val="en-US"/>
        </w:rPr>
        <w:t xml:space="preserve">Les </w:t>
      </w:r>
      <w:proofErr w:type="spellStart"/>
      <w:r w:rsidRPr="001767B3">
        <w:rPr>
          <w:lang w:val="en-US"/>
        </w:rPr>
        <w:t>filtres</w:t>
      </w:r>
      <w:bookmarkEnd w:id="40"/>
      <w:bookmarkEnd w:id="41"/>
      <w:proofErr w:type="spellEnd"/>
    </w:p>
    <w:p w14:paraId="43519AD2" w14:textId="77777777" w:rsidR="001A285C" w:rsidRPr="001767B3" w:rsidRDefault="0024569D" w:rsidP="001A285C">
      <w:pPr>
        <w:rPr>
          <w:lang w:val="en-US"/>
        </w:rPr>
      </w:pPr>
      <w:hyperlink r:id="rId16" w:history="1">
        <w:r w:rsidR="001A285C" w:rsidRPr="001767B3">
          <w:rPr>
            <w:rStyle w:val="Lienhypertexte"/>
            <w:lang w:val="en-US"/>
          </w:rPr>
          <w:t>http://twig.sensiolabs.org/doc/filters/index.html</w:t>
        </w:r>
      </w:hyperlink>
    </w:p>
    <w:p w14:paraId="2CAD3D3C" w14:textId="77777777" w:rsidR="001A285C" w:rsidRPr="001767B3" w:rsidRDefault="001A285C" w:rsidP="001A285C">
      <w:pPr>
        <w:rPr>
          <w:lang w:val="en-US"/>
        </w:rPr>
      </w:pPr>
    </w:p>
    <w:p w14:paraId="0D130390" w14:textId="434A68DF" w:rsidR="001A285C" w:rsidRDefault="001A285C" w:rsidP="001A285C">
      <w:r>
        <w:t xml:space="preserve">On peut utiliser des filtres pour modifier l’affichage ou récupérer </w:t>
      </w:r>
      <w:r w:rsidR="00F15899">
        <w:t>la</w:t>
      </w:r>
      <w:r>
        <w:t xml:space="preserve"> </w:t>
      </w:r>
      <w:r w:rsidR="00F15899">
        <w:t>valeur</w:t>
      </w:r>
      <w:r>
        <w:t xml:space="preserve"> d’une variable.</w:t>
      </w:r>
    </w:p>
    <w:p w14:paraId="2D7C59D8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rStyle w:val="cp"/>
          <w:lang w:val="en-US"/>
        </w:rPr>
        <w:t>{</w:t>
      </w:r>
      <w:proofErr w:type="gramStart"/>
      <w:r w:rsidRPr="001767B3">
        <w:rPr>
          <w:rStyle w:val="cp"/>
          <w:lang w:val="en-US"/>
        </w:rPr>
        <w:t>{</w:t>
      </w:r>
      <w:r w:rsidRPr="001767B3">
        <w:rPr>
          <w:lang w:val="en-US"/>
        </w:rPr>
        <w:t xml:space="preserve"> </w:t>
      </w:r>
      <w:r w:rsidRPr="001767B3">
        <w:rPr>
          <w:rStyle w:val="s1"/>
          <w:lang w:val="en-US"/>
        </w:rPr>
        <w:t>'</w:t>
      </w:r>
      <w:proofErr w:type="spellStart"/>
      <w:r w:rsidRPr="001767B3">
        <w:rPr>
          <w:rStyle w:val="s1"/>
          <w:lang w:val="en-US"/>
        </w:rPr>
        <w:t>welcome'</w:t>
      </w:r>
      <w:proofErr w:type="gramEnd"/>
      <w:r w:rsidRPr="001767B3">
        <w:rPr>
          <w:rStyle w:val="o"/>
          <w:lang w:val="en-US"/>
        </w:rPr>
        <w:t>|</w:t>
      </w:r>
      <w:r w:rsidRPr="001767B3">
        <w:rPr>
          <w:rStyle w:val="nf"/>
          <w:lang w:val="en-US"/>
        </w:rPr>
        <w:t>upper</w:t>
      </w:r>
      <w:proofErr w:type="spellEnd"/>
      <w:r w:rsidRPr="001767B3">
        <w:rPr>
          <w:lang w:val="en-US"/>
        </w:rPr>
        <w:t xml:space="preserve"> </w:t>
      </w:r>
      <w:r w:rsidRPr="001767B3">
        <w:rPr>
          <w:rStyle w:val="cp"/>
          <w:lang w:val="en-US"/>
        </w:rPr>
        <w:t>}}</w:t>
      </w:r>
    </w:p>
    <w:p w14:paraId="168F8598" w14:textId="77777777" w:rsidR="001A285C" w:rsidRPr="001767B3" w:rsidRDefault="001A285C" w:rsidP="001A285C">
      <w:pPr>
        <w:pStyle w:val="Exemples0"/>
        <w:rPr>
          <w:lang w:val="en-US"/>
        </w:rPr>
      </w:pPr>
    </w:p>
    <w:p w14:paraId="1B04CEB2" w14:textId="77777777" w:rsidR="001A285C" w:rsidRPr="001767B3" w:rsidRDefault="001A285C" w:rsidP="001A285C">
      <w:pPr>
        <w:pStyle w:val="Exemples0"/>
        <w:rPr>
          <w:lang w:val="en-US"/>
        </w:rPr>
      </w:pPr>
      <w:r w:rsidRPr="001767B3">
        <w:rPr>
          <w:lang w:val="en-US"/>
        </w:rPr>
        <w:t xml:space="preserve">{% </w:t>
      </w:r>
      <w:proofErr w:type="gramStart"/>
      <w:r w:rsidRPr="001767B3">
        <w:rPr>
          <w:lang w:val="en-US"/>
        </w:rPr>
        <w:t>if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users|length</w:t>
      </w:r>
      <w:proofErr w:type="spellEnd"/>
      <w:r w:rsidRPr="001767B3">
        <w:rPr>
          <w:lang w:val="en-US"/>
        </w:rPr>
        <w:t xml:space="preserve"> &gt; 10 %}</w:t>
      </w:r>
    </w:p>
    <w:p w14:paraId="227A382A" w14:textId="77777777" w:rsidR="001A285C" w:rsidRPr="00497112" w:rsidRDefault="001A285C" w:rsidP="001A285C">
      <w:pPr>
        <w:pStyle w:val="Exemples0"/>
      </w:pPr>
      <w:r w:rsidRPr="001767B3">
        <w:rPr>
          <w:lang w:val="en-US"/>
        </w:rPr>
        <w:t xml:space="preserve">    </w:t>
      </w:r>
      <w:r w:rsidRPr="00497112">
        <w:t>...</w:t>
      </w:r>
    </w:p>
    <w:p w14:paraId="45C97142" w14:textId="77777777" w:rsidR="001A285C" w:rsidRPr="00497112" w:rsidRDefault="001A285C" w:rsidP="001A285C">
      <w:pPr>
        <w:pStyle w:val="Exemples0"/>
      </w:pPr>
      <w:r w:rsidRPr="00497112">
        <w:t xml:space="preserve">{% </w:t>
      </w:r>
      <w:proofErr w:type="spellStart"/>
      <w:r w:rsidRPr="00497112">
        <w:t>endif</w:t>
      </w:r>
      <w:proofErr w:type="spellEnd"/>
      <w:r w:rsidRPr="00497112">
        <w:t xml:space="preserve"> %}</w:t>
      </w:r>
    </w:p>
    <w:p w14:paraId="5C0ACE30" w14:textId="77777777" w:rsidR="001A285C" w:rsidRPr="00497112" w:rsidRDefault="001A285C" w:rsidP="001A285C">
      <w:pPr>
        <w:pStyle w:val="Exemples0"/>
      </w:pPr>
    </w:p>
    <w:p w14:paraId="2594DFC8" w14:textId="77777777" w:rsidR="001A285C" w:rsidRPr="00497112" w:rsidRDefault="001A285C" w:rsidP="001A285C">
      <w:pPr>
        <w:pStyle w:val="Exemples0"/>
      </w:pPr>
      <w:r w:rsidRPr="00497112">
        <w:t xml:space="preserve">{% </w:t>
      </w:r>
      <w:proofErr w:type="spellStart"/>
      <w:r w:rsidRPr="00497112">
        <w:t>filter</w:t>
      </w:r>
      <w:proofErr w:type="spellEnd"/>
      <w:r w:rsidRPr="00497112">
        <w:t xml:space="preserve"> </w:t>
      </w:r>
      <w:proofErr w:type="spellStart"/>
      <w:r w:rsidRPr="00497112">
        <w:t>lower</w:t>
      </w:r>
      <w:proofErr w:type="spellEnd"/>
      <w:r w:rsidRPr="00497112">
        <w:t xml:space="preserve"> %}</w:t>
      </w:r>
    </w:p>
    <w:p w14:paraId="5B59B50D" w14:textId="77777777" w:rsidR="001A285C" w:rsidRPr="00497112" w:rsidRDefault="001A285C" w:rsidP="001A285C">
      <w:pPr>
        <w:pStyle w:val="Exemples0"/>
      </w:pPr>
      <w:r w:rsidRPr="00497112">
        <w:t>{{</w:t>
      </w:r>
      <w:proofErr w:type="gramStart"/>
      <w:r w:rsidRPr="00497112">
        <w:t>ma</w:t>
      </w:r>
      <w:proofErr w:type="gramEnd"/>
      <w:r w:rsidRPr="00497112">
        <w:t xml:space="preserve"> Variable}}</w:t>
      </w:r>
    </w:p>
    <w:p w14:paraId="1B8392CF" w14:textId="77777777" w:rsidR="001A285C" w:rsidRDefault="001A285C" w:rsidP="001A285C">
      <w:pPr>
        <w:pStyle w:val="Exemples0"/>
      </w:pPr>
      <w:r>
        <w:t>Mon texte</w:t>
      </w:r>
    </w:p>
    <w:p w14:paraId="21A3D5EF" w14:textId="77777777" w:rsidR="001A285C" w:rsidRDefault="001A285C" w:rsidP="001A285C">
      <w:pPr>
        <w:pStyle w:val="Exemples0"/>
      </w:pPr>
      <w:r>
        <w:t>Mon second TEXTE</w:t>
      </w:r>
    </w:p>
    <w:p w14:paraId="2552F749" w14:textId="77777777" w:rsidR="001A285C" w:rsidRPr="00C90ED9" w:rsidRDefault="001A285C" w:rsidP="001A285C">
      <w:pPr>
        <w:pStyle w:val="Exemples0"/>
      </w:pPr>
      <w:r>
        <w:rPr>
          <w:rFonts w:ascii="CourierNewPSMT" w:hAnsi="CourierNewPSMT" w:cs="CourierNewPSMT"/>
        </w:rPr>
        <w:t xml:space="preserve">{% </w:t>
      </w:r>
      <w:proofErr w:type="spellStart"/>
      <w:r>
        <w:rPr>
          <w:rFonts w:ascii="CourierNewPSMT" w:hAnsi="CourierNewPSMT" w:cs="CourierNewPSMT"/>
        </w:rPr>
        <w:t>endfilter</w:t>
      </w:r>
      <w:proofErr w:type="spellEnd"/>
      <w:r>
        <w:rPr>
          <w:rFonts w:ascii="CourierNewPSMT" w:hAnsi="CourierNewPSMT" w:cs="CourierNewPSMT"/>
        </w:rPr>
        <w:t xml:space="preserve"> %}</w:t>
      </w:r>
    </w:p>
    <w:p w14:paraId="7AE56D9A" w14:textId="77777777" w:rsidR="001A285C" w:rsidRDefault="001A285C" w:rsidP="001A285C"/>
    <w:p w14:paraId="4EAAB517" w14:textId="77777777" w:rsidR="003044A5" w:rsidRDefault="003044A5">
      <w:pPr>
        <w:spacing w:after="160" w:line="259" w:lineRule="auto"/>
        <w:rPr>
          <w:b/>
          <w:bCs/>
        </w:rPr>
      </w:pPr>
      <w:r>
        <w:br w:type="page"/>
      </w:r>
    </w:p>
    <w:p w14:paraId="05F20ED9" w14:textId="77777777" w:rsidR="00000672" w:rsidRDefault="00000672" w:rsidP="00000672">
      <w:pPr>
        <w:pStyle w:val="Titre3"/>
      </w:pPr>
      <w:proofErr w:type="spellStart"/>
      <w:r>
        <w:lastRenderedPageBreak/>
        <w:t>Layout</w:t>
      </w:r>
      <w:proofErr w:type="spellEnd"/>
    </w:p>
    <w:p w14:paraId="323045FE" w14:textId="44DE2E03" w:rsidR="000A6501" w:rsidRDefault="003044A5" w:rsidP="008B4337">
      <w:pPr>
        <w:jc w:val="both"/>
      </w:pPr>
      <w:r>
        <w:t xml:space="preserve">Il existe un mécanisme qui permet de réaliser des héritages de </w:t>
      </w:r>
      <w:proofErr w:type="spellStart"/>
      <w:r>
        <w:t>template</w:t>
      </w:r>
      <w:proofErr w:type="spellEnd"/>
      <w:r>
        <w:t xml:space="preserve">. Il suffit de définir un </w:t>
      </w:r>
      <w:proofErr w:type="spellStart"/>
      <w:r>
        <w:t>template</w:t>
      </w:r>
      <w:proofErr w:type="spellEnd"/>
      <w:r>
        <w:t xml:space="preserve"> « </w:t>
      </w:r>
      <w:proofErr w:type="spellStart"/>
      <w:r>
        <w:t>layout</w:t>
      </w:r>
      <w:proofErr w:type="spellEnd"/>
      <w:r>
        <w:t> » puis d’</w:t>
      </w:r>
      <w:r w:rsidR="00093E1A">
        <w:t>hériter</w:t>
      </w:r>
      <w:r>
        <w:t xml:space="preserve"> celui-ci.</w:t>
      </w:r>
      <w:r w:rsidR="006D5F71">
        <w:t xml:space="preserve"> Par défaut le fichier </w:t>
      </w:r>
      <w:r w:rsidR="006D5F71" w:rsidRPr="00513136">
        <w:rPr>
          <w:rStyle w:val="cp"/>
          <w:lang w:val="en-US"/>
        </w:rPr>
        <w:t>app/Resources/views/</w:t>
      </w:r>
      <w:proofErr w:type="spellStart"/>
      <w:r w:rsidR="006D5F71" w:rsidRPr="00513136">
        <w:rPr>
          <w:rStyle w:val="cp"/>
          <w:lang w:val="en-US"/>
        </w:rPr>
        <w:t>base.html.twig</w:t>
      </w:r>
      <w:proofErr w:type="spellEnd"/>
      <w:r w:rsidR="006D5F71">
        <w:rPr>
          <w:rStyle w:val="cp"/>
          <w:lang w:val="en-US"/>
        </w:rPr>
        <w:t xml:space="preserve"> </w:t>
      </w:r>
      <w:proofErr w:type="spellStart"/>
      <w:r w:rsidR="006D5F71">
        <w:rPr>
          <w:rStyle w:val="cp"/>
          <w:lang w:val="en-US"/>
        </w:rPr>
        <w:t>n’est</w:t>
      </w:r>
      <w:proofErr w:type="spellEnd"/>
      <w:r w:rsidR="006D5F71">
        <w:rPr>
          <w:rStyle w:val="cp"/>
          <w:lang w:val="en-US"/>
        </w:rPr>
        <w:t xml:space="preserve"> pas </w:t>
      </w:r>
      <w:proofErr w:type="spellStart"/>
      <w:r w:rsidR="003B38E8">
        <w:rPr>
          <w:rStyle w:val="cp"/>
          <w:lang w:val="en-US"/>
        </w:rPr>
        <w:t>é</w:t>
      </w:r>
      <w:r w:rsidR="006D5F71">
        <w:rPr>
          <w:rStyle w:val="cp"/>
          <w:lang w:val="en-US"/>
        </w:rPr>
        <w:t>quivalent</w:t>
      </w:r>
      <w:proofErr w:type="spellEnd"/>
      <w:r w:rsidR="006D5F71">
        <w:rPr>
          <w:rStyle w:val="cp"/>
          <w:lang w:val="en-US"/>
        </w:rPr>
        <w:t xml:space="preserve"> à </w:t>
      </w:r>
      <w:proofErr w:type="spellStart"/>
      <w:r w:rsidR="006D5F71">
        <w:rPr>
          <w:rStyle w:val="cp"/>
          <w:lang w:val="en-US"/>
        </w:rPr>
        <w:t>celui</w:t>
      </w:r>
      <w:proofErr w:type="spellEnd"/>
      <w:r w:rsidR="006D5F71">
        <w:rPr>
          <w:rStyle w:val="cp"/>
          <w:lang w:val="en-US"/>
        </w:rPr>
        <w:t>-ci.</w:t>
      </w:r>
    </w:p>
    <w:p w14:paraId="00F9ECBB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{# </w:t>
      </w:r>
      <w:proofErr w:type="gramStart"/>
      <w:r w:rsidRPr="00513136">
        <w:rPr>
          <w:rStyle w:val="cp"/>
          <w:lang w:val="en-US"/>
        </w:rPr>
        <w:t>app</w:t>
      </w:r>
      <w:proofErr w:type="gramEnd"/>
      <w:r w:rsidRPr="00513136">
        <w:rPr>
          <w:rStyle w:val="cp"/>
          <w:lang w:val="en-US"/>
        </w:rPr>
        <w:t>/Resources/views/</w:t>
      </w:r>
      <w:proofErr w:type="spellStart"/>
      <w:r w:rsidRPr="00513136">
        <w:rPr>
          <w:rStyle w:val="cp"/>
          <w:lang w:val="en-US"/>
        </w:rPr>
        <w:t>base.html.twig</w:t>
      </w:r>
      <w:proofErr w:type="spellEnd"/>
      <w:r w:rsidRPr="00513136">
        <w:rPr>
          <w:rStyle w:val="cp"/>
          <w:lang w:val="en-US"/>
        </w:rPr>
        <w:t xml:space="preserve"> #}</w:t>
      </w:r>
    </w:p>
    <w:p w14:paraId="0EFB720A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>&lt;</w:t>
      </w:r>
      <w:proofErr w:type="gramStart"/>
      <w:r w:rsidRPr="00513136">
        <w:rPr>
          <w:rStyle w:val="cp"/>
          <w:lang w:val="en-US"/>
        </w:rPr>
        <w:t>!DOCTYPE</w:t>
      </w:r>
      <w:proofErr w:type="gramEnd"/>
      <w:r w:rsidRPr="00513136">
        <w:rPr>
          <w:rStyle w:val="cp"/>
          <w:lang w:val="en-US"/>
        </w:rPr>
        <w:t xml:space="preserve"> html&gt;</w:t>
      </w:r>
    </w:p>
    <w:p w14:paraId="5F52B4A3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>&lt;</w:t>
      </w:r>
      <w:proofErr w:type="gramStart"/>
      <w:r w:rsidRPr="00513136">
        <w:rPr>
          <w:rStyle w:val="cp"/>
          <w:lang w:val="en-US"/>
        </w:rPr>
        <w:t>html</w:t>
      </w:r>
      <w:proofErr w:type="gramEnd"/>
      <w:r w:rsidRPr="00513136">
        <w:rPr>
          <w:rStyle w:val="cp"/>
          <w:lang w:val="en-US"/>
        </w:rPr>
        <w:t>&gt;</w:t>
      </w:r>
    </w:p>
    <w:p w14:paraId="02E8AFBE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&lt;</w:t>
      </w:r>
      <w:proofErr w:type="gramStart"/>
      <w:r w:rsidRPr="00513136">
        <w:rPr>
          <w:rStyle w:val="cp"/>
          <w:lang w:val="en-US"/>
        </w:rPr>
        <w:t>head</w:t>
      </w:r>
      <w:proofErr w:type="gramEnd"/>
      <w:r w:rsidRPr="00513136">
        <w:rPr>
          <w:rStyle w:val="cp"/>
          <w:lang w:val="en-US"/>
        </w:rPr>
        <w:t>&gt;</w:t>
      </w:r>
    </w:p>
    <w:p w14:paraId="33AAB1A3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meta</w:t>
      </w:r>
      <w:proofErr w:type="gramEnd"/>
      <w:r w:rsidRPr="00513136">
        <w:rPr>
          <w:rStyle w:val="cp"/>
          <w:lang w:val="en-US"/>
        </w:rPr>
        <w:t xml:space="preserve"> http-</w:t>
      </w:r>
      <w:proofErr w:type="spellStart"/>
      <w:r w:rsidRPr="00513136">
        <w:rPr>
          <w:rStyle w:val="cp"/>
          <w:lang w:val="en-US"/>
        </w:rPr>
        <w:t>equiv</w:t>
      </w:r>
      <w:proofErr w:type="spellEnd"/>
      <w:r w:rsidRPr="00513136">
        <w:rPr>
          <w:rStyle w:val="cp"/>
          <w:lang w:val="en-US"/>
        </w:rPr>
        <w:t>="Content-Type" content="text/html; charset=utf-8" /&gt;</w:t>
      </w:r>
    </w:p>
    <w:p w14:paraId="366D9B1A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title</w:t>
      </w:r>
      <w:proofErr w:type="gramEnd"/>
      <w:r w:rsidRPr="00513136">
        <w:rPr>
          <w:rStyle w:val="cp"/>
          <w:lang w:val="en-US"/>
        </w:rPr>
        <w:t>&gt;</w:t>
      </w:r>
      <w:r w:rsidRPr="006E1813">
        <w:rPr>
          <w:rStyle w:val="cp"/>
          <w:shd w:val="clear" w:color="auto" w:fill="A8D08D" w:themeFill="accent6" w:themeFillTint="99"/>
          <w:lang w:val="en-US"/>
        </w:rPr>
        <w:t>{% block title %}</w:t>
      </w:r>
      <w:proofErr w:type="spellStart"/>
      <w:r w:rsidR="00513136" w:rsidRPr="00140010">
        <w:rPr>
          <w:rStyle w:val="cp"/>
          <w:lang w:val="en-US"/>
        </w:rPr>
        <w:t>titre</w:t>
      </w:r>
      <w:proofErr w:type="spellEnd"/>
      <w:r w:rsidR="00513136" w:rsidRPr="00140010">
        <w:rPr>
          <w:rStyle w:val="cp"/>
          <w:lang w:val="en-US"/>
        </w:rPr>
        <w:t xml:space="preserve"> </w:t>
      </w:r>
      <w:proofErr w:type="spellStart"/>
      <w:r w:rsidR="00513136" w:rsidRPr="00140010">
        <w:rPr>
          <w:rStyle w:val="cp"/>
          <w:lang w:val="en-US"/>
        </w:rPr>
        <w:t>générique</w:t>
      </w:r>
      <w:proofErr w:type="spellEnd"/>
      <w:r w:rsidRPr="00513136">
        <w:rPr>
          <w:rStyle w:val="cp"/>
          <w:lang w:val="en-US"/>
        </w:rPr>
        <w:t xml:space="preserve">{% </w:t>
      </w:r>
      <w:proofErr w:type="spellStart"/>
      <w:r w:rsidRPr="00513136">
        <w:rPr>
          <w:rStyle w:val="cp"/>
          <w:lang w:val="en-US"/>
        </w:rPr>
        <w:t>endblock</w:t>
      </w:r>
      <w:proofErr w:type="spellEnd"/>
      <w:r w:rsidRPr="00513136">
        <w:rPr>
          <w:rStyle w:val="cp"/>
          <w:lang w:val="en-US"/>
        </w:rPr>
        <w:t xml:space="preserve"> %}&lt;/title&gt;</w:t>
      </w:r>
    </w:p>
    <w:p w14:paraId="25E3F99B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&lt;/head&gt;</w:t>
      </w:r>
    </w:p>
    <w:p w14:paraId="35EB7BE3" w14:textId="77777777" w:rsidR="003044A5" w:rsidRPr="00140010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&lt;</w:t>
      </w:r>
      <w:proofErr w:type="gramStart"/>
      <w:r w:rsidRPr="00513136">
        <w:rPr>
          <w:rStyle w:val="cp"/>
          <w:lang w:val="en-US"/>
        </w:rPr>
        <w:t>body</w:t>
      </w:r>
      <w:proofErr w:type="gramEnd"/>
      <w:r w:rsidRPr="00513136">
        <w:rPr>
          <w:rStyle w:val="cp"/>
          <w:lang w:val="en-US"/>
        </w:rPr>
        <w:t>&gt;</w:t>
      </w:r>
    </w:p>
    <w:p w14:paraId="25FC7F5E" w14:textId="77777777" w:rsidR="00513136" w:rsidRPr="00140010" w:rsidRDefault="00513136" w:rsidP="00513136">
      <w:pPr>
        <w:pStyle w:val="Exemples0"/>
        <w:rPr>
          <w:rStyle w:val="cp"/>
          <w:lang w:val="en-US"/>
        </w:rPr>
      </w:pPr>
    </w:p>
    <w:p w14:paraId="62AF1310" w14:textId="77777777" w:rsidR="00513136" w:rsidRPr="00513136" w:rsidRDefault="00513136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</w:t>
      </w:r>
      <w:r w:rsidRPr="00513136">
        <w:rPr>
          <w:rStyle w:val="cp"/>
          <w:shd w:val="clear" w:color="auto" w:fill="F7CAAC" w:themeFill="accent2" w:themeFillTint="66"/>
          <w:lang w:val="en-US"/>
        </w:rPr>
        <w:t xml:space="preserve">Divers </w:t>
      </w:r>
      <w:proofErr w:type="spellStart"/>
      <w:r w:rsidRPr="00513136">
        <w:rPr>
          <w:rStyle w:val="cp"/>
          <w:shd w:val="clear" w:color="auto" w:fill="F7CAAC" w:themeFill="accent2" w:themeFillTint="66"/>
          <w:lang w:val="en-US"/>
        </w:rPr>
        <w:t>contenus</w:t>
      </w:r>
      <w:proofErr w:type="spellEnd"/>
    </w:p>
    <w:p w14:paraId="717B2573" w14:textId="77777777" w:rsidR="00513136" w:rsidRPr="00513136" w:rsidRDefault="00513136" w:rsidP="00513136">
      <w:pPr>
        <w:pStyle w:val="Exemples0"/>
        <w:rPr>
          <w:rStyle w:val="cp"/>
          <w:lang w:val="en-US"/>
        </w:rPr>
      </w:pPr>
    </w:p>
    <w:p w14:paraId="1C58A869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div</w:t>
      </w:r>
      <w:proofErr w:type="gramEnd"/>
      <w:r w:rsidRPr="00513136">
        <w:rPr>
          <w:rStyle w:val="cp"/>
          <w:lang w:val="en-US"/>
        </w:rPr>
        <w:t xml:space="preserve"> id="content"&gt;</w:t>
      </w:r>
    </w:p>
    <w:p w14:paraId="104192E6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    </w:t>
      </w:r>
      <w:r w:rsidRPr="006E1813">
        <w:rPr>
          <w:rStyle w:val="cp"/>
          <w:shd w:val="clear" w:color="auto" w:fill="A8D08D" w:themeFill="accent6" w:themeFillTint="99"/>
          <w:lang w:val="en-US"/>
        </w:rPr>
        <w:t xml:space="preserve">{% </w:t>
      </w:r>
      <w:proofErr w:type="gramStart"/>
      <w:r w:rsidRPr="006E1813">
        <w:rPr>
          <w:rStyle w:val="cp"/>
          <w:shd w:val="clear" w:color="auto" w:fill="A8D08D" w:themeFill="accent6" w:themeFillTint="99"/>
          <w:lang w:val="en-US"/>
        </w:rPr>
        <w:t>block</w:t>
      </w:r>
      <w:proofErr w:type="gramEnd"/>
      <w:r w:rsidRPr="006E1813">
        <w:rPr>
          <w:rStyle w:val="cp"/>
          <w:shd w:val="clear" w:color="auto" w:fill="A8D08D" w:themeFill="accent6" w:themeFillTint="99"/>
          <w:lang w:val="en-US"/>
        </w:rPr>
        <w:t xml:space="preserve"> </w:t>
      </w:r>
      <w:proofErr w:type="spellStart"/>
      <w:r w:rsidR="00513136" w:rsidRPr="006E1813">
        <w:rPr>
          <w:rStyle w:val="cp"/>
          <w:shd w:val="clear" w:color="auto" w:fill="A8D08D" w:themeFill="accent6" w:themeFillTint="99"/>
          <w:lang w:val="en-US"/>
        </w:rPr>
        <w:t>lesSalles</w:t>
      </w:r>
      <w:proofErr w:type="spellEnd"/>
      <w:r w:rsidRPr="006E1813">
        <w:rPr>
          <w:rStyle w:val="cp"/>
          <w:shd w:val="clear" w:color="auto" w:fill="A8D08D" w:themeFill="accent6" w:themeFillTint="99"/>
          <w:lang w:val="en-US"/>
        </w:rPr>
        <w:t xml:space="preserve"> %}</w:t>
      </w:r>
      <w:r w:rsidRPr="00513136">
        <w:rPr>
          <w:rStyle w:val="cp"/>
          <w:lang w:val="en-US"/>
        </w:rPr>
        <w:t xml:space="preserve">{% </w:t>
      </w:r>
      <w:proofErr w:type="spellStart"/>
      <w:proofErr w:type="gramStart"/>
      <w:r w:rsidRPr="00513136">
        <w:rPr>
          <w:rStyle w:val="cp"/>
          <w:lang w:val="en-US"/>
        </w:rPr>
        <w:t>endblock</w:t>
      </w:r>
      <w:proofErr w:type="spellEnd"/>
      <w:proofErr w:type="gramEnd"/>
      <w:r w:rsidRPr="00513136">
        <w:rPr>
          <w:rStyle w:val="cp"/>
          <w:lang w:val="en-US"/>
        </w:rPr>
        <w:t xml:space="preserve"> %}</w:t>
      </w:r>
    </w:p>
    <w:p w14:paraId="3EAD315C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&lt;/div&gt;</w:t>
      </w:r>
    </w:p>
    <w:p w14:paraId="154B6BEB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&lt;/body&gt;</w:t>
      </w:r>
    </w:p>
    <w:p w14:paraId="0977D384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>&lt;/html&gt;</w:t>
      </w:r>
    </w:p>
    <w:p w14:paraId="54FA2AD2" w14:textId="77777777" w:rsidR="003044A5" w:rsidRDefault="003044A5" w:rsidP="001A285C">
      <w:pPr>
        <w:rPr>
          <w:lang w:val="en-US"/>
        </w:rPr>
      </w:pPr>
    </w:p>
    <w:p w14:paraId="1C499927" w14:textId="77777777" w:rsidR="00513136" w:rsidRPr="00140010" w:rsidRDefault="00513136" w:rsidP="001A285C">
      <w:pPr>
        <w:rPr>
          <w:lang w:val="en-US"/>
        </w:rPr>
      </w:pPr>
      <w:r w:rsidRPr="00140010">
        <w:rPr>
          <w:lang w:val="en-US"/>
        </w:rPr>
        <w:t>Le layout enfant</w:t>
      </w:r>
      <w:r w:rsidR="006E1813" w:rsidRPr="00140010">
        <w:rPr>
          <w:lang w:val="en-US"/>
        </w:rPr>
        <w:t xml:space="preserve"> </w:t>
      </w:r>
    </w:p>
    <w:p w14:paraId="4E851EFF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140010">
        <w:rPr>
          <w:rStyle w:val="cp"/>
          <w:lang w:val="en-US"/>
        </w:rPr>
        <w:t xml:space="preserve">{# </w:t>
      </w:r>
      <w:proofErr w:type="gramStart"/>
      <w:r w:rsidRPr="00140010">
        <w:rPr>
          <w:rStyle w:val="cp"/>
          <w:lang w:val="en-US"/>
        </w:rPr>
        <w:t>src</w:t>
      </w:r>
      <w:proofErr w:type="gramEnd"/>
      <w:r w:rsidRPr="00140010">
        <w:rPr>
          <w:rStyle w:val="cp"/>
          <w:lang w:val="en-US"/>
        </w:rPr>
        <w:t>/Ppe/Spacebooking</w:t>
      </w:r>
      <w:r w:rsidRPr="00513136">
        <w:rPr>
          <w:rStyle w:val="cp"/>
          <w:lang w:val="en-US"/>
        </w:rPr>
        <w:t>/Resources/views/</w:t>
      </w:r>
      <w:r w:rsidRPr="00140010">
        <w:rPr>
          <w:rStyle w:val="cp"/>
          <w:lang w:val="en-US"/>
        </w:rPr>
        <w:t>Default/Spacebooking/maPage</w:t>
      </w:r>
      <w:r w:rsidRPr="00513136">
        <w:rPr>
          <w:rStyle w:val="cp"/>
          <w:lang w:val="en-US"/>
        </w:rPr>
        <w:t>.html.twig #}</w:t>
      </w:r>
    </w:p>
    <w:p w14:paraId="6402EE75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6E1813">
        <w:rPr>
          <w:rStyle w:val="cp"/>
          <w:shd w:val="clear" w:color="auto" w:fill="FFE599" w:themeFill="accent4" w:themeFillTint="66"/>
          <w:lang w:val="en-US"/>
        </w:rPr>
        <w:t xml:space="preserve">{% </w:t>
      </w:r>
      <w:proofErr w:type="gramStart"/>
      <w:r w:rsidRPr="006E1813">
        <w:rPr>
          <w:rStyle w:val="cp"/>
          <w:shd w:val="clear" w:color="auto" w:fill="FFE599" w:themeFill="accent4" w:themeFillTint="66"/>
          <w:lang w:val="en-US"/>
        </w:rPr>
        <w:t>extends</w:t>
      </w:r>
      <w:proofErr w:type="gramEnd"/>
      <w:r w:rsidRPr="006E1813">
        <w:rPr>
          <w:rStyle w:val="cp"/>
          <w:shd w:val="clear" w:color="auto" w:fill="FFE599" w:themeFill="accent4" w:themeFillTint="66"/>
          <w:lang w:val="en-US"/>
        </w:rPr>
        <w:t xml:space="preserve"> '::</w:t>
      </w:r>
      <w:proofErr w:type="spellStart"/>
      <w:r w:rsidRPr="006E1813">
        <w:rPr>
          <w:rStyle w:val="cp"/>
          <w:shd w:val="clear" w:color="auto" w:fill="FFE599" w:themeFill="accent4" w:themeFillTint="66"/>
          <w:lang w:val="en-US"/>
        </w:rPr>
        <w:t>base.html.twig</w:t>
      </w:r>
      <w:proofErr w:type="spellEnd"/>
      <w:r w:rsidRPr="006E1813">
        <w:rPr>
          <w:rStyle w:val="cp"/>
          <w:shd w:val="clear" w:color="auto" w:fill="FFE599" w:themeFill="accent4" w:themeFillTint="66"/>
          <w:lang w:val="en-US"/>
        </w:rPr>
        <w:t>' %}</w:t>
      </w:r>
    </w:p>
    <w:p w14:paraId="5F82E5D4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</w:p>
    <w:p w14:paraId="3BB7E25D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6E1813">
        <w:rPr>
          <w:rStyle w:val="cp"/>
          <w:shd w:val="clear" w:color="auto" w:fill="A8D08D" w:themeFill="accent6" w:themeFillTint="99"/>
          <w:lang w:val="en-US"/>
        </w:rPr>
        <w:t xml:space="preserve">{% </w:t>
      </w:r>
      <w:proofErr w:type="gramStart"/>
      <w:r w:rsidRPr="006E1813">
        <w:rPr>
          <w:rStyle w:val="cp"/>
          <w:shd w:val="clear" w:color="auto" w:fill="A8D08D" w:themeFill="accent6" w:themeFillTint="99"/>
          <w:lang w:val="en-US"/>
        </w:rPr>
        <w:t>block</w:t>
      </w:r>
      <w:proofErr w:type="gramEnd"/>
      <w:r w:rsidRPr="006E1813">
        <w:rPr>
          <w:rStyle w:val="cp"/>
          <w:shd w:val="clear" w:color="auto" w:fill="A8D08D" w:themeFill="accent6" w:themeFillTint="99"/>
          <w:lang w:val="en-US"/>
        </w:rPr>
        <w:t xml:space="preserve"> title %}</w:t>
      </w:r>
      <w:proofErr w:type="spellStart"/>
      <w:r w:rsidR="00513136" w:rsidRPr="00140010">
        <w:rPr>
          <w:rStyle w:val="cp"/>
          <w:lang w:val="en-US"/>
        </w:rPr>
        <w:t>Mes</w:t>
      </w:r>
      <w:proofErr w:type="spellEnd"/>
      <w:r w:rsidR="00513136" w:rsidRPr="00140010">
        <w:rPr>
          <w:rStyle w:val="cp"/>
          <w:lang w:val="en-US"/>
        </w:rPr>
        <w:t xml:space="preserve"> </w:t>
      </w:r>
      <w:proofErr w:type="spellStart"/>
      <w:proofErr w:type="gramStart"/>
      <w:r w:rsidR="00513136" w:rsidRPr="00140010">
        <w:rPr>
          <w:rStyle w:val="cp"/>
          <w:lang w:val="en-US"/>
        </w:rPr>
        <w:t>salles</w:t>
      </w:r>
      <w:proofErr w:type="spellEnd"/>
      <w:r w:rsidRPr="00513136">
        <w:rPr>
          <w:rStyle w:val="cp"/>
          <w:lang w:val="en-US"/>
        </w:rPr>
        <w:t>{</w:t>
      </w:r>
      <w:proofErr w:type="gramEnd"/>
      <w:r w:rsidRPr="00513136">
        <w:rPr>
          <w:rStyle w:val="cp"/>
          <w:lang w:val="en-US"/>
        </w:rPr>
        <w:t xml:space="preserve">% </w:t>
      </w:r>
      <w:proofErr w:type="spellStart"/>
      <w:r w:rsidRPr="00513136">
        <w:rPr>
          <w:rStyle w:val="cp"/>
          <w:lang w:val="en-US"/>
        </w:rPr>
        <w:t>endblock</w:t>
      </w:r>
      <w:proofErr w:type="spellEnd"/>
      <w:r w:rsidRPr="00513136">
        <w:rPr>
          <w:rStyle w:val="cp"/>
          <w:lang w:val="en-US"/>
        </w:rPr>
        <w:t xml:space="preserve"> %}</w:t>
      </w:r>
    </w:p>
    <w:p w14:paraId="1873D64A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</w:p>
    <w:p w14:paraId="2EF099D1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6E1813">
        <w:rPr>
          <w:rStyle w:val="cp"/>
          <w:shd w:val="clear" w:color="auto" w:fill="A8D08D" w:themeFill="accent6" w:themeFillTint="99"/>
          <w:lang w:val="en-US"/>
        </w:rPr>
        <w:t xml:space="preserve">{% </w:t>
      </w:r>
      <w:proofErr w:type="gramStart"/>
      <w:r w:rsidRPr="006E1813">
        <w:rPr>
          <w:rStyle w:val="cp"/>
          <w:shd w:val="clear" w:color="auto" w:fill="A8D08D" w:themeFill="accent6" w:themeFillTint="99"/>
          <w:lang w:val="en-US"/>
        </w:rPr>
        <w:t>block</w:t>
      </w:r>
      <w:proofErr w:type="gramEnd"/>
      <w:r w:rsidRPr="006E1813">
        <w:rPr>
          <w:rStyle w:val="cp"/>
          <w:shd w:val="clear" w:color="auto" w:fill="A8D08D" w:themeFill="accent6" w:themeFillTint="99"/>
          <w:lang w:val="en-US"/>
        </w:rPr>
        <w:t xml:space="preserve"> </w:t>
      </w:r>
      <w:proofErr w:type="spellStart"/>
      <w:r w:rsidR="00513136" w:rsidRPr="00140010">
        <w:rPr>
          <w:rStyle w:val="cp"/>
          <w:shd w:val="clear" w:color="auto" w:fill="A8D08D" w:themeFill="accent6" w:themeFillTint="99"/>
          <w:lang w:val="en-US"/>
        </w:rPr>
        <w:t>lesSalles</w:t>
      </w:r>
      <w:proofErr w:type="spellEnd"/>
      <w:r w:rsidRPr="006E1813">
        <w:rPr>
          <w:rStyle w:val="cp"/>
          <w:shd w:val="clear" w:color="auto" w:fill="A8D08D" w:themeFill="accent6" w:themeFillTint="99"/>
          <w:lang w:val="en-US"/>
        </w:rPr>
        <w:t xml:space="preserve"> %}</w:t>
      </w:r>
    </w:p>
    <w:p w14:paraId="5F49C4F6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{% </w:t>
      </w:r>
      <w:proofErr w:type="gramStart"/>
      <w:r w:rsidRPr="00513136">
        <w:rPr>
          <w:rStyle w:val="cp"/>
          <w:lang w:val="en-US"/>
        </w:rPr>
        <w:t>for</w:t>
      </w:r>
      <w:proofErr w:type="gramEnd"/>
      <w:r w:rsidRPr="00513136">
        <w:rPr>
          <w:rStyle w:val="cp"/>
          <w:lang w:val="en-US"/>
        </w:rPr>
        <w:t xml:space="preserve"> </w:t>
      </w:r>
      <w:proofErr w:type="spellStart"/>
      <w:r w:rsidR="00513136" w:rsidRPr="00140010">
        <w:rPr>
          <w:rStyle w:val="cp"/>
          <w:lang w:val="en-US"/>
        </w:rPr>
        <w:t>salle</w:t>
      </w:r>
      <w:proofErr w:type="spellEnd"/>
      <w:r w:rsidRPr="00513136">
        <w:rPr>
          <w:rStyle w:val="cp"/>
          <w:lang w:val="en-US"/>
        </w:rPr>
        <w:t xml:space="preserve"> in </w:t>
      </w:r>
      <w:proofErr w:type="spellStart"/>
      <w:r w:rsidR="00513136" w:rsidRPr="00140010">
        <w:rPr>
          <w:rStyle w:val="cp"/>
          <w:lang w:val="en-US"/>
        </w:rPr>
        <w:t>salle</w:t>
      </w:r>
      <w:r w:rsidRPr="00513136">
        <w:rPr>
          <w:rStyle w:val="cp"/>
          <w:lang w:val="en-US"/>
        </w:rPr>
        <w:t>_entries</w:t>
      </w:r>
      <w:proofErr w:type="spellEnd"/>
      <w:r w:rsidRPr="00513136">
        <w:rPr>
          <w:rStyle w:val="cp"/>
          <w:lang w:val="en-US"/>
        </w:rPr>
        <w:t xml:space="preserve"> %}</w:t>
      </w:r>
    </w:p>
    <w:p w14:paraId="2C15E9A2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h2</w:t>
      </w:r>
      <w:proofErr w:type="gramEnd"/>
      <w:r w:rsidRPr="00513136">
        <w:rPr>
          <w:rStyle w:val="cp"/>
          <w:lang w:val="en-US"/>
        </w:rPr>
        <w:t xml:space="preserve">&gt;{{ </w:t>
      </w:r>
      <w:proofErr w:type="spellStart"/>
      <w:r w:rsidR="00513136" w:rsidRPr="00140010">
        <w:rPr>
          <w:rStyle w:val="cp"/>
          <w:lang w:val="en-US"/>
        </w:rPr>
        <w:t>salle.titr</w:t>
      </w:r>
      <w:r w:rsidRPr="00513136">
        <w:rPr>
          <w:rStyle w:val="cp"/>
          <w:lang w:val="en-US"/>
        </w:rPr>
        <w:t>e</w:t>
      </w:r>
      <w:proofErr w:type="spellEnd"/>
      <w:r w:rsidRPr="00513136">
        <w:rPr>
          <w:rStyle w:val="cp"/>
          <w:lang w:val="en-US"/>
        </w:rPr>
        <w:t xml:space="preserve"> }}&lt;/h2&gt;</w:t>
      </w:r>
    </w:p>
    <w:p w14:paraId="5FB0C4A4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p</w:t>
      </w:r>
      <w:proofErr w:type="gramEnd"/>
      <w:r w:rsidRPr="00513136">
        <w:rPr>
          <w:rStyle w:val="cp"/>
          <w:lang w:val="en-US"/>
        </w:rPr>
        <w:t xml:space="preserve">&gt;{{ </w:t>
      </w:r>
      <w:proofErr w:type="spellStart"/>
      <w:r w:rsidR="00513136" w:rsidRPr="00140010">
        <w:rPr>
          <w:rStyle w:val="cp"/>
          <w:lang w:val="en-US"/>
        </w:rPr>
        <w:t>salle.description</w:t>
      </w:r>
      <w:proofErr w:type="spellEnd"/>
      <w:r w:rsidRPr="00513136">
        <w:rPr>
          <w:rStyle w:val="cp"/>
          <w:lang w:val="en-US"/>
        </w:rPr>
        <w:t xml:space="preserve"> }}&lt;/p&gt;</w:t>
      </w:r>
    </w:p>
    <w:p w14:paraId="1B74AAC9" w14:textId="77777777" w:rsidR="003044A5" w:rsidRPr="009A2B66" w:rsidRDefault="003044A5" w:rsidP="00513136">
      <w:pPr>
        <w:pStyle w:val="Exemples0"/>
        <w:rPr>
          <w:rStyle w:val="cp"/>
        </w:rPr>
      </w:pPr>
      <w:r w:rsidRPr="00513136">
        <w:rPr>
          <w:rStyle w:val="cp"/>
          <w:lang w:val="en-US"/>
        </w:rPr>
        <w:t xml:space="preserve">    </w:t>
      </w:r>
      <w:r w:rsidRPr="009A2B66">
        <w:rPr>
          <w:rStyle w:val="cp"/>
        </w:rPr>
        <w:t xml:space="preserve">{% </w:t>
      </w:r>
      <w:proofErr w:type="spellStart"/>
      <w:r w:rsidRPr="009A2B66">
        <w:rPr>
          <w:rStyle w:val="cp"/>
        </w:rPr>
        <w:t>endfor</w:t>
      </w:r>
      <w:proofErr w:type="spellEnd"/>
      <w:r w:rsidRPr="009A2B66">
        <w:rPr>
          <w:rStyle w:val="cp"/>
        </w:rPr>
        <w:t xml:space="preserve"> %}</w:t>
      </w:r>
    </w:p>
    <w:p w14:paraId="65C8A760" w14:textId="77777777" w:rsidR="003044A5" w:rsidRPr="009A2B66" w:rsidRDefault="003044A5" w:rsidP="00513136">
      <w:pPr>
        <w:pStyle w:val="Exemples0"/>
        <w:rPr>
          <w:rStyle w:val="cp"/>
        </w:rPr>
      </w:pPr>
      <w:r w:rsidRPr="009A2B66">
        <w:rPr>
          <w:rStyle w:val="cp"/>
        </w:rPr>
        <w:t xml:space="preserve">{% </w:t>
      </w:r>
      <w:proofErr w:type="spellStart"/>
      <w:r w:rsidRPr="009A2B66">
        <w:rPr>
          <w:rStyle w:val="cp"/>
        </w:rPr>
        <w:t>endblock</w:t>
      </w:r>
      <w:proofErr w:type="spellEnd"/>
      <w:r w:rsidRPr="009A2B66">
        <w:rPr>
          <w:rStyle w:val="cp"/>
        </w:rPr>
        <w:t xml:space="preserve"> %}</w:t>
      </w:r>
    </w:p>
    <w:p w14:paraId="2BF42E41" w14:textId="2CEFB966" w:rsidR="000D57B1" w:rsidRPr="00140010" w:rsidRDefault="000D57B1" w:rsidP="008B4337">
      <w:pPr>
        <w:jc w:val="both"/>
        <w:rPr>
          <w:lang w:val="en-US"/>
        </w:rPr>
      </w:pPr>
      <w:r>
        <w:rPr>
          <w:lang w:val="en-US"/>
        </w:rPr>
        <w:t xml:space="preserve">On </w:t>
      </w:r>
      <w:proofErr w:type="spellStart"/>
      <w:r>
        <w:rPr>
          <w:lang w:val="en-US"/>
        </w:rPr>
        <w:t>réalise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template qui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redefinir</w:t>
      </w:r>
      <w:proofErr w:type="spellEnd"/>
      <w:r>
        <w:rPr>
          <w:lang w:val="en-US"/>
        </w:rPr>
        <w:t xml:space="preserve"> </w:t>
      </w:r>
      <w:proofErr w:type="spellStart"/>
      <w:r w:rsidR="003B38E8">
        <w:rPr>
          <w:lang w:val="en-US"/>
        </w:rPr>
        <w:t>certains</w:t>
      </w:r>
      <w:proofErr w:type="spellEnd"/>
      <w:r>
        <w:rPr>
          <w:lang w:val="en-US"/>
        </w:rPr>
        <w:t xml:space="preserve"> blocs du template de base.</w:t>
      </w:r>
      <w:r w:rsidR="003B38E8">
        <w:rPr>
          <w:lang w:val="en-US"/>
        </w:rPr>
        <w:t xml:space="preserve"> </w:t>
      </w:r>
      <w:proofErr w:type="spellStart"/>
      <w:r w:rsidR="003B38E8">
        <w:rPr>
          <w:lang w:val="en-US"/>
        </w:rPr>
        <w:t>Symfony</w:t>
      </w:r>
      <w:proofErr w:type="spellEnd"/>
      <w:r w:rsidR="003B38E8">
        <w:rPr>
          <w:lang w:val="en-US"/>
        </w:rPr>
        <w:t xml:space="preserve"> </w:t>
      </w:r>
      <w:proofErr w:type="spellStart"/>
      <w:r w:rsidR="003B38E8">
        <w:rPr>
          <w:lang w:val="en-US"/>
        </w:rPr>
        <w:t>évaluera</w:t>
      </w:r>
      <w:proofErr w:type="spellEnd"/>
      <w:r w:rsidR="003B38E8">
        <w:rPr>
          <w:lang w:val="en-US"/>
        </w:rPr>
        <w:t xml:space="preserve"> </w:t>
      </w:r>
      <w:proofErr w:type="spellStart"/>
      <w:r w:rsidR="003B38E8">
        <w:rPr>
          <w:lang w:val="en-US"/>
        </w:rPr>
        <w:t>quel</w:t>
      </w:r>
      <w:proofErr w:type="spellEnd"/>
      <w:r w:rsidR="003B38E8">
        <w:rPr>
          <w:lang w:val="en-US"/>
        </w:rPr>
        <w:t xml:space="preserve"> bloc </w:t>
      </w:r>
      <w:proofErr w:type="spellStart"/>
      <w:proofErr w:type="gramStart"/>
      <w:r w:rsidR="003B38E8">
        <w:rPr>
          <w:lang w:val="en-US"/>
        </w:rPr>
        <w:t>est</w:t>
      </w:r>
      <w:proofErr w:type="spellEnd"/>
      <w:proofErr w:type="gramEnd"/>
      <w:r w:rsidR="003B38E8">
        <w:rPr>
          <w:lang w:val="en-US"/>
        </w:rPr>
        <w:t xml:space="preserve"> à </w:t>
      </w:r>
      <w:proofErr w:type="spellStart"/>
      <w:r w:rsidR="003B38E8">
        <w:rPr>
          <w:lang w:val="en-US"/>
        </w:rPr>
        <w:t>remplacer</w:t>
      </w:r>
      <w:proofErr w:type="spellEnd"/>
      <w:r w:rsidR="003B38E8">
        <w:rPr>
          <w:lang w:val="en-US"/>
        </w:rPr>
        <w:t>.</w:t>
      </w:r>
    </w:p>
    <w:p w14:paraId="5DC9FD38" w14:textId="77777777" w:rsidR="003044A5" w:rsidRDefault="003044A5" w:rsidP="008B4337">
      <w:pPr>
        <w:jc w:val="both"/>
      </w:pPr>
    </w:p>
    <w:p w14:paraId="2904240A" w14:textId="77777777" w:rsidR="00513136" w:rsidRPr="00513136" w:rsidRDefault="00513136" w:rsidP="00513136">
      <w:r>
        <w:t>La sortie</w:t>
      </w:r>
    </w:p>
    <w:p w14:paraId="1EE74D2E" w14:textId="77777777" w:rsidR="003044A5" w:rsidRPr="009A2B66" w:rsidRDefault="003044A5" w:rsidP="00513136">
      <w:pPr>
        <w:pStyle w:val="Exemples0"/>
        <w:rPr>
          <w:rStyle w:val="cp"/>
        </w:rPr>
      </w:pPr>
      <w:r w:rsidRPr="009A2B66">
        <w:rPr>
          <w:rStyle w:val="cp"/>
        </w:rPr>
        <w:t>&lt;!DOCTYPE html&gt;</w:t>
      </w:r>
    </w:p>
    <w:p w14:paraId="2A88A45F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>&lt;</w:t>
      </w:r>
      <w:proofErr w:type="gramStart"/>
      <w:r w:rsidRPr="00513136">
        <w:rPr>
          <w:rStyle w:val="cp"/>
          <w:lang w:val="en-US"/>
        </w:rPr>
        <w:t>html</w:t>
      </w:r>
      <w:proofErr w:type="gramEnd"/>
      <w:r w:rsidRPr="00513136">
        <w:rPr>
          <w:rStyle w:val="cp"/>
          <w:lang w:val="en-US"/>
        </w:rPr>
        <w:t>&gt;</w:t>
      </w:r>
    </w:p>
    <w:p w14:paraId="57168F00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&lt;</w:t>
      </w:r>
      <w:proofErr w:type="gramStart"/>
      <w:r w:rsidRPr="00513136">
        <w:rPr>
          <w:rStyle w:val="cp"/>
          <w:lang w:val="en-US"/>
        </w:rPr>
        <w:t>head</w:t>
      </w:r>
      <w:proofErr w:type="gramEnd"/>
      <w:r w:rsidRPr="00513136">
        <w:rPr>
          <w:rStyle w:val="cp"/>
          <w:lang w:val="en-US"/>
        </w:rPr>
        <w:t>&gt;</w:t>
      </w:r>
    </w:p>
    <w:p w14:paraId="1778DF93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meta</w:t>
      </w:r>
      <w:proofErr w:type="gramEnd"/>
      <w:r w:rsidRPr="00513136">
        <w:rPr>
          <w:rStyle w:val="cp"/>
          <w:lang w:val="en-US"/>
        </w:rPr>
        <w:t xml:space="preserve"> http-</w:t>
      </w:r>
      <w:proofErr w:type="spellStart"/>
      <w:r w:rsidRPr="00513136">
        <w:rPr>
          <w:rStyle w:val="cp"/>
          <w:lang w:val="en-US"/>
        </w:rPr>
        <w:t>equiv</w:t>
      </w:r>
      <w:proofErr w:type="spellEnd"/>
      <w:r w:rsidRPr="00513136">
        <w:rPr>
          <w:rStyle w:val="cp"/>
          <w:lang w:val="en-US"/>
        </w:rPr>
        <w:t>="Content-Type" content="text/html; charset=utf-8" /&gt;</w:t>
      </w:r>
    </w:p>
    <w:p w14:paraId="1325C573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    &lt;</w:t>
      </w:r>
      <w:proofErr w:type="gramStart"/>
      <w:r w:rsidRPr="00513136">
        <w:rPr>
          <w:rStyle w:val="cp"/>
          <w:lang w:val="en-US"/>
        </w:rPr>
        <w:t>title</w:t>
      </w:r>
      <w:proofErr w:type="gramEnd"/>
      <w:r w:rsidRPr="00513136">
        <w:rPr>
          <w:rStyle w:val="cp"/>
          <w:lang w:val="en-US"/>
        </w:rPr>
        <w:t>&gt;</w:t>
      </w:r>
      <w:proofErr w:type="spellStart"/>
      <w:r w:rsidRPr="00513136">
        <w:rPr>
          <w:rStyle w:val="cp"/>
          <w:lang w:val="en-US"/>
        </w:rPr>
        <w:t>Mes</w:t>
      </w:r>
      <w:proofErr w:type="spellEnd"/>
      <w:r w:rsidRPr="00513136">
        <w:rPr>
          <w:rStyle w:val="cp"/>
          <w:lang w:val="en-US"/>
        </w:rPr>
        <w:t xml:space="preserve"> </w:t>
      </w:r>
      <w:proofErr w:type="spellStart"/>
      <w:r w:rsidR="00513136" w:rsidRPr="00140010">
        <w:rPr>
          <w:rStyle w:val="cp"/>
          <w:lang w:val="en-US"/>
        </w:rPr>
        <w:t>salles</w:t>
      </w:r>
      <w:proofErr w:type="spellEnd"/>
      <w:r w:rsidRPr="00513136">
        <w:rPr>
          <w:rStyle w:val="cp"/>
          <w:lang w:val="en-US"/>
        </w:rPr>
        <w:t>&lt;/title&gt;</w:t>
      </w:r>
    </w:p>
    <w:p w14:paraId="2B14855A" w14:textId="77777777" w:rsidR="003044A5" w:rsidRPr="00513136" w:rsidRDefault="003044A5" w:rsidP="00513136">
      <w:pPr>
        <w:pStyle w:val="Exemples0"/>
        <w:rPr>
          <w:rStyle w:val="cp"/>
          <w:lang w:val="en-US"/>
        </w:rPr>
      </w:pPr>
      <w:r w:rsidRPr="00513136">
        <w:rPr>
          <w:rStyle w:val="cp"/>
          <w:lang w:val="en-US"/>
        </w:rPr>
        <w:t xml:space="preserve">    &lt;/head&gt;</w:t>
      </w:r>
    </w:p>
    <w:p w14:paraId="4D4C867E" w14:textId="77777777" w:rsidR="003044A5" w:rsidRPr="00513136" w:rsidRDefault="003044A5" w:rsidP="00513136">
      <w:pPr>
        <w:pStyle w:val="Exemples0"/>
        <w:rPr>
          <w:rStyle w:val="cp"/>
        </w:rPr>
      </w:pPr>
      <w:r w:rsidRPr="00513136">
        <w:rPr>
          <w:rStyle w:val="cp"/>
          <w:lang w:val="en-US"/>
        </w:rPr>
        <w:t xml:space="preserve">    </w:t>
      </w:r>
      <w:r w:rsidRPr="00140010">
        <w:rPr>
          <w:rStyle w:val="cp"/>
        </w:rPr>
        <w:t>&lt;</w:t>
      </w:r>
      <w:proofErr w:type="gramStart"/>
      <w:r w:rsidRPr="00140010">
        <w:rPr>
          <w:rStyle w:val="cp"/>
        </w:rPr>
        <w:t>body</w:t>
      </w:r>
      <w:proofErr w:type="gramEnd"/>
      <w:r w:rsidRPr="00140010">
        <w:rPr>
          <w:rStyle w:val="cp"/>
        </w:rPr>
        <w:t>&gt;</w:t>
      </w:r>
    </w:p>
    <w:p w14:paraId="0BD05D7A" w14:textId="77777777" w:rsidR="00513136" w:rsidRPr="00513136" w:rsidRDefault="00513136" w:rsidP="00513136">
      <w:pPr>
        <w:pStyle w:val="Exemples0"/>
        <w:rPr>
          <w:rStyle w:val="cp"/>
        </w:rPr>
      </w:pPr>
    </w:p>
    <w:p w14:paraId="539ED2A8" w14:textId="77777777" w:rsidR="00513136" w:rsidRPr="00513136" w:rsidRDefault="00513136" w:rsidP="00513136">
      <w:pPr>
        <w:pStyle w:val="Exemples0"/>
        <w:rPr>
          <w:rStyle w:val="cp"/>
        </w:rPr>
      </w:pPr>
      <w:r w:rsidRPr="00513136">
        <w:rPr>
          <w:rStyle w:val="cp"/>
        </w:rPr>
        <w:t xml:space="preserve">   </w:t>
      </w:r>
      <w:r w:rsidRPr="00513136">
        <w:rPr>
          <w:rStyle w:val="cp"/>
          <w:shd w:val="clear" w:color="auto" w:fill="F7CAAC" w:themeFill="accent2" w:themeFillTint="66"/>
        </w:rPr>
        <w:t>Divers contenus</w:t>
      </w:r>
    </w:p>
    <w:p w14:paraId="0F045FDC" w14:textId="77777777" w:rsidR="00513136" w:rsidRPr="00140010" w:rsidRDefault="00513136" w:rsidP="00513136">
      <w:pPr>
        <w:pStyle w:val="Exemples0"/>
        <w:rPr>
          <w:rStyle w:val="cp"/>
        </w:rPr>
      </w:pPr>
    </w:p>
    <w:p w14:paraId="35DE32D2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    &lt;div id="content"&gt;</w:t>
      </w:r>
    </w:p>
    <w:p w14:paraId="28506919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        &lt;h2&gt;</w:t>
      </w:r>
      <w:r w:rsidR="00513136" w:rsidRPr="00140010">
        <w:rPr>
          <w:rStyle w:val="cp"/>
        </w:rPr>
        <w:t>Mandelbrot</w:t>
      </w:r>
      <w:r w:rsidRPr="00140010">
        <w:rPr>
          <w:rStyle w:val="cp"/>
        </w:rPr>
        <w:t>&lt;/h2&gt;</w:t>
      </w:r>
    </w:p>
    <w:p w14:paraId="2FDCB083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        &lt;p&gt;</w:t>
      </w:r>
      <w:r w:rsidR="00513136" w:rsidRPr="00140010">
        <w:rPr>
          <w:rStyle w:val="cp"/>
        </w:rPr>
        <w:t>une salle studieuse</w:t>
      </w:r>
      <w:r w:rsidRPr="00140010">
        <w:rPr>
          <w:rStyle w:val="cp"/>
        </w:rPr>
        <w:t>&lt;/p&gt;</w:t>
      </w:r>
    </w:p>
    <w:p w14:paraId="406C4F8E" w14:textId="77777777" w:rsidR="003044A5" w:rsidRPr="00140010" w:rsidRDefault="003044A5" w:rsidP="00513136">
      <w:pPr>
        <w:pStyle w:val="Exemples0"/>
        <w:rPr>
          <w:rStyle w:val="cp"/>
        </w:rPr>
      </w:pPr>
    </w:p>
    <w:p w14:paraId="1634DCBF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        &lt;h2&gt;</w:t>
      </w:r>
      <w:r w:rsidR="00513136" w:rsidRPr="00140010">
        <w:rPr>
          <w:rStyle w:val="cp"/>
        </w:rPr>
        <w:t>Vico le roi</w:t>
      </w:r>
      <w:r w:rsidRPr="00140010">
        <w:rPr>
          <w:rStyle w:val="cp"/>
        </w:rPr>
        <w:t>&lt;/h2&gt;</w:t>
      </w:r>
    </w:p>
    <w:p w14:paraId="05053CEB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        &lt;p&gt;</w:t>
      </w:r>
      <w:r w:rsidR="00513136" w:rsidRPr="00140010">
        <w:rPr>
          <w:rStyle w:val="cp"/>
        </w:rPr>
        <w:t>une salle gourmande !</w:t>
      </w:r>
      <w:r w:rsidRPr="00140010">
        <w:rPr>
          <w:rStyle w:val="cp"/>
        </w:rPr>
        <w:t>&lt;/p&gt;</w:t>
      </w:r>
    </w:p>
    <w:p w14:paraId="34FEB952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    &lt;/</w:t>
      </w:r>
      <w:proofErr w:type="gramStart"/>
      <w:r w:rsidRPr="00140010">
        <w:rPr>
          <w:rStyle w:val="cp"/>
        </w:rPr>
        <w:t>div</w:t>
      </w:r>
      <w:proofErr w:type="gramEnd"/>
      <w:r w:rsidRPr="00140010">
        <w:rPr>
          <w:rStyle w:val="cp"/>
        </w:rPr>
        <w:t>&gt;</w:t>
      </w:r>
    </w:p>
    <w:p w14:paraId="2B18503D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 xml:space="preserve">    &lt;/</w:t>
      </w:r>
      <w:proofErr w:type="gramStart"/>
      <w:r w:rsidRPr="00140010">
        <w:rPr>
          <w:rStyle w:val="cp"/>
        </w:rPr>
        <w:t>body</w:t>
      </w:r>
      <w:proofErr w:type="gramEnd"/>
      <w:r w:rsidRPr="00140010">
        <w:rPr>
          <w:rStyle w:val="cp"/>
        </w:rPr>
        <w:t>&gt;</w:t>
      </w:r>
    </w:p>
    <w:p w14:paraId="5ECAF8A5" w14:textId="77777777" w:rsidR="003044A5" w:rsidRPr="00140010" w:rsidRDefault="003044A5" w:rsidP="00513136">
      <w:pPr>
        <w:pStyle w:val="Exemples0"/>
        <w:rPr>
          <w:rStyle w:val="cp"/>
        </w:rPr>
      </w:pPr>
      <w:r w:rsidRPr="00140010">
        <w:rPr>
          <w:rStyle w:val="cp"/>
        </w:rPr>
        <w:t>&lt;/</w:t>
      </w:r>
      <w:proofErr w:type="gramStart"/>
      <w:r w:rsidRPr="00140010">
        <w:rPr>
          <w:rStyle w:val="cp"/>
        </w:rPr>
        <w:t>html</w:t>
      </w:r>
      <w:proofErr w:type="gramEnd"/>
      <w:r w:rsidRPr="00140010">
        <w:rPr>
          <w:rStyle w:val="cp"/>
        </w:rPr>
        <w:t>&gt;</w:t>
      </w:r>
    </w:p>
    <w:p w14:paraId="58412453" w14:textId="77777777" w:rsidR="000D57B1" w:rsidRPr="000D57B1" w:rsidRDefault="000D57B1" w:rsidP="000D57B1">
      <w:bookmarkStart w:id="42" w:name="_Toc381347214"/>
      <w:bookmarkStart w:id="43" w:name="_Toc396309513"/>
    </w:p>
    <w:p w14:paraId="3606EEF6" w14:textId="77777777" w:rsidR="008B4337" w:rsidRDefault="008B4337">
      <w:pPr>
        <w:spacing w:after="160" w:line="259" w:lineRule="auto"/>
        <w:rPr>
          <w:b/>
          <w:bCs/>
        </w:rPr>
      </w:pPr>
      <w:r>
        <w:br w:type="page"/>
      </w:r>
    </w:p>
    <w:p w14:paraId="20E1BFDF" w14:textId="48DF3527" w:rsidR="001A285C" w:rsidRDefault="001A285C" w:rsidP="00653AFE">
      <w:pPr>
        <w:pStyle w:val="Titre3"/>
      </w:pPr>
      <w:proofErr w:type="spellStart"/>
      <w:r>
        <w:lastRenderedPageBreak/>
        <w:t>Generation</w:t>
      </w:r>
      <w:proofErr w:type="spellEnd"/>
      <w:r>
        <w:t xml:space="preserve"> d’url</w:t>
      </w:r>
      <w:bookmarkEnd w:id="42"/>
      <w:bookmarkEnd w:id="43"/>
    </w:p>
    <w:p w14:paraId="0F8A7F9E" w14:textId="77777777" w:rsidR="001A285C" w:rsidRDefault="001A285C" w:rsidP="001A285C">
      <w:pPr>
        <w:pStyle w:val="Exemples0"/>
      </w:pPr>
      <w:r>
        <w:t xml:space="preserve">&lt;a </w:t>
      </w:r>
      <w:proofErr w:type="spellStart"/>
      <w:r>
        <w:t>href</w:t>
      </w:r>
      <w:proofErr w:type="spellEnd"/>
      <w:r>
        <w:t xml:space="preserve"> = « {{</w:t>
      </w:r>
      <w:proofErr w:type="spellStart"/>
      <w:proofErr w:type="gramStart"/>
      <w:r>
        <w:t>path</w:t>
      </w:r>
      <w:proofErr w:type="spellEnd"/>
      <w:r>
        <w:t>(</w:t>
      </w:r>
      <w:proofErr w:type="gramEnd"/>
      <w:r w:rsidRPr="001D27B7">
        <w:rPr>
          <w:rStyle w:val="s1"/>
        </w:rPr>
        <w:t>'</w:t>
      </w:r>
      <w:proofErr w:type="spellStart"/>
      <w:r w:rsidRPr="001D27B7">
        <w:rPr>
          <w:rStyle w:val="s1"/>
        </w:rPr>
        <w:t>homepage</w:t>
      </w:r>
      <w:proofErr w:type="spellEnd"/>
      <w:r w:rsidRPr="001D27B7">
        <w:rPr>
          <w:rStyle w:val="s1"/>
        </w:rPr>
        <w:t>'</w:t>
      </w:r>
      <w:r>
        <w:rPr>
          <w:rStyle w:val="s1"/>
        </w:rPr>
        <w:t>)</w:t>
      </w:r>
      <w:r>
        <w:t>}} »&gt; page d’accueil &lt;/a&gt;</w:t>
      </w:r>
    </w:p>
    <w:p w14:paraId="139029C1" w14:textId="16376365" w:rsidR="001A285C" w:rsidRDefault="001A285C" w:rsidP="001A285C">
      <w:r>
        <w:t xml:space="preserve">Appelle la route </w:t>
      </w:r>
      <w:proofErr w:type="spellStart"/>
      <w:r>
        <w:t>homepage</w:t>
      </w:r>
      <w:proofErr w:type="spellEnd"/>
      <w:r>
        <w:t xml:space="preserve"> de </w:t>
      </w:r>
      <w:proofErr w:type="spellStart"/>
      <w:r>
        <w:t>routing.yml</w:t>
      </w:r>
      <w:proofErr w:type="spellEnd"/>
      <w:r w:rsidR="00F36CE3">
        <w:t>.</w:t>
      </w:r>
    </w:p>
    <w:p w14:paraId="430A2C62" w14:textId="77777777" w:rsidR="008B4337" w:rsidRDefault="008B4337" w:rsidP="001A285C"/>
    <w:p w14:paraId="1C9E95FA" w14:textId="65ECCC44" w:rsidR="001A285C" w:rsidRDefault="001A285C" w:rsidP="001A285C">
      <w:r>
        <w:t>On peut ajouter un ou plusieurs paramètres</w:t>
      </w:r>
      <w:r w:rsidR="00F36CE3">
        <w:t>.</w:t>
      </w:r>
    </w:p>
    <w:p w14:paraId="25A71911" w14:textId="48653DD8" w:rsidR="001A285C" w:rsidRDefault="001A285C" w:rsidP="00F36CE3">
      <w:pPr>
        <w:pStyle w:val="Exemples0"/>
        <w:rPr>
          <w:b/>
          <w:color w:val="0070C0"/>
          <w:sz w:val="24"/>
          <w:szCs w:val="32"/>
        </w:rPr>
      </w:pPr>
      <w:r>
        <w:t xml:space="preserve">&lt;a </w:t>
      </w:r>
      <w:proofErr w:type="spellStart"/>
      <w:r>
        <w:t>href</w:t>
      </w:r>
      <w:proofErr w:type="spellEnd"/>
      <w:r>
        <w:t xml:space="preserve"> = « {{</w:t>
      </w:r>
      <w:proofErr w:type="spellStart"/>
      <w:proofErr w:type="gramStart"/>
      <w:r>
        <w:t>path</w:t>
      </w:r>
      <w:proofErr w:type="spellEnd"/>
      <w:r>
        <w:t>(</w:t>
      </w:r>
      <w:proofErr w:type="gramEnd"/>
      <w:r w:rsidRPr="001D27B7">
        <w:rPr>
          <w:rStyle w:val="s1"/>
        </w:rPr>
        <w:t>'</w:t>
      </w:r>
      <w:proofErr w:type="spellStart"/>
      <w:r w:rsidRPr="001D27B7">
        <w:rPr>
          <w:rStyle w:val="s1"/>
        </w:rPr>
        <w:t>homepage</w:t>
      </w:r>
      <w:proofErr w:type="spellEnd"/>
      <w:r w:rsidRPr="001D27B7">
        <w:rPr>
          <w:rStyle w:val="s1"/>
        </w:rPr>
        <w:t>'</w:t>
      </w:r>
      <w:r>
        <w:rPr>
          <w:rStyle w:val="s1"/>
        </w:rPr>
        <w:t>, {‘</w:t>
      </w:r>
      <w:proofErr w:type="spellStart"/>
      <w:r>
        <w:rPr>
          <w:rStyle w:val="s1"/>
        </w:rPr>
        <w:t>maVar</w:t>
      </w:r>
      <w:proofErr w:type="spellEnd"/>
      <w:r>
        <w:rPr>
          <w:rStyle w:val="s1"/>
        </w:rPr>
        <w:t>’ : ‘var’})</w:t>
      </w:r>
      <w:r>
        <w:t>}} »&gt; page d’accueil &lt;/a&gt;</w:t>
      </w:r>
      <w:bookmarkStart w:id="44" w:name="_Toc381347215"/>
      <w:r>
        <w:br w:type="page"/>
      </w:r>
    </w:p>
    <w:p w14:paraId="16797998" w14:textId="77777777" w:rsidR="001A285C" w:rsidRDefault="001A285C" w:rsidP="00653AFE">
      <w:pPr>
        <w:pStyle w:val="Titre2"/>
      </w:pPr>
      <w:bookmarkStart w:id="45" w:name="_Toc396309514"/>
      <w:r>
        <w:lastRenderedPageBreak/>
        <w:t>Doctrine pour le modèle</w:t>
      </w:r>
      <w:bookmarkEnd w:id="44"/>
      <w:bookmarkEnd w:id="45"/>
    </w:p>
    <w:p w14:paraId="4D3A7C95" w14:textId="77777777" w:rsidR="001A285C" w:rsidRDefault="001A285C" w:rsidP="001A285C">
      <w:r>
        <w:t xml:space="preserve">Doctrine utilise le </w:t>
      </w:r>
      <w:proofErr w:type="spellStart"/>
      <w:r>
        <w:t>mapping</w:t>
      </w:r>
      <w:proofErr w:type="spellEnd"/>
      <w:r>
        <w:t xml:space="preserve"> avec des objets PHP contenants des annotations.</w:t>
      </w:r>
    </w:p>
    <w:p w14:paraId="57CA3B17" w14:textId="77777777" w:rsidR="00653AFE" w:rsidRDefault="00653AFE" w:rsidP="001A285C"/>
    <w:p w14:paraId="0449CED4" w14:textId="77777777" w:rsidR="00653AFE" w:rsidRDefault="00653AFE" w:rsidP="001A285C"/>
    <w:p w14:paraId="1E905CF4" w14:textId="77777777" w:rsidR="001A285C" w:rsidRDefault="001A285C" w:rsidP="00653AFE">
      <w:pPr>
        <w:pStyle w:val="Titre3"/>
      </w:pPr>
      <w:bookmarkStart w:id="46" w:name="_Toc381347216"/>
      <w:bookmarkStart w:id="47" w:name="_Toc396309515"/>
      <w:r>
        <w:t>Génération d’une classe</w:t>
      </w:r>
      <w:bookmarkEnd w:id="46"/>
      <w:bookmarkEnd w:id="47"/>
    </w:p>
    <w:p w14:paraId="234AD07D" w14:textId="77777777" w:rsidR="00653AFE" w:rsidRPr="00653AFE" w:rsidRDefault="00653AFE" w:rsidP="00653AFE"/>
    <w:p w14:paraId="082D08B5" w14:textId="77777777" w:rsidR="001A285C" w:rsidRDefault="00093E1A" w:rsidP="001A285C">
      <w:r>
        <w:t>On utilise la console (</w:t>
      </w:r>
      <w:proofErr w:type="spellStart"/>
      <w:r>
        <w:t>P</w:t>
      </w:r>
      <w:r w:rsidR="001A285C">
        <w:t>owerShell</w:t>
      </w:r>
      <w:proofErr w:type="spellEnd"/>
      <w:r>
        <w:t xml:space="preserve"> sous W</w:t>
      </w:r>
      <w:r w:rsidR="00A007BD">
        <w:t>indows par exemple</w:t>
      </w:r>
      <w:r w:rsidR="001A285C">
        <w:t xml:space="preserve">) pour générer les fichiers nécessaires. </w:t>
      </w:r>
      <w:r w:rsidR="00845AD8">
        <w:t>À</w:t>
      </w:r>
      <w:r w:rsidR="00A007BD">
        <w:t xml:space="preserve"> la racine de l’application en mode console</w:t>
      </w:r>
      <w:r w:rsidR="001A285C">
        <w:t> :</w:t>
      </w:r>
    </w:p>
    <w:p w14:paraId="42B3AB32" w14:textId="77777777" w:rsidR="001A285C" w:rsidRDefault="001A285C" w:rsidP="001A285C">
      <w:pPr>
        <w:pStyle w:val="Exercices0"/>
      </w:pPr>
      <w:r w:rsidRPr="00E51153">
        <w:t>www\</w:t>
      </w:r>
      <w:proofErr w:type="spellStart"/>
      <w:r w:rsidRPr="00E51153">
        <w:t>symfony</w:t>
      </w:r>
      <w:proofErr w:type="spellEnd"/>
      <w:r w:rsidRPr="00E51153">
        <w:t xml:space="preserve">&gt; </w:t>
      </w:r>
      <w:proofErr w:type="spellStart"/>
      <w:r w:rsidRPr="00A73047">
        <w:rPr>
          <w:b/>
        </w:rPr>
        <w:t>php</w:t>
      </w:r>
      <w:proofErr w:type="spellEnd"/>
      <w:r w:rsidRPr="00A73047">
        <w:rPr>
          <w:b/>
        </w:rPr>
        <w:t xml:space="preserve"> </w:t>
      </w:r>
      <w:proofErr w:type="spellStart"/>
      <w:r w:rsidRPr="00A73047">
        <w:rPr>
          <w:b/>
        </w:rPr>
        <w:t>app</w:t>
      </w:r>
      <w:proofErr w:type="spellEnd"/>
      <w:r w:rsidRPr="00A73047">
        <w:rPr>
          <w:b/>
        </w:rPr>
        <w:t xml:space="preserve">/console </w:t>
      </w:r>
      <w:proofErr w:type="spellStart"/>
      <w:r w:rsidRPr="00A73047">
        <w:rPr>
          <w:b/>
        </w:rPr>
        <w:t>generate:doctrine:entity</w:t>
      </w:r>
      <w:proofErr w:type="spellEnd"/>
    </w:p>
    <w:p w14:paraId="01BB73C9" w14:textId="77777777" w:rsidR="001A285C" w:rsidRDefault="001A285C" w:rsidP="001A285C"/>
    <w:p w14:paraId="0F559899" w14:textId="77777777" w:rsidR="001A285C" w:rsidRPr="001767B3" w:rsidRDefault="001A285C" w:rsidP="001A285C">
      <w:pPr>
        <w:rPr>
          <w:lang w:val="en-US"/>
        </w:rPr>
      </w:pPr>
      <w:proofErr w:type="gramStart"/>
      <w:r w:rsidRPr="001767B3">
        <w:rPr>
          <w:lang w:val="en-US"/>
        </w:rPr>
        <w:t>Client(</w:t>
      </w:r>
      <w:proofErr w:type="gramEnd"/>
      <w:r w:rsidRPr="001767B3">
        <w:rPr>
          <w:lang w:val="en-US"/>
        </w:rPr>
        <w:t xml:space="preserve">id, nom, </w:t>
      </w:r>
      <w:proofErr w:type="spellStart"/>
      <w:r w:rsidRPr="001767B3">
        <w:rPr>
          <w:lang w:val="en-US"/>
        </w:rPr>
        <w:t>prenom</w:t>
      </w:r>
      <w:proofErr w:type="spellEnd"/>
      <w:r w:rsidRPr="001767B3">
        <w:rPr>
          <w:lang w:val="en-US"/>
        </w:rPr>
        <w:t>, reference)</w:t>
      </w:r>
    </w:p>
    <w:p w14:paraId="61CBF05C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The Entity shortcut name: </w:t>
      </w:r>
      <w:proofErr w:type="spellStart"/>
      <w:r w:rsidRPr="001767B3">
        <w:rPr>
          <w:b/>
          <w:lang w:val="en-US"/>
        </w:rPr>
        <w:t>PpeSpaceBookingBundle</w:t>
      </w:r>
      <w:proofErr w:type="gramStart"/>
      <w:r w:rsidRPr="001767B3">
        <w:rPr>
          <w:b/>
          <w:lang w:val="en-US"/>
        </w:rPr>
        <w:t>:Client</w:t>
      </w:r>
      <w:proofErr w:type="spellEnd"/>
      <w:proofErr w:type="gramEnd"/>
    </w:p>
    <w:p w14:paraId="67D0F4E7" w14:textId="77777777" w:rsidR="001A285C" w:rsidRPr="001767B3" w:rsidRDefault="001A285C" w:rsidP="001A285C">
      <w:pPr>
        <w:pStyle w:val="Exercices0"/>
        <w:rPr>
          <w:lang w:val="en-US"/>
        </w:rPr>
      </w:pPr>
    </w:p>
    <w:p w14:paraId="565028F1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Determine the format to use for the mapping information.</w:t>
      </w:r>
    </w:p>
    <w:p w14:paraId="5C3F9C63" w14:textId="77777777" w:rsidR="001A285C" w:rsidRPr="001767B3" w:rsidRDefault="001A285C" w:rsidP="001A285C">
      <w:pPr>
        <w:pStyle w:val="Exercices0"/>
        <w:rPr>
          <w:lang w:val="en-US"/>
        </w:rPr>
      </w:pPr>
    </w:p>
    <w:p w14:paraId="0F5F5EF4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Configuration format (</w:t>
      </w:r>
      <w:proofErr w:type="spellStart"/>
      <w:r w:rsidRPr="001767B3">
        <w:rPr>
          <w:lang w:val="en-US"/>
        </w:rPr>
        <w:t>yml</w:t>
      </w:r>
      <w:proofErr w:type="spellEnd"/>
      <w:r w:rsidRPr="001767B3">
        <w:rPr>
          <w:lang w:val="en-US"/>
        </w:rPr>
        <w:t xml:space="preserve">, xml, </w:t>
      </w:r>
      <w:proofErr w:type="spellStart"/>
      <w:r w:rsidRPr="001767B3">
        <w:rPr>
          <w:lang w:val="en-US"/>
        </w:rPr>
        <w:t>php</w:t>
      </w:r>
      <w:proofErr w:type="spellEnd"/>
      <w:r w:rsidRPr="001767B3">
        <w:rPr>
          <w:lang w:val="en-US"/>
        </w:rPr>
        <w:t xml:space="preserve">, or annotation) [annotation]: </w:t>
      </w:r>
      <w:r w:rsidRPr="001767B3">
        <w:rPr>
          <w:b/>
          <w:lang w:val="en-US"/>
        </w:rPr>
        <w:t>annotation</w:t>
      </w:r>
    </w:p>
    <w:p w14:paraId="58CA7A13" w14:textId="77777777" w:rsidR="001A285C" w:rsidRPr="001767B3" w:rsidRDefault="001A285C" w:rsidP="001A285C">
      <w:pPr>
        <w:pStyle w:val="Exercices0"/>
        <w:rPr>
          <w:lang w:val="en-US"/>
        </w:rPr>
      </w:pPr>
    </w:p>
    <w:p w14:paraId="6ABA1706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Instead of starting with a blank entity, you can add some fields now.</w:t>
      </w:r>
    </w:p>
    <w:p w14:paraId="00121F25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Note that the primary key will be added automatically (named id).</w:t>
      </w:r>
    </w:p>
    <w:p w14:paraId="52417960" w14:textId="77777777" w:rsidR="001A285C" w:rsidRPr="001767B3" w:rsidRDefault="001A285C" w:rsidP="001A285C">
      <w:pPr>
        <w:pStyle w:val="Exercices0"/>
        <w:rPr>
          <w:lang w:val="en-US"/>
        </w:rPr>
      </w:pPr>
    </w:p>
    <w:p w14:paraId="34DA34CA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Available types: array, </w:t>
      </w:r>
      <w:proofErr w:type="spellStart"/>
      <w:r w:rsidRPr="001767B3">
        <w:rPr>
          <w:lang w:val="en-US"/>
        </w:rPr>
        <w:t>simple_array</w:t>
      </w:r>
      <w:proofErr w:type="spellEnd"/>
      <w:r w:rsidRPr="001767B3">
        <w:rPr>
          <w:lang w:val="en-US"/>
        </w:rPr>
        <w:t xml:space="preserve">, </w:t>
      </w:r>
      <w:proofErr w:type="spellStart"/>
      <w:r w:rsidRPr="001767B3">
        <w:rPr>
          <w:lang w:val="en-US"/>
        </w:rPr>
        <w:t>json_array</w:t>
      </w:r>
      <w:proofErr w:type="spellEnd"/>
      <w:r w:rsidRPr="001767B3">
        <w:rPr>
          <w:lang w:val="en-US"/>
        </w:rPr>
        <w:t>, object,</w:t>
      </w:r>
    </w:p>
    <w:p w14:paraId="3227F37D" w14:textId="77777777" w:rsidR="001A285C" w:rsidRPr="001767B3" w:rsidRDefault="001A285C" w:rsidP="001A285C">
      <w:pPr>
        <w:pStyle w:val="Exercices0"/>
        <w:rPr>
          <w:lang w:val="en-US"/>
        </w:rPr>
      </w:pPr>
      <w:proofErr w:type="spellStart"/>
      <w:proofErr w:type="gramStart"/>
      <w:r w:rsidRPr="001767B3">
        <w:rPr>
          <w:lang w:val="en-US"/>
        </w:rPr>
        <w:t>boolean</w:t>
      </w:r>
      <w:proofErr w:type="spellEnd"/>
      <w:proofErr w:type="gramEnd"/>
      <w:r w:rsidRPr="001767B3">
        <w:rPr>
          <w:lang w:val="en-US"/>
        </w:rPr>
        <w:t xml:space="preserve">, integer, </w:t>
      </w:r>
      <w:proofErr w:type="spellStart"/>
      <w:r w:rsidRPr="001767B3">
        <w:rPr>
          <w:lang w:val="en-US"/>
        </w:rPr>
        <w:t>smallint</w:t>
      </w:r>
      <w:proofErr w:type="spellEnd"/>
      <w:r w:rsidRPr="001767B3">
        <w:rPr>
          <w:lang w:val="en-US"/>
        </w:rPr>
        <w:t xml:space="preserve">, </w:t>
      </w:r>
      <w:proofErr w:type="spellStart"/>
      <w:r w:rsidRPr="001767B3">
        <w:rPr>
          <w:lang w:val="en-US"/>
        </w:rPr>
        <w:t>bigint</w:t>
      </w:r>
      <w:proofErr w:type="spellEnd"/>
      <w:r w:rsidRPr="001767B3">
        <w:rPr>
          <w:lang w:val="en-US"/>
        </w:rPr>
        <w:t xml:space="preserve">, string, text, </w:t>
      </w:r>
      <w:proofErr w:type="spellStart"/>
      <w:r w:rsidRPr="001767B3">
        <w:rPr>
          <w:lang w:val="en-US"/>
        </w:rPr>
        <w:t>datetime</w:t>
      </w:r>
      <w:proofErr w:type="spellEnd"/>
      <w:r w:rsidRPr="001767B3">
        <w:rPr>
          <w:lang w:val="en-US"/>
        </w:rPr>
        <w:t xml:space="preserve">, </w:t>
      </w:r>
      <w:proofErr w:type="spellStart"/>
      <w:r w:rsidRPr="001767B3">
        <w:rPr>
          <w:lang w:val="en-US"/>
        </w:rPr>
        <w:t>datetimetz</w:t>
      </w:r>
      <w:proofErr w:type="spellEnd"/>
      <w:r w:rsidRPr="001767B3">
        <w:rPr>
          <w:lang w:val="en-US"/>
        </w:rPr>
        <w:t>,</w:t>
      </w:r>
    </w:p>
    <w:p w14:paraId="41B4CE8A" w14:textId="77777777" w:rsidR="001A285C" w:rsidRPr="001767B3" w:rsidRDefault="001A285C" w:rsidP="001A285C">
      <w:pPr>
        <w:pStyle w:val="Exercices0"/>
        <w:rPr>
          <w:lang w:val="en-US"/>
        </w:rPr>
      </w:pPr>
      <w:proofErr w:type="gramStart"/>
      <w:r w:rsidRPr="001767B3">
        <w:rPr>
          <w:lang w:val="en-US"/>
        </w:rPr>
        <w:t>date</w:t>
      </w:r>
      <w:proofErr w:type="gramEnd"/>
      <w:r w:rsidRPr="001767B3">
        <w:rPr>
          <w:lang w:val="en-US"/>
        </w:rPr>
        <w:t xml:space="preserve">, time, decimal, float, blob, </w:t>
      </w:r>
      <w:proofErr w:type="spellStart"/>
      <w:r w:rsidRPr="001767B3">
        <w:rPr>
          <w:lang w:val="en-US"/>
        </w:rPr>
        <w:t>guid</w:t>
      </w:r>
      <w:proofErr w:type="spellEnd"/>
      <w:r w:rsidRPr="001767B3">
        <w:rPr>
          <w:lang w:val="en-US"/>
        </w:rPr>
        <w:t>.</w:t>
      </w:r>
    </w:p>
    <w:p w14:paraId="50644C96" w14:textId="77777777" w:rsidR="001A285C" w:rsidRPr="001767B3" w:rsidRDefault="001A285C" w:rsidP="001A285C">
      <w:pPr>
        <w:pStyle w:val="Exercices0"/>
        <w:rPr>
          <w:lang w:val="en-US"/>
        </w:rPr>
      </w:pPr>
    </w:p>
    <w:p w14:paraId="32DB0922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New field name (press &lt;return&gt; to stop adding fields): </w:t>
      </w:r>
      <w:r w:rsidRPr="001767B3">
        <w:rPr>
          <w:b/>
          <w:lang w:val="en-US"/>
        </w:rPr>
        <w:t>nom</w:t>
      </w:r>
    </w:p>
    <w:p w14:paraId="17FA33BF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Field type [string]: </w:t>
      </w:r>
      <w:r w:rsidRPr="001767B3">
        <w:rPr>
          <w:b/>
          <w:lang w:val="en-US"/>
        </w:rPr>
        <w:t>string</w:t>
      </w:r>
    </w:p>
    <w:p w14:paraId="749FEA6B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Field length [255]: </w:t>
      </w:r>
      <w:r w:rsidRPr="001767B3">
        <w:rPr>
          <w:b/>
          <w:lang w:val="en-US"/>
        </w:rPr>
        <w:t>30</w:t>
      </w:r>
    </w:p>
    <w:p w14:paraId="35F10860" w14:textId="77777777" w:rsidR="001A285C" w:rsidRPr="001767B3" w:rsidRDefault="001A285C" w:rsidP="001A285C">
      <w:pPr>
        <w:pStyle w:val="Exercices0"/>
        <w:rPr>
          <w:lang w:val="en-US"/>
        </w:rPr>
      </w:pPr>
    </w:p>
    <w:p w14:paraId="7ADB2E4D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New field name (press &lt;return&gt; to stop adding fields): </w:t>
      </w:r>
      <w:proofErr w:type="spellStart"/>
      <w:r w:rsidRPr="001767B3">
        <w:rPr>
          <w:b/>
          <w:lang w:val="en-US"/>
        </w:rPr>
        <w:t>prenom</w:t>
      </w:r>
      <w:proofErr w:type="spellEnd"/>
    </w:p>
    <w:p w14:paraId="458C4199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Field type [string]: </w:t>
      </w:r>
      <w:r w:rsidRPr="001767B3">
        <w:rPr>
          <w:b/>
          <w:lang w:val="en-US"/>
        </w:rPr>
        <w:t>string</w:t>
      </w:r>
    </w:p>
    <w:p w14:paraId="30BD6DB7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Field length [255]: </w:t>
      </w:r>
      <w:r w:rsidRPr="001767B3">
        <w:rPr>
          <w:b/>
          <w:lang w:val="en-US"/>
        </w:rPr>
        <w:t>30</w:t>
      </w:r>
    </w:p>
    <w:p w14:paraId="6E26C4DE" w14:textId="77777777" w:rsidR="001A285C" w:rsidRPr="001767B3" w:rsidRDefault="001A285C" w:rsidP="001A285C">
      <w:pPr>
        <w:pStyle w:val="Exercices0"/>
        <w:rPr>
          <w:lang w:val="en-US"/>
        </w:rPr>
      </w:pPr>
    </w:p>
    <w:p w14:paraId="605B6C1C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New field name (press &lt;return&gt; to stop adding fields): reference</w:t>
      </w:r>
    </w:p>
    <w:p w14:paraId="2E4F6AEE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Field type [string]: integer</w:t>
      </w:r>
    </w:p>
    <w:p w14:paraId="37C5F07F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Do you want to generate an empty repository class [no]? </w:t>
      </w:r>
      <w:proofErr w:type="gramStart"/>
      <w:r w:rsidRPr="001767B3">
        <w:rPr>
          <w:b/>
          <w:lang w:val="en-US"/>
        </w:rPr>
        <w:t>yes</w:t>
      </w:r>
      <w:proofErr w:type="gramEnd"/>
    </w:p>
    <w:p w14:paraId="3FA80F47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  Summary before generation</w:t>
      </w:r>
    </w:p>
    <w:p w14:paraId="2D5EFA26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You are going to generate a "</w:t>
      </w:r>
      <w:proofErr w:type="spellStart"/>
      <w:r w:rsidRPr="001767B3">
        <w:rPr>
          <w:lang w:val="en-US"/>
        </w:rPr>
        <w:t>PpeSpaceBookingBundle</w:t>
      </w:r>
      <w:proofErr w:type="gramStart"/>
      <w:r w:rsidRPr="001767B3">
        <w:rPr>
          <w:lang w:val="en-US"/>
        </w:rPr>
        <w:t>:Client</w:t>
      </w:r>
      <w:proofErr w:type="spellEnd"/>
      <w:proofErr w:type="gramEnd"/>
      <w:r w:rsidRPr="001767B3">
        <w:rPr>
          <w:lang w:val="en-US"/>
        </w:rPr>
        <w:t>" Doctrine2 entity</w:t>
      </w:r>
    </w:p>
    <w:p w14:paraId="2FAF581A" w14:textId="77777777" w:rsidR="001A285C" w:rsidRPr="001767B3" w:rsidRDefault="001A285C" w:rsidP="001A285C">
      <w:pPr>
        <w:pStyle w:val="Exercices0"/>
        <w:rPr>
          <w:lang w:val="en-US"/>
        </w:rPr>
      </w:pPr>
      <w:proofErr w:type="gramStart"/>
      <w:r w:rsidRPr="001767B3">
        <w:rPr>
          <w:lang w:val="en-US"/>
        </w:rPr>
        <w:t>using</w:t>
      </w:r>
      <w:proofErr w:type="gramEnd"/>
      <w:r w:rsidRPr="001767B3">
        <w:rPr>
          <w:lang w:val="en-US"/>
        </w:rPr>
        <w:t xml:space="preserve"> the "annotation" format.</w:t>
      </w:r>
    </w:p>
    <w:p w14:paraId="74D39E2E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Do you confirm generation [yes]? </w:t>
      </w:r>
      <w:proofErr w:type="gramStart"/>
      <w:r w:rsidRPr="001767B3">
        <w:rPr>
          <w:b/>
          <w:lang w:val="en-US"/>
        </w:rPr>
        <w:t>yes</w:t>
      </w:r>
      <w:proofErr w:type="gramEnd"/>
    </w:p>
    <w:p w14:paraId="75684883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  Entity generation</w:t>
      </w:r>
    </w:p>
    <w:p w14:paraId="3CB2C8E5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Generating the entity code: OK</w:t>
      </w:r>
    </w:p>
    <w:p w14:paraId="31D1C40C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  You can now start using the generated code!</w:t>
      </w:r>
    </w:p>
    <w:p w14:paraId="575AC571" w14:textId="77777777" w:rsidR="001A285C" w:rsidRPr="001767B3" w:rsidRDefault="001A285C" w:rsidP="001A285C">
      <w:pPr>
        <w:rPr>
          <w:lang w:val="en-US"/>
        </w:rPr>
      </w:pPr>
    </w:p>
    <w:p w14:paraId="50556C06" w14:textId="77777777" w:rsidR="001A285C" w:rsidRDefault="001A285C" w:rsidP="001A285C">
      <w:r>
        <w:t xml:space="preserve">Résultat dans </w:t>
      </w:r>
      <w:r w:rsidRPr="00772B35">
        <w:t>www\</w:t>
      </w:r>
      <w:proofErr w:type="spellStart"/>
      <w:r w:rsidRPr="00772B35">
        <w:t>symfony</w:t>
      </w:r>
      <w:proofErr w:type="spellEnd"/>
      <w:r w:rsidRPr="00772B35">
        <w:t>\</w:t>
      </w:r>
      <w:proofErr w:type="spellStart"/>
      <w:r w:rsidRPr="00772B35">
        <w:t>src</w:t>
      </w:r>
      <w:proofErr w:type="spellEnd"/>
      <w:r w:rsidRPr="00772B35">
        <w:t>\</w:t>
      </w:r>
      <w:proofErr w:type="spellStart"/>
      <w:r w:rsidRPr="00772B35">
        <w:t>Ppe</w:t>
      </w:r>
      <w:proofErr w:type="spellEnd"/>
      <w:r w:rsidRPr="00772B35">
        <w:t>\</w:t>
      </w:r>
      <w:proofErr w:type="spellStart"/>
      <w:r w:rsidRPr="00772B35">
        <w:t>SpaceBookingBundle</w:t>
      </w:r>
      <w:proofErr w:type="spellEnd"/>
      <w:r w:rsidRPr="00772B35">
        <w:t>\</w:t>
      </w:r>
      <w:proofErr w:type="spellStart"/>
      <w:r w:rsidRPr="00772B35">
        <w:t>Entity</w:t>
      </w:r>
      <w:proofErr w:type="spellEnd"/>
      <w:r w:rsidR="0096252D">
        <w:t>.</w:t>
      </w:r>
    </w:p>
    <w:p w14:paraId="781DF233" w14:textId="77777777" w:rsidR="0096252D" w:rsidRDefault="0096252D" w:rsidP="001A285C">
      <w:r>
        <w:t>On remarque de nouvelles annotations @ORM qui indiquent à Doctrine ce qu’il doit faire.</w:t>
      </w:r>
    </w:p>
    <w:p w14:paraId="2FE18E6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>&lt;</w:t>
      </w:r>
      <w:proofErr w:type="gramStart"/>
      <w:r w:rsidRPr="001767B3">
        <w:rPr>
          <w:sz w:val="12"/>
          <w:szCs w:val="12"/>
          <w:lang w:val="en-US"/>
        </w:rPr>
        <w:t>?</w:t>
      </w:r>
      <w:proofErr w:type="spellStart"/>
      <w:r w:rsidRPr="001767B3">
        <w:rPr>
          <w:sz w:val="12"/>
          <w:szCs w:val="12"/>
          <w:lang w:val="en-US"/>
        </w:rPr>
        <w:t>php</w:t>
      </w:r>
      <w:proofErr w:type="spellEnd"/>
      <w:proofErr w:type="gramEnd"/>
    </w:p>
    <w:p w14:paraId="7B21EE3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5FBBE501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proofErr w:type="gramStart"/>
      <w:r w:rsidRPr="001767B3">
        <w:rPr>
          <w:sz w:val="12"/>
          <w:szCs w:val="12"/>
          <w:lang w:val="en-US"/>
        </w:rPr>
        <w:t>namespace</w:t>
      </w:r>
      <w:proofErr w:type="gramEnd"/>
      <w:r w:rsidRPr="001767B3">
        <w:rPr>
          <w:sz w:val="12"/>
          <w:szCs w:val="12"/>
          <w:lang w:val="en-US"/>
        </w:rPr>
        <w:t xml:space="preserve"> </w:t>
      </w:r>
      <w:proofErr w:type="spellStart"/>
      <w:r w:rsidRPr="001767B3">
        <w:rPr>
          <w:sz w:val="12"/>
          <w:szCs w:val="12"/>
          <w:lang w:val="en-US"/>
        </w:rPr>
        <w:t>Ppe</w:t>
      </w:r>
      <w:proofErr w:type="spellEnd"/>
      <w:r w:rsidRPr="001767B3">
        <w:rPr>
          <w:sz w:val="12"/>
          <w:szCs w:val="12"/>
          <w:lang w:val="en-US"/>
        </w:rPr>
        <w:t>\</w:t>
      </w:r>
      <w:proofErr w:type="spellStart"/>
      <w:r w:rsidRPr="001767B3">
        <w:rPr>
          <w:sz w:val="12"/>
          <w:szCs w:val="12"/>
          <w:lang w:val="en-US"/>
        </w:rPr>
        <w:t>SpaceBookingBundle</w:t>
      </w:r>
      <w:proofErr w:type="spellEnd"/>
      <w:r w:rsidRPr="001767B3">
        <w:rPr>
          <w:sz w:val="12"/>
          <w:szCs w:val="12"/>
          <w:lang w:val="en-US"/>
        </w:rPr>
        <w:t>\Entity;</w:t>
      </w:r>
    </w:p>
    <w:p w14:paraId="464D467B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1D95C4D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proofErr w:type="gramStart"/>
      <w:r w:rsidRPr="001767B3">
        <w:rPr>
          <w:sz w:val="12"/>
          <w:szCs w:val="12"/>
          <w:lang w:val="en-US"/>
        </w:rPr>
        <w:t>use</w:t>
      </w:r>
      <w:proofErr w:type="gramEnd"/>
      <w:r w:rsidRPr="001767B3">
        <w:rPr>
          <w:sz w:val="12"/>
          <w:szCs w:val="12"/>
          <w:lang w:val="en-US"/>
        </w:rPr>
        <w:t xml:space="preserve"> Doctrine\ORM\Mapping as ORM;</w:t>
      </w:r>
    </w:p>
    <w:p w14:paraId="15AD0BA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2AA4CB34" w14:textId="77777777" w:rsidR="001A285C" w:rsidRPr="00772B35" w:rsidRDefault="001A285C" w:rsidP="001A285C">
      <w:pPr>
        <w:pStyle w:val="Exemples0"/>
        <w:rPr>
          <w:sz w:val="12"/>
          <w:szCs w:val="12"/>
        </w:rPr>
      </w:pPr>
      <w:r w:rsidRPr="00772B35">
        <w:rPr>
          <w:sz w:val="12"/>
          <w:szCs w:val="12"/>
        </w:rPr>
        <w:t>/**</w:t>
      </w:r>
    </w:p>
    <w:p w14:paraId="0F1452F3" w14:textId="77777777" w:rsidR="001A285C" w:rsidRPr="00772B35" w:rsidRDefault="001A285C" w:rsidP="001A285C">
      <w:pPr>
        <w:pStyle w:val="Exemples0"/>
        <w:rPr>
          <w:sz w:val="12"/>
          <w:szCs w:val="12"/>
        </w:rPr>
      </w:pPr>
      <w:r w:rsidRPr="00772B35">
        <w:rPr>
          <w:sz w:val="12"/>
          <w:szCs w:val="12"/>
        </w:rPr>
        <w:t xml:space="preserve"> * Client</w:t>
      </w:r>
    </w:p>
    <w:p w14:paraId="19BEEB94" w14:textId="77777777" w:rsidR="001A285C" w:rsidRPr="00772B35" w:rsidRDefault="001A285C" w:rsidP="001A285C">
      <w:pPr>
        <w:pStyle w:val="Exemples0"/>
        <w:rPr>
          <w:sz w:val="12"/>
          <w:szCs w:val="12"/>
        </w:rPr>
      </w:pPr>
      <w:r w:rsidRPr="00772B35">
        <w:rPr>
          <w:sz w:val="12"/>
          <w:szCs w:val="12"/>
        </w:rPr>
        <w:t xml:space="preserve"> *</w:t>
      </w:r>
    </w:p>
    <w:p w14:paraId="4C604230" w14:textId="77777777" w:rsidR="001A285C" w:rsidRPr="00825CAC" w:rsidRDefault="001A285C" w:rsidP="001A285C">
      <w:pPr>
        <w:pStyle w:val="Exemples0"/>
        <w:rPr>
          <w:sz w:val="18"/>
          <w:szCs w:val="18"/>
        </w:rPr>
      </w:pPr>
      <w:r w:rsidRPr="00772B35">
        <w:rPr>
          <w:sz w:val="12"/>
          <w:szCs w:val="12"/>
        </w:rPr>
        <w:t xml:space="preserve"> </w:t>
      </w:r>
      <w:r w:rsidRPr="00825CAC">
        <w:rPr>
          <w:sz w:val="18"/>
          <w:szCs w:val="18"/>
        </w:rPr>
        <w:t>* @ORM\</w:t>
      </w:r>
      <w:proofErr w:type="gramStart"/>
      <w:r w:rsidRPr="00825CAC">
        <w:rPr>
          <w:sz w:val="18"/>
          <w:szCs w:val="18"/>
        </w:rPr>
        <w:t>Table()</w:t>
      </w:r>
      <w:proofErr w:type="gramEnd"/>
    </w:p>
    <w:p w14:paraId="23D818D6" w14:textId="77777777" w:rsidR="001A285C" w:rsidRPr="00825CAC" w:rsidRDefault="001A285C" w:rsidP="001A285C">
      <w:pPr>
        <w:pStyle w:val="Exemples0"/>
        <w:rPr>
          <w:sz w:val="18"/>
          <w:szCs w:val="18"/>
        </w:rPr>
      </w:pPr>
      <w:r w:rsidRPr="00825CAC">
        <w:rPr>
          <w:sz w:val="18"/>
          <w:szCs w:val="18"/>
        </w:rPr>
        <w:lastRenderedPageBreak/>
        <w:t xml:space="preserve"> * @ORM\</w:t>
      </w:r>
      <w:proofErr w:type="spellStart"/>
      <w:proofErr w:type="gramStart"/>
      <w:r w:rsidRPr="00825CAC">
        <w:rPr>
          <w:sz w:val="18"/>
          <w:szCs w:val="18"/>
        </w:rPr>
        <w:t>Entity</w:t>
      </w:r>
      <w:proofErr w:type="spellEnd"/>
      <w:r w:rsidRPr="00825CAC">
        <w:rPr>
          <w:sz w:val="18"/>
          <w:szCs w:val="18"/>
        </w:rPr>
        <w:t>(</w:t>
      </w:r>
      <w:proofErr w:type="spellStart"/>
      <w:proofErr w:type="gramEnd"/>
      <w:r w:rsidRPr="00825CAC">
        <w:rPr>
          <w:sz w:val="18"/>
          <w:szCs w:val="18"/>
        </w:rPr>
        <w:t>repositoryClass</w:t>
      </w:r>
      <w:proofErr w:type="spellEnd"/>
      <w:r w:rsidRPr="00825CAC">
        <w:rPr>
          <w:sz w:val="18"/>
          <w:szCs w:val="18"/>
        </w:rPr>
        <w:t>="</w:t>
      </w:r>
      <w:proofErr w:type="spellStart"/>
      <w:r w:rsidRPr="00825CAC">
        <w:rPr>
          <w:sz w:val="18"/>
          <w:szCs w:val="18"/>
        </w:rPr>
        <w:t>Ppe</w:t>
      </w:r>
      <w:proofErr w:type="spellEnd"/>
      <w:r w:rsidRPr="00825CAC">
        <w:rPr>
          <w:sz w:val="18"/>
          <w:szCs w:val="18"/>
        </w:rPr>
        <w:t>\</w:t>
      </w:r>
      <w:proofErr w:type="spellStart"/>
      <w:r w:rsidRPr="00825CAC">
        <w:rPr>
          <w:sz w:val="18"/>
          <w:szCs w:val="18"/>
        </w:rPr>
        <w:t>SpaceBookingBundle</w:t>
      </w:r>
      <w:proofErr w:type="spellEnd"/>
      <w:r w:rsidRPr="00825CAC">
        <w:rPr>
          <w:sz w:val="18"/>
          <w:szCs w:val="18"/>
        </w:rPr>
        <w:t>\</w:t>
      </w:r>
      <w:proofErr w:type="spellStart"/>
      <w:r w:rsidRPr="00825CAC">
        <w:rPr>
          <w:sz w:val="18"/>
          <w:szCs w:val="18"/>
        </w:rPr>
        <w:t>Entity</w:t>
      </w:r>
      <w:proofErr w:type="spellEnd"/>
      <w:r w:rsidRPr="00825CAC">
        <w:rPr>
          <w:sz w:val="18"/>
          <w:szCs w:val="18"/>
        </w:rPr>
        <w:t>\</w:t>
      </w:r>
      <w:proofErr w:type="spellStart"/>
      <w:r w:rsidRPr="00825CAC">
        <w:rPr>
          <w:sz w:val="18"/>
          <w:szCs w:val="18"/>
        </w:rPr>
        <w:t>ClientRepository</w:t>
      </w:r>
      <w:proofErr w:type="spellEnd"/>
      <w:r w:rsidRPr="00825CAC">
        <w:rPr>
          <w:sz w:val="18"/>
          <w:szCs w:val="18"/>
        </w:rPr>
        <w:t>")</w:t>
      </w:r>
    </w:p>
    <w:p w14:paraId="343D84B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772B35">
        <w:rPr>
          <w:sz w:val="12"/>
          <w:szCs w:val="12"/>
        </w:rPr>
        <w:t xml:space="preserve"> </w:t>
      </w:r>
      <w:r w:rsidRPr="001767B3">
        <w:rPr>
          <w:sz w:val="12"/>
          <w:szCs w:val="12"/>
          <w:lang w:val="en-US"/>
        </w:rPr>
        <w:t>*/</w:t>
      </w:r>
    </w:p>
    <w:p w14:paraId="3719121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proofErr w:type="gramStart"/>
      <w:r w:rsidRPr="001767B3">
        <w:rPr>
          <w:sz w:val="12"/>
          <w:szCs w:val="12"/>
          <w:lang w:val="en-US"/>
        </w:rPr>
        <w:t>class</w:t>
      </w:r>
      <w:proofErr w:type="gramEnd"/>
      <w:r w:rsidRPr="001767B3">
        <w:rPr>
          <w:sz w:val="12"/>
          <w:szCs w:val="12"/>
          <w:lang w:val="en-US"/>
        </w:rPr>
        <w:t xml:space="preserve"> Client</w:t>
      </w:r>
    </w:p>
    <w:p w14:paraId="57D792E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>{</w:t>
      </w:r>
    </w:p>
    <w:p w14:paraId="042BC1F9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1DBD3252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@</w:t>
      </w:r>
      <w:proofErr w:type="spellStart"/>
      <w:proofErr w:type="gramStart"/>
      <w:r w:rsidRPr="001767B3">
        <w:rPr>
          <w:sz w:val="18"/>
          <w:szCs w:val="18"/>
          <w:lang w:val="en-US"/>
        </w:rPr>
        <w:t>var</w:t>
      </w:r>
      <w:proofErr w:type="spellEnd"/>
      <w:proofErr w:type="gramEnd"/>
      <w:r w:rsidRPr="001767B3">
        <w:rPr>
          <w:sz w:val="18"/>
          <w:szCs w:val="18"/>
          <w:lang w:val="en-US"/>
        </w:rPr>
        <w:t xml:space="preserve"> integer</w:t>
      </w:r>
    </w:p>
    <w:p w14:paraId="7E40247D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</w:t>
      </w:r>
    </w:p>
    <w:p w14:paraId="7DC4D228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2"/>
          <w:szCs w:val="12"/>
          <w:lang w:val="en-US"/>
        </w:rPr>
        <w:t xml:space="preserve">     </w:t>
      </w:r>
      <w:r w:rsidRPr="001767B3">
        <w:rPr>
          <w:sz w:val="18"/>
          <w:szCs w:val="18"/>
          <w:lang w:val="en-US"/>
        </w:rPr>
        <w:t>* @ORM\</w:t>
      </w:r>
      <w:proofErr w:type="gramStart"/>
      <w:r w:rsidRPr="001767B3">
        <w:rPr>
          <w:sz w:val="18"/>
          <w:szCs w:val="18"/>
          <w:lang w:val="en-US"/>
        </w:rPr>
        <w:t>Column(</w:t>
      </w:r>
      <w:proofErr w:type="gramEnd"/>
      <w:r w:rsidRPr="001767B3">
        <w:rPr>
          <w:sz w:val="18"/>
          <w:szCs w:val="18"/>
          <w:lang w:val="en-US"/>
        </w:rPr>
        <w:t>name="id", type="integer")</w:t>
      </w:r>
    </w:p>
    <w:p w14:paraId="02BF4764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@ORM\Id</w:t>
      </w:r>
    </w:p>
    <w:p w14:paraId="7F22685E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@ORM\</w:t>
      </w:r>
      <w:proofErr w:type="spellStart"/>
      <w:proofErr w:type="gramStart"/>
      <w:r w:rsidRPr="001767B3">
        <w:rPr>
          <w:sz w:val="18"/>
          <w:szCs w:val="18"/>
          <w:lang w:val="en-US"/>
        </w:rPr>
        <w:t>GeneratedValue</w:t>
      </w:r>
      <w:proofErr w:type="spellEnd"/>
      <w:r w:rsidRPr="001767B3">
        <w:rPr>
          <w:sz w:val="18"/>
          <w:szCs w:val="18"/>
          <w:lang w:val="en-US"/>
        </w:rPr>
        <w:t>(</w:t>
      </w:r>
      <w:proofErr w:type="gramEnd"/>
      <w:r w:rsidRPr="001767B3">
        <w:rPr>
          <w:sz w:val="18"/>
          <w:szCs w:val="18"/>
          <w:lang w:val="en-US"/>
        </w:rPr>
        <w:t>strategy="AUTO")</w:t>
      </w:r>
    </w:p>
    <w:p w14:paraId="660AE25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4A99649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private</w:t>
      </w:r>
      <w:proofErr w:type="gramEnd"/>
      <w:r w:rsidRPr="001767B3">
        <w:rPr>
          <w:sz w:val="12"/>
          <w:szCs w:val="12"/>
          <w:lang w:val="en-US"/>
        </w:rPr>
        <w:t xml:space="preserve"> $id;</w:t>
      </w:r>
    </w:p>
    <w:p w14:paraId="79B4D7E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29CBE46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0E07214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spellStart"/>
      <w:proofErr w:type="gramStart"/>
      <w:r w:rsidRPr="001767B3">
        <w:rPr>
          <w:sz w:val="12"/>
          <w:szCs w:val="12"/>
          <w:lang w:val="en-US"/>
        </w:rPr>
        <w:t>var</w:t>
      </w:r>
      <w:proofErr w:type="spellEnd"/>
      <w:proofErr w:type="gramEnd"/>
      <w:r w:rsidRPr="001767B3">
        <w:rPr>
          <w:sz w:val="12"/>
          <w:szCs w:val="12"/>
          <w:lang w:val="en-US"/>
        </w:rPr>
        <w:t xml:space="preserve"> string</w:t>
      </w:r>
    </w:p>
    <w:p w14:paraId="4293BDE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38E8904C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@ORM\</w:t>
      </w:r>
      <w:proofErr w:type="gramStart"/>
      <w:r w:rsidRPr="001767B3">
        <w:rPr>
          <w:sz w:val="12"/>
          <w:szCs w:val="12"/>
          <w:lang w:val="en-US"/>
        </w:rPr>
        <w:t>Column(</w:t>
      </w:r>
      <w:proofErr w:type="gramEnd"/>
      <w:r w:rsidRPr="001767B3">
        <w:rPr>
          <w:sz w:val="12"/>
          <w:szCs w:val="12"/>
          <w:lang w:val="en-US"/>
        </w:rPr>
        <w:t>name="nom", type="string", length=30)</w:t>
      </w:r>
    </w:p>
    <w:p w14:paraId="4CF47D7D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5A7F01F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private</w:t>
      </w:r>
      <w:proofErr w:type="gramEnd"/>
      <w:r w:rsidRPr="001767B3">
        <w:rPr>
          <w:sz w:val="12"/>
          <w:szCs w:val="12"/>
          <w:lang w:val="en-US"/>
        </w:rPr>
        <w:t xml:space="preserve"> $nom;</w:t>
      </w:r>
    </w:p>
    <w:p w14:paraId="557C6874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20C01BA9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04F1DCF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spellStart"/>
      <w:proofErr w:type="gramStart"/>
      <w:r w:rsidRPr="001767B3">
        <w:rPr>
          <w:sz w:val="12"/>
          <w:szCs w:val="12"/>
          <w:lang w:val="en-US"/>
        </w:rPr>
        <w:t>var</w:t>
      </w:r>
      <w:proofErr w:type="spellEnd"/>
      <w:proofErr w:type="gramEnd"/>
      <w:r w:rsidRPr="001767B3">
        <w:rPr>
          <w:sz w:val="12"/>
          <w:szCs w:val="12"/>
          <w:lang w:val="en-US"/>
        </w:rPr>
        <w:t xml:space="preserve"> string</w:t>
      </w:r>
    </w:p>
    <w:p w14:paraId="4DB7B16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1B1D6794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@ORM\</w:t>
      </w:r>
      <w:proofErr w:type="gramStart"/>
      <w:r w:rsidRPr="001767B3">
        <w:rPr>
          <w:sz w:val="12"/>
          <w:szCs w:val="12"/>
          <w:lang w:val="en-US"/>
        </w:rPr>
        <w:t>Column(</w:t>
      </w:r>
      <w:proofErr w:type="gramEnd"/>
      <w:r w:rsidRPr="001767B3">
        <w:rPr>
          <w:sz w:val="12"/>
          <w:szCs w:val="12"/>
          <w:lang w:val="en-US"/>
        </w:rPr>
        <w:t>name="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  <w:r w:rsidRPr="001767B3">
        <w:rPr>
          <w:sz w:val="12"/>
          <w:szCs w:val="12"/>
          <w:lang w:val="en-US"/>
        </w:rPr>
        <w:t>", type="string", length=30)</w:t>
      </w:r>
    </w:p>
    <w:p w14:paraId="521B643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7FE08EC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private</w:t>
      </w:r>
      <w:proofErr w:type="gramEnd"/>
      <w:r w:rsidRPr="001767B3">
        <w:rPr>
          <w:sz w:val="12"/>
          <w:szCs w:val="12"/>
          <w:lang w:val="en-US"/>
        </w:rPr>
        <w:t xml:space="preserve"> $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  <w:r w:rsidRPr="001767B3">
        <w:rPr>
          <w:sz w:val="12"/>
          <w:szCs w:val="12"/>
          <w:lang w:val="en-US"/>
        </w:rPr>
        <w:t>;</w:t>
      </w:r>
    </w:p>
    <w:p w14:paraId="64D38C90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22C469C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641A954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spellStart"/>
      <w:proofErr w:type="gramStart"/>
      <w:r w:rsidRPr="001767B3">
        <w:rPr>
          <w:sz w:val="12"/>
          <w:szCs w:val="12"/>
          <w:lang w:val="en-US"/>
        </w:rPr>
        <w:t>var</w:t>
      </w:r>
      <w:proofErr w:type="spellEnd"/>
      <w:proofErr w:type="gramEnd"/>
      <w:r w:rsidRPr="001767B3">
        <w:rPr>
          <w:sz w:val="12"/>
          <w:szCs w:val="12"/>
          <w:lang w:val="en-US"/>
        </w:rPr>
        <w:t xml:space="preserve"> integer</w:t>
      </w:r>
    </w:p>
    <w:p w14:paraId="6ADD1E5A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3FE25BE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@ORM\</w:t>
      </w:r>
      <w:proofErr w:type="gramStart"/>
      <w:r w:rsidRPr="001767B3">
        <w:rPr>
          <w:sz w:val="12"/>
          <w:szCs w:val="12"/>
          <w:lang w:val="en-US"/>
        </w:rPr>
        <w:t>Column(</w:t>
      </w:r>
      <w:proofErr w:type="gramEnd"/>
      <w:r w:rsidRPr="001767B3">
        <w:rPr>
          <w:sz w:val="12"/>
          <w:szCs w:val="12"/>
          <w:lang w:val="en-US"/>
        </w:rPr>
        <w:t>name=" reference ", type="integer")</w:t>
      </w:r>
    </w:p>
    <w:p w14:paraId="69ED8F6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59A3495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private</w:t>
      </w:r>
      <w:proofErr w:type="gramEnd"/>
      <w:r w:rsidRPr="001767B3">
        <w:rPr>
          <w:sz w:val="12"/>
          <w:szCs w:val="12"/>
          <w:lang w:val="en-US"/>
        </w:rPr>
        <w:t xml:space="preserve"> $ reference;</w:t>
      </w:r>
    </w:p>
    <w:p w14:paraId="68428B04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5BDBF98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2101CC60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5D0A4827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Get id</w:t>
      </w:r>
    </w:p>
    <w:p w14:paraId="6E7EF2BB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</w:t>
      </w:r>
    </w:p>
    <w:p w14:paraId="1732E5B9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@</w:t>
      </w:r>
      <w:proofErr w:type="gramStart"/>
      <w:r w:rsidRPr="001767B3">
        <w:rPr>
          <w:sz w:val="18"/>
          <w:szCs w:val="18"/>
          <w:lang w:val="en-US"/>
        </w:rPr>
        <w:t>return</w:t>
      </w:r>
      <w:proofErr w:type="gramEnd"/>
      <w:r w:rsidRPr="001767B3">
        <w:rPr>
          <w:sz w:val="18"/>
          <w:szCs w:val="18"/>
          <w:lang w:val="en-US"/>
        </w:rPr>
        <w:t xml:space="preserve"> integer </w:t>
      </w:r>
    </w:p>
    <w:p w14:paraId="16A3B25E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*/</w:t>
      </w:r>
    </w:p>
    <w:p w14:paraId="20FE708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getId</w:t>
      </w:r>
      <w:proofErr w:type="spellEnd"/>
      <w:r w:rsidRPr="001767B3">
        <w:rPr>
          <w:sz w:val="12"/>
          <w:szCs w:val="12"/>
          <w:lang w:val="en-US"/>
        </w:rPr>
        <w:t>()</w:t>
      </w:r>
    </w:p>
    <w:p w14:paraId="5C30B819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54137FFB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$this-&gt;id;</w:t>
      </w:r>
    </w:p>
    <w:p w14:paraId="0B21A56A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}</w:t>
      </w:r>
    </w:p>
    <w:p w14:paraId="24D3963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6435C8F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7E6B8C89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Set nom</w:t>
      </w:r>
    </w:p>
    <w:p w14:paraId="7EFB57AE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</w:t>
      </w:r>
    </w:p>
    <w:p w14:paraId="0B5FAE6B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@</w:t>
      </w:r>
      <w:proofErr w:type="spellStart"/>
      <w:proofErr w:type="gramStart"/>
      <w:r w:rsidRPr="001767B3">
        <w:rPr>
          <w:sz w:val="18"/>
          <w:szCs w:val="18"/>
          <w:lang w:val="en-US"/>
        </w:rPr>
        <w:t>param</w:t>
      </w:r>
      <w:proofErr w:type="spellEnd"/>
      <w:proofErr w:type="gramEnd"/>
      <w:r w:rsidRPr="001767B3">
        <w:rPr>
          <w:sz w:val="18"/>
          <w:szCs w:val="18"/>
          <w:lang w:val="en-US"/>
        </w:rPr>
        <w:t xml:space="preserve"> string $nom</w:t>
      </w:r>
    </w:p>
    <w:p w14:paraId="70B2EA40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 @</w:t>
      </w:r>
      <w:proofErr w:type="gramStart"/>
      <w:r w:rsidRPr="001767B3">
        <w:rPr>
          <w:sz w:val="18"/>
          <w:szCs w:val="18"/>
          <w:lang w:val="en-US"/>
        </w:rPr>
        <w:t>return</w:t>
      </w:r>
      <w:proofErr w:type="gramEnd"/>
      <w:r w:rsidRPr="001767B3">
        <w:rPr>
          <w:sz w:val="18"/>
          <w:szCs w:val="18"/>
          <w:lang w:val="en-US"/>
        </w:rPr>
        <w:t xml:space="preserve"> Client</w:t>
      </w:r>
    </w:p>
    <w:p w14:paraId="1AD19FF9" w14:textId="77777777" w:rsidR="001A285C" w:rsidRPr="001767B3" w:rsidRDefault="001A285C" w:rsidP="001A285C">
      <w:pPr>
        <w:pStyle w:val="Exemples0"/>
        <w:rPr>
          <w:sz w:val="18"/>
          <w:szCs w:val="18"/>
          <w:lang w:val="en-US"/>
        </w:rPr>
      </w:pPr>
      <w:r w:rsidRPr="001767B3">
        <w:rPr>
          <w:sz w:val="18"/>
          <w:szCs w:val="18"/>
          <w:lang w:val="en-US"/>
        </w:rPr>
        <w:t xml:space="preserve">     */</w:t>
      </w:r>
    </w:p>
    <w:p w14:paraId="76F2DDB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setNom</w:t>
      </w:r>
      <w:proofErr w:type="spellEnd"/>
      <w:r w:rsidRPr="001767B3">
        <w:rPr>
          <w:sz w:val="12"/>
          <w:szCs w:val="12"/>
          <w:lang w:val="en-US"/>
        </w:rPr>
        <w:t>($nom)</w:t>
      </w:r>
    </w:p>
    <w:p w14:paraId="5E30692E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023FF071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$</w:t>
      </w:r>
      <w:proofErr w:type="gramStart"/>
      <w:r w:rsidRPr="001767B3">
        <w:rPr>
          <w:sz w:val="12"/>
          <w:szCs w:val="12"/>
          <w:lang w:val="en-US"/>
        </w:rPr>
        <w:t>this</w:t>
      </w:r>
      <w:proofErr w:type="gramEnd"/>
      <w:r w:rsidRPr="001767B3">
        <w:rPr>
          <w:sz w:val="12"/>
          <w:szCs w:val="12"/>
          <w:lang w:val="en-US"/>
        </w:rPr>
        <w:t>-&gt;nom = $nom;</w:t>
      </w:r>
    </w:p>
    <w:p w14:paraId="69F7D3A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637F74C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$this;</w:t>
      </w:r>
    </w:p>
    <w:p w14:paraId="2BAFCF3C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}</w:t>
      </w:r>
    </w:p>
    <w:p w14:paraId="12ADFB94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37991AE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07A919D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Get nom</w:t>
      </w:r>
    </w:p>
    <w:p w14:paraId="7D50D00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2049799B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string </w:t>
      </w:r>
    </w:p>
    <w:p w14:paraId="3DCAF9DD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2EE062DC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getNom</w:t>
      </w:r>
      <w:proofErr w:type="spellEnd"/>
      <w:r w:rsidRPr="001767B3">
        <w:rPr>
          <w:sz w:val="12"/>
          <w:szCs w:val="12"/>
          <w:lang w:val="en-US"/>
        </w:rPr>
        <w:t>()</w:t>
      </w:r>
    </w:p>
    <w:p w14:paraId="713D680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5BCC2FFA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$this-&gt;nom;</w:t>
      </w:r>
    </w:p>
    <w:p w14:paraId="4359717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}</w:t>
      </w:r>
    </w:p>
    <w:p w14:paraId="5962044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204AAD7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6BECDB3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Set 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</w:p>
    <w:p w14:paraId="78A27690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0BAB6B5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spellStart"/>
      <w:proofErr w:type="gramStart"/>
      <w:r w:rsidRPr="001767B3">
        <w:rPr>
          <w:sz w:val="12"/>
          <w:szCs w:val="12"/>
          <w:lang w:val="en-US"/>
        </w:rPr>
        <w:t>param</w:t>
      </w:r>
      <w:proofErr w:type="spellEnd"/>
      <w:proofErr w:type="gramEnd"/>
      <w:r w:rsidRPr="001767B3">
        <w:rPr>
          <w:sz w:val="12"/>
          <w:szCs w:val="12"/>
          <w:lang w:val="en-US"/>
        </w:rPr>
        <w:t xml:space="preserve"> string $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</w:p>
    <w:p w14:paraId="4A41101D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Client</w:t>
      </w:r>
    </w:p>
    <w:p w14:paraId="3D1414E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4671EE9A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setPrenom</w:t>
      </w:r>
      <w:proofErr w:type="spellEnd"/>
      <w:r w:rsidRPr="001767B3">
        <w:rPr>
          <w:sz w:val="12"/>
          <w:szCs w:val="12"/>
          <w:lang w:val="en-US"/>
        </w:rPr>
        <w:t>($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  <w:r w:rsidRPr="001767B3">
        <w:rPr>
          <w:sz w:val="12"/>
          <w:szCs w:val="12"/>
          <w:lang w:val="en-US"/>
        </w:rPr>
        <w:t>)</w:t>
      </w:r>
    </w:p>
    <w:p w14:paraId="1BDB753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4D2DA98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$</w:t>
      </w:r>
      <w:proofErr w:type="gramStart"/>
      <w:r w:rsidRPr="001767B3">
        <w:rPr>
          <w:sz w:val="12"/>
          <w:szCs w:val="12"/>
          <w:lang w:val="en-US"/>
        </w:rPr>
        <w:t>this</w:t>
      </w:r>
      <w:proofErr w:type="gramEnd"/>
      <w:r w:rsidRPr="001767B3">
        <w:rPr>
          <w:sz w:val="12"/>
          <w:szCs w:val="12"/>
          <w:lang w:val="en-US"/>
        </w:rPr>
        <w:t>-&gt;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  <w:r w:rsidRPr="001767B3">
        <w:rPr>
          <w:sz w:val="12"/>
          <w:szCs w:val="12"/>
          <w:lang w:val="en-US"/>
        </w:rPr>
        <w:t xml:space="preserve"> = $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  <w:r w:rsidRPr="001767B3">
        <w:rPr>
          <w:sz w:val="12"/>
          <w:szCs w:val="12"/>
          <w:lang w:val="en-US"/>
        </w:rPr>
        <w:t>;</w:t>
      </w:r>
    </w:p>
    <w:p w14:paraId="6BCEAB3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728B35C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$this;</w:t>
      </w:r>
    </w:p>
    <w:p w14:paraId="619AA9D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}</w:t>
      </w:r>
    </w:p>
    <w:p w14:paraId="0572B73D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1CEC44A0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2F11811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Get 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</w:p>
    <w:p w14:paraId="4D916C4D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5EF49ADD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string </w:t>
      </w:r>
    </w:p>
    <w:p w14:paraId="68E608C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5BEB4A6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getPrenom</w:t>
      </w:r>
      <w:proofErr w:type="spellEnd"/>
      <w:r w:rsidRPr="001767B3">
        <w:rPr>
          <w:sz w:val="12"/>
          <w:szCs w:val="12"/>
          <w:lang w:val="en-US"/>
        </w:rPr>
        <w:t>()</w:t>
      </w:r>
    </w:p>
    <w:p w14:paraId="6C922D4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3EDFF12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$this-&gt;</w:t>
      </w:r>
      <w:proofErr w:type="spellStart"/>
      <w:r w:rsidRPr="001767B3">
        <w:rPr>
          <w:sz w:val="12"/>
          <w:szCs w:val="12"/>
          <w:lang w:val="en-US"/>
        </w:rPr>
        <w:t>prenom</w:t>
      </w:r>
      <w:proofErr w:type="spellEnd"/>
      <w:r w:rsidRPr="001767B3">
        <w:rPr>
          <w:sz w:val="12"/>
          <w:szCs w:val="12"/>
          <w:lang w:val="en-US"/>
        </w:rPr>
        <w:t>;</w:t>
      </w:r>
    </w:p>
    <w:p w14:paraId="303368D1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}</w:t>
      </w:r>
    </w:p>
    <w:p w14:paraId="3F48F93C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6D8E4E6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0763D7C9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Set reference</w:t>
      </w:r>
    </w:p>
    <w:p w14:paraId="1C59FD6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lastRenderedPageBreak/>
        <w:t xml:space="preserve">     *</w:t>
      </w:r>
    </w:p>
    <w:p w14:paraId="435A5764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spellStart"/>
      <w:proofErr w:type="gramStart"/>
      <w:r w:rsidRPr="001767B3">
        <w:rPr>
          <w:sz w:val="12"/>
          <w:szCs w:val="12"/>
          <w:lang w:val="en-US"/>
        </w:rPr>
        <w:t>param</w:t>
      </w:r>
      <w:proofErr w:type="spellEnd"/>
      <w:proofErr w:type="gramEnd"/>
      <w:r w:rsidRPr="001767B3">
        <w:rPr>
          <w:sz w:val="12"/>
          <w:szCs w:val="12"/>
          <w:lang w:val="en-US"/>
        </w:rPr>
        <w:t xml:space="preserve"> integer $reference</w:t>
      </w:r>
    </w:p>
    <w:p w14:paraId="7BD7796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Client</w:t>
      </w:r>
    </w:p>
    <w:p w14:paraId="1459821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48DFA69C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setReference</w:t>
      </w:r>
      <w:proofErr w:type="spellEnd"/>
      <w:r w:rsidRPr="001767B3">
        <w:rPr>
          <w:sz w:val="12"/>
          <w:szCs w:val="12"/>
          <w:lang w:val="en-US"/>
        </w:rPr>
        <w:t>($reference)</w:t>
      </w:r>
    </w:p>
    <w:p w14:paraId="47077FB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05BC8A6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$</w:t>
      </w:r>
      <w:proofErr w:type="gramStart"/>
      <w:r w:rsidRPr="001767B3">
        <w:rPr>
          <w:sz w:val="12"/>
          <w:szCs w:val="12"/>
          <w:lang w:val="en-US"/>
        </w:rPr>
        <w:t>this</w:t>
      </w:r>
      <w:proofErr w:type="gramEnd"/>
      <w:r w:rsidRPr="001767B3">
        <w:rPr>
          <w:sz w:val="12"/>
          <w:szCs w:val="12"/>
          <w:lang w:val="en-US"/>
        </w:rPr>
        <w:t>-&gt; reference = $reference;</w:t>
      </w:r>
    </w:p>
    <w:p w14:paraId="2D160D8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4211966F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$this;</w:t>
      </w:r>
    </w:p>
    <w:p w14:paraId="37C5087A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}</w:t>
      </w:r>
    </w:p>
    <w:p w14:paraId="1CE2F63B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</w:p>
    <w:p w14:paraId="4A0CFAF7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/**</w:t>
      </w:r>
    </w:p>
    <w:p w14:paraId="6F04C525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Get reference</w:t>
      </w:r>
    </w:p>
    <w:p w14:paraId="250C207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</w:t>
      </w:r>
    </w:p>
    <w:p w14:paraId="5D46512B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 @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integer </w:t>
      </w:r>
    </w:p>
    <w:p w14:paraId="6DA4B396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*/</w:t>
      </w:r>
    </w:p>
    <w:p w14:paraId="628A80F2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proofErr w:type="gramStart"/>
      <w:r w:rsidRPr="001767B3">
        <w:rPr>
          <w:sz w:val="12"/>
          <w:szCs w:val="12"/>
          <w:lang w:val="en-US"/>
        </w:rPr>
        <w:t>public</w:t>
      </w:r>
      <w:proofErr w:type="gramEnd"/>
      <w:r w:rsidRPr="001767B3">
        <w:rPr>
          <w:sz w:val="12"/>
          <w:szCs w:val="12"/>
          <w:lang w:val="en-US"/>
        </w:rPr>
        <w:t xml:space="preserve"> function </w:t>
      </w:r>
      <w:proofErr w:type="spellStart"/>
      <w:r w:rsidRPr="001767B3">
        <w:rPr>
          <w:sz w:val="12"/>
          <w:szCs w:val="12"/>
          <w:lang w:val="en-US"/>
        </w:rPr>
        <w:t>getReference</w:t>
      </w:r>
      <w:proofErr w:type="spellEnd"/>
      <w:r w:rsidRPr="001767B3">
        <w:rPr>
          <w:sz w:val="12"/>
          <w:szCs w:val="12"/>
          <w:lang w:val="en-US"/>
        </w:rPr>
        <w:t xml:space="preserve"> ()</w:t>
      </w:r>
    </w:p>
    <w:p w14:paraId="76819CB3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{</w:t>
      </w:r>
    </w:p>
    <w:p w14:paraId="65658898" w14:textId="77777777" w:rsidR="001A285C" w:rsidRPr="001767B3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    </w:t>
      </w:r>
      <w:proofErr w:type="gramStart"/>
      <w:r w:rsidRPr="001767B3">
        <w:rPr>
          <w:sz w:val="12"/>
          <w:szCs w:val="12"/>
          <w:lang w:val="en-US"/>
        </w:rPr>
        <w:t>return</w:t>
      </w:r>
      <w:proofErr w:type="gramEnd"/>
      <w:r w:rsidRPr="001767B3">
        <w:rPr>
          <w:sz w:val="12"/>
          <w:szCs w:val="12"/>
          <w:lang w:val="en-US"/>
        </w:rPr>
        <w:t xml:space="preserve"> $this-&gt;reference;</w:t>
      </w:r>
    </w:p>
    <w:p w14:paraId="03361BF2" w14:textId="77777777" w:rsidR="001A285C" w:rsidRPr="00497112" w:rsidRDefault="001A285C" w:rsidP="001A285C">
      <w:pPr>
        <w:pStyle w:val="Exemples0"/>
        <w:rPr>
          <w:sz w:val="12"/>
          <w:szCs w:val="12"/>
          <w:lang w:val="en-US"/>
        </w:rPr>
      </w:pPr>
      <w:r w:rsidRPr="001767B3">
        <w:rPr>
          <w:sz w:val="12"/>
          <w:szCs w:val="12"/>
          <w:lang w:val="en-US"/>
        </w:rPr>
        <w:t xml:space="preserve">    </w:t>
      </w:r>
      <w:r w:rsidRPr="00497112">
        <w:rPr>
          <w:sz w:val="12"/>
          <w:szCs w:val="12"/>
          <w:lang w:val="en-US"/>
        </w:rPr>
        <w:t>}</w:t>
      </w:r>
    </w:p>
    <w:p w14:paraId="4DDAB588" w14:textId="77777777" w:rsidR="001A285C" w:rsidRDefault="001A285C" w:rsidP="001A285C">
      <w:pPr>
        <w:pStyle w:val="Exemples0"/>
        <w:rPr>
          <w:sz w:val="12"/>
          <w:szCs w:val="12"/>
        </w:rPr>
      </w:pPr>
      <w:r w:rsidRPr="00772B35">
        <w:rPr>
          <w:sz w:val="12"/>
          <w:szCs w:val="12"/>
        </w:rPr>
        <w:t>}</w:t>
      </w:r>
    </w:p>
    <w:p w14:paraId="5A72F919" w14:textId="247012F7" w:rsidR="001A285C" w:rsidRDefault="001A285C" w:rsidP="001A285C">
      <w:r>
        <w:t>Ce fichier est modifiable</w:t>
      </w:r>
      <w:r w:rsidR="00045E47">
        <w:t>.</w:t>
      </w:r>
    </w:p>
    <w:p w14:paraId="07CB2AFF" w14:textId="77777777" w:rsidR="001A285C" w:rsidRDefault="001A285C" w:rsidP="001A285C"/>
    <w:p w14:paraId="183D363B" w14:textId="77777777" w:rsidR="00653AFE" w:rsidRDefault="00653AFE" w:rsidP="001A285C"/>
    <w:p w14:paraId="7F5634BF" w14:textId="77777777" w:rsidR="00653AFE" w:rsidRDefault="00653AFE" w:rsidP="001A285C"/>
    <w:p w14:paraId="29326FE2" w14:textId="77777777" w:rsidR="001A285C" w:rsidRDefault="001A285C" w:rsidP="00653AFE">
      <w:pPr>
        <w:pStyle w:val="Titre3"/>
      </w:pPr>
      <w:bookmarkStart w:id="48" w:name="_Toc381347217"/>
      <w:bookmarkStart w:id="49" w:name="_Toc396309516"/>
      <w:r>
        <w:t>Les annotations</w:t>
      </w:r>
      <w:bookmarkEnd w:id="48"/>
      <w:bookmarkEnd w:id="49"/>
    </w:p>
    <w:p w14:paraId="0EFB0B8B" w14:textId="77777777" w:rsidR="00653AFE" w:rsidRPr="00653AFE" w:rsidRDefault="00653AFE" w:rsidP="00653AFE"/>
    <w:p w14:paraId="4FF69030" w14:textId="77777777" w:rsidR="001A285C" w:rsidRPr="001767B3" w:rsidRDefault="001A285C" w:rsidP="001A285C">
      <w:pPr>
        <w:pStyle w:val="Exercices0"/>
        <w:rPr>
          <w:lang w:val="en-US"/>
        </w:rPr>
      </w:pPr>
      <w:proofErr w:type="gramStart"/>
      <w:r w:rsidRPr="001767B3">
        <w:rPr>
          <w:lang w:val="en-US"/>
        </w:rPr>
        <w:t>docs.doctrine</w:t>
      </w:r>
      <w:proofErr w:type="gramEnd"/>
      <w:r w:rsidRPr="001767B3">
        <w:rPr>
          <w:lang w:val="en-US"/>
        </w:rPr>
        <w:t>-project.org/projects/doctrine-orm/en/latest/reference/basic-mapping.html</w:t>
      </w:r>
    </w:p>
    <w:p w14:paraId="41066039" w14:textId="77777777" w:rsidR="001A285C" w:rsidRPr="001767B3" w:rsidRDefault="001A285C" w:rsidP="001A285C">
      <w:pPr>
        <w:rPr>
          <w:lang w:val="en-US"/>
        </w:rPr>
      </w:pPr>
    </w:p>
    <w:p w14:paraId="2CA63BEE" w14:textId="77777777" w:rsidR="001A285C" w:rsidRPr="001767B3" w:rsidRDefault="001A285C" w:rsidP="00045E47">
      <w:pPr>
        <w:jc w:val="both"/>
        <w:rPr>
          <w:lang w:val="en-US"/>
        </w:rPr>
      </w:pPr>
      <w:r w:rsidRPr="001767B3">
        <w:rPr>
          <w:lang w:val="en-US"/>
        </w:rPr>
        <w:t>@ORM\</w:t>
      </w:r>
      <w:proofErr w:type="gramStart"/>
      <w:r w:rsidRPr="001767B3">
        <w:rPr>
          <w:lang w:val="en-US"/>
        </w:rPr>
        <w:t>Entity(</w:t>
      </w:r>
      <w:proofErr w:type="spellStart"/>
      <w:proofErr w:type="gramEnd"/>
      <w:r w:rsidRPr="001767B3">
        <w:rPr>
          <w:lang w:val="en-US"/>
        </w:rPr>
        <w:t>repositoryClass</w:t>
      </w:r>
      <w:proofErr w:type="spellEnd"/>
      <w:r w:rsidRPr="001767B3">
        <w:rPr>
          <w:lang w:val="en-US"/>
        </w:rPr>
        <w:t>="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</w:t>
      </w:r>
      <w:proofErr w:type="spellStart"/>
      <w:r w:rsidRPr="001767B3">
        <w:rPr>
          <w:lang w:val="en-US"/>
        </w:rPr>
        <w:t>ClientRepository</w:t>
      </w:r>
      <w:proofErr w:type="spellEnd"/>
      <w:r w:rsidRPr="001767B3">
        <w:rPr>
          <w:lang w:val="en-US"/>
        </w:rPr>
        <w:t>")</w:t>
      </w:r>
    </w:p>
    <w:p w14:paraId="0055EF68" w14:textId="36511620" w:rsidR="001A285C" w:rsidRDefault="001A285C" w:rsidP="00045E47">
      <w:pPr>
        <w:jc w:val="both"/>
      </w:pPr>
      <w:r>
        <w:t xml:space="preserve">Définit la classe comme une entité à enregistrer par Doctrine, </w:t>
      </w:r>
      <w:proofErr w:type="spellStart"/>
      <w:r>
        <w:t>reposito</w:t>
      </w:r>
      <w:r w:rsidR="00516F71">
        <w:t>r</w:t>
      </w:r>
      <w:r>
        <w:t>yClass</w:t>
      </w:r>
      <w:proofErr w:type="spellEnd"/>
      <w:r>
        <w:t xml:space="preserve"> indique </w:t>
      </w:r>
      <w:r w:rsidR="00A007BD">
        <w:t xml:space="preserve">la classe (et donc </w:t>
      </w:r>
      <w:r>
        <w:t>le fichier</w:t>
      </w:r>
      <w:r w:rsidR="00A007BD">
        <w:t>)</w:t>
      </w:r>
      <w:r>
        <w:t xml:space="preserve"> de </w:t>
      </w:r>
      <w:proofErr w:type="spellStart"/>
      <w:r>
        <w:t>mapping</w:t>
      </w:r>
      <w:proofErr w:type="spellEnd"/>
      <w:r>
        <w:t xml:space="preserve"> utilisé</w:t>
      </w:r>
      <w:r w:rsidR="00A007BD">
        <w:t xml:space="preserve"> pour cette classe </w:t>
      </w:r>
      <w:proofErr w:type="spellStart"/>
      <w:r w:rsidR="00A007BD">
        <w:t>Entity</w:t>
      </w:r>
      <w:proofErr w:type="spellEnd"/>
      <w:r>
        <w:t>.</w:t>
      </w:r>
    </w:p>
    <w:p w14:paraId="7BCE295E" w14:textId="77777777" w:rsidR="001A285C" w:rsidRDefault="001A285C" w:rsidP="00045E47">
      <w:pPr>
        <w:jc w:val="both"/>
      </w:pPr>
      <w:r>
        <w:t xml:space="preserve"> </w:t>
      </w:r>
    </w:p>
    <w:p w14:paraId="2F15EB05" w14:textId="79ED12E9" w:rsidR="001A285C" w:rsidRDefault="001A285C" w:rsidP="00045E47">
      <w:pPr>
        <w:jc w:val="both"/>
      </w:pPr>
      <w:r w:rsidRPr="00772B35">
        <w:t>@ORM\</w:t>
      </w:r>
      <w:proofErr w:type="gramStart"/>
      <w:r w:rsidRPr="00772B35">
        <w:t>Table(</w:t>
      </w:r>
      <w:proofErr w:type="spellStart"/>
      <w:proofErr w:type="gramEnd"/>
      <w:r>
        <w:t>name</w:t>
      </w:r>
      <w:proofErr w:type="spellEnd"/>
      <w:r>
        <w:t>= </w:t>
      </w:r>
      <w:r w:rsidR="00516F71">
        <w:t>« </w:t>
      </w:r>
      <w:proofErr w:type="spellStart"/>
      <w:r>
        <w:t>maTable</w:t>
      </w:r>
      <w:proofErr w:type="spellEnd"/>
      <w:r>
        <w:t>»</w:t>
      </w:r>
      <w:r w:rsidRPr="00772B35">
        <w:t>)</w:t>
      </w:r>
    </w:p>
    <w:p w14:paraId="76E5E805" w14:textId="77777777" w:rsidR="001A285C" w:rsidRPr="00772B35" w:rsidRDefault="001A285C" w:rsidP="00045E47">
      <w:pPr>
        <w:jc w:val="both"/>
      </w:pPr>
      <w:r>
        <w:t>Définit le nom de la table dans la base de données - optionnelle</w:t>
      </w:r>
    </w:p>
    <w:p w14:paraId="6D02F369" w14:textId="77777777" w:rsidR="001A285C" w:rsidRDefault="001A285C" w:rsidP="00045E47">
      <w:pPr>
        <w:jc w:val="both"/>
      </w:pPr>
    </w:p>
    <w:p w14:paraId="2540FD0E" w14:textId="77777777" w:rsidR="001A285C" w:rsidRPr="001767B3" w:rsidRDefault="001A285C" w:rsidP="00045E47">
      <w:pPr>
        <w:jc w:val="both"/>
        <w:rPr>
          <w:lang w:val="en-US"/>
        </w:rPr>
      </w:pPr>
      <w:r w:rsidRPr="001767B3">
        <w:rPr>
          <w:lang w:val="en-US"/>
        </w:rPr>
        <w:t>@ORM\</w:t>
      </w:r>
      <w:proofErr w:type="gramStart"/>
      <w:r w:rsidRPr="001767B3">
        <w:rPr>
          <w:lang w:val="en-US"/>
        </w:rPr>
        <w:t>Column(</w:t>
      </w:r>
      <w:proofErr w:type="gramEnd"/>
      <w:r w:rsidRPr="001767B3">
        <w:rPr>
          <w:lang w:val="en-US"/>
        </w:rPr>
        <w:t>name="</w:t>
      </w:r>
      <w:proofErr w:type="spellStart"/>
      <w:r w:rsidRPr="001767B3">
        <w:rPr>
          <w:lang w:val="en-US"/>
        </w:rPr>
        <w:t>prenom</w:t>
      </w:r>
      <w:proofErr w:type="spellEnd"/>
      <w:r w:rsidRPr="001767B3">
        <w:rPr>
          <w:lang w:val="en-US"/>
        </w:rPr>
        <w:t>", type="string", length=30)</w:t>
      </w:r>
    </w:p>
    <w:p w14:paraId="4938C9F1" w14:textId="7A944805" w:rsidR="001A285C" w:rsidRDefault="001A285C" w:rsidP="00045E47">
      <w:pPr>
        <w:jc w:val="both"/>
      </w:pPr>
      <w:r>
        <w:t>L’exemple parle de lui-même</w:t>
      </w:r>
      <w:r w:rsidR="00045E47">
        <w:t>.</w:t>
      </w:r>
    </w:p>
    <w:p w14:paraId="22A803CF" w14:textId="77777777" w:rsidR="001A285C" w:rsidRDefault="001A285C" w:rsidP="00045E47">
      <w:pPr>
        <w:jc w:val="both"/>
      </w:pPr>
      <w:r>
        <w:t>Il est possible de rajouter plusieurs paramètres :</w:t>
      </w:r>
    </w:p>
    <w:p w14:paraId="22A6ED33" w14:textId="77777777" w:rsidR="001A285C" w:rsidRDefault="001A285C" w:rsidP="00045E47">
      <w:pPr>
        <w:jc w:val="both"/>
      </w:pPr>
      <w:r>
        <w:t xml:space="preserve">  </w:t>
      </w:r>
      <w:proofErr w:type="gramStart"/>
      <w:r>
        <w:t>unique=</w:t>
      </w:r>
      <w:proofErr w:type="spellStart"/>
      <w:proofErr w:type="gramEnd"/>
      <w:r>
        <w:t>true</w:t>
      </w:r>
      <w:proofErr w:type="spellEnd"/>
      <w:r>
        <w:t xml:space="preserve">, </w:t>
      </w:r>
      <w:proofErr w:type="spellStart"/>
      <w:r>
        <w:t>nullalbe</w:t>
      </w:r>
      <w:proofErr w:type="spellEnd"/>
      <w:r>
        <w:t>=</w:t>
      </w:r>
      <w:proofErr w:type="spellStart"/>
      <w:r>
        <w:t>true</w:t>
      </w:r>
      <w:proofErr w:type="spellEnd"/>
      <w:r>
        <w:t xml:space="preserve">, </w:t>
      </w:r>
      <w:proofErr w:type="spellStart"/>
      <w:r>
        <w:t>precision</w:t>
      </w:r>
      <w:proofErr w:type="spellEnd"/>
      <w:r>
        <w:t xml:space="preserve">=5, </w:t>
      </w:r>
      <w:proofErr w:type="spellStart"/>
      <w:r>
        <w:t>scale</w:t>
      </w:r>
      <w:proofErr w:type="spellEnd"/>
      <w:r>
        <w:t>=2</w:t>
      </w:r>
    </w:p>
    <w:p w14:paraId="78E67E90" w14:textId="77777777" w:rsidR="00653AFE" w:rsidRDefault="00653AFE" w:rsidP="001A285C"/>
    <w:p w14:paraId="3D924DA1" w14:textId="77777777" w:rsidR="00653AFE" w:rsidRDefault="00653AFE" w:rsidP="001A285C"/>
    <w:p w14:paraId="30B8E1F2" w14:textId="77777777" w:rsidR="001A285C" w:rsidRDefault="001A285C" w:rsidP="001A285C"/>
    <w:p w14:paraId="3FC0CD31" w14:textId="77777777" w:rsidR="001A285C" w:rsidRDefault="001A285C" w:rsidP="00653AFE">
      <w:pPr>
        <w:pStyle w:val="Titre3"/>
      </w:pPr>
      <w:bookmarkStart w:id="50" w:name="_Toc381347218"/>
      <w:bookmarkStart w:id="51" w:name="_Toc396309517"/>
      <w:r>
        <w:t>Génération des tables</w:t>
      </w:r>
      <w:bookmarkEnd w:id="50"/>
      <w:bookmarkEnd w:id="51"/>
    </w:p>
    <w:p w14:paraId="628CA731" w14:textId="77777777" w:rsidR="00653AFE" w:rsidRPr="00653AFE" w:rsidRDefault="00653AFE" w:rsidP="00653AFE"/>
    <w:p w14:paraId="48F6ED33" w14:textId="77777777" w:rsidR="001A285C" w:rsidRDefault="001A285C" w:rsidP="001A285C">
      <w:r>
        <w:t xml:space="preserve">Il faut indiquer les paramètres du SGBDR dans </w:t>
      </w:r>
      <w:r w:rsidRPr="00C073D9">
        <w:t>www\</w:t>
      </w:r>
      <w:proofErr w:type="spellStart"/>
      <w:r w:rsidRPr="00C073D9">
        <w:t>symfony</w:t>
      </w:r>
      <w:proofErr w:type="spellEnd"/>
      <w:r w:rsidRPr="00C073D9">
        <w:t>\</w:t>
      </w:r>
      <w:proofErr w:type="spellStart"/>
      <w:r w:rsidRPr="00C073D9">
        <w:t>app</w:t>
      </w:r>
      <w:proofErr w:type="spellEnd"/>
      <w:r w:rsidRPr="00C073D9">
        <w:t>\config</w:t>
      </w:r>
      <w:r>
        <w:t>\</w:t>
      </w:r>
      <w:proofErr w:type="spellStart"/>
      <w:r>
        <w:t>parameters.yml</w:t>
      </w:r>
      <w:proofErr w:type="spellEnd"/>
      <w:r>
        <w:t xml:space="preserve"> en indiquant le nom de la base de données utilisée.</w:t>
      </w:r>
    </w:p>
    <w:p w14:paraId="43F694AB" w14:textId="16FB7C91" w:rsidR="001A285C" w:rsidRDefault="001A285C" w:rsidP="001A285C">
      <w:r>
        <w:t xml:space="preserve">La </w:t>
      </w:r>
      <w:proofErr w:type="spellStart"/>
      <w:r>
        <w:t>database</w:t>
      </w:r>
      <w:proofErr w:type="spellEnd"/>
      <w:r>
        <w:t xml:space="preserve"> peut être cré</w:t>
      </w:r>
      <w:r w:rsidR="00845AD8">
        <w:t>é</w:t>
      </w:r>
      <w:r w:rsidR="00C04CCF">
        <w:t>e</w:t>
      </w:r>
      <w:r>
        <w:t xml:space="preserve"> ultérieurement.</w:t>
      </w:r>
    </w:p>
    <w:p w14:paraId="65B24779" w14:textId="77777777" w:rsidR="001A285C" w:rsidRDefault="001A285C" w:rsidP="001A285C"/>
    <w:p w14:paraId="036CE79E" w14:textId="77777777" w:rsidR="001A285C" w:rsidRDefault="001A285C" w:rsidP="001A285C">
      <w:r>
        <w:t>Création de la BD</w:t>
      </w:r>
    </w:p>
    <w:p w14:paraId="03FE5924" w14:textId="77777777" w:rsidR="001A285C" w:rsidRPr="00C073D9" w:rsidRDefault="001A285C" w:rsidP="001A285C">
      <w:pPr>
        <w:pStyle w:val="Exercices0"/>
        <w:rPr>
          <w:b/>
        </w:rPr>
      </w:pPr>
      <w:r>
        <w:t>www\</w:t>
      </w:r>
      <w:proofErr w:type="spellStart"/>
      <w:r>
        <w:t>symfony</w:t>
      </w:r>
      <w:proofErr w:type="spellEnd"/>
      <w:r>
        <w:t xml:space="preserve">&gt; </w:t>
      </w:r>
      <w:proofErr w:type="spellStart"/>
      <w:r w:rsidRPr="00C073D9">
        <w:rPr>
          <w:b/>
        </w:rPr>
        <w:t>php</w:t>
      </w:r>
      <w:proofErr w:type="spellEnd"/>
      <w:r w:rsidRPr="00C073D9">
        <w:rPr>
          <w:b/>
        </w:rPr>
        <w:t xml:space="preserve"> </w:t>
      </w:r>
      <w:proofErr w:type="spellStart"/>
      <w:r w:rsidRPr="00C073D9">
        <w:rPr>
          <w:b/>
        </w:rPr>
        <w:t>app</w:t>
      </w:r>
      <w:proofErr w:type="spellEnd"/>
      <w:r w:rsidRPr="00C073D9">
        <w:rPr>
          <w:b/>
        </w:rPr>
        <w:t xml:space="preserve">/console </w:t>
      </w:r>
      <w:proofErr w:type="spellStart"/>
      <w:r w:rsidRPr="00C073D9">
        <w:rPr>
          <w:b/>
        </w:rPr>
        <w:t>doctrine:database:create</w:t>
      </w:r>
      <w:proofErr w:type="spellEnd"/>
    </w:p>
    <w:p w14:paraId="4FAE6B28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Created database for connection named `</w:t>
      </w:r>
      <w:proofErr w:type="spellStart"/>
      <w:r w:rsidRPr="001767B3">
        <w:rPr>
          <w:lang w:val="en-US"/>
        </w:rPr>
        <w:t>ppeSpaceBooking</w:t>
      </w:r>
      <w:proofErr w:type="spellEnd"/>
      <w:r w:rsidRPr="001767B3">
        <w:rPr>
          <w:lang w:val="en-US"/>
        </w:rPr>
        <w:t>`</w:t>
      </w:r>
    </w:p>
    <w:p w14:paraId="7151B665" w14:textId="77777777" w:rsidR="001A285C" w:rsidRPr="001767B3" w:rsidRDefault="001A285C" w:rsidP="001A285C">
      <w:pPr>
        <w:rPr>
          <w:lang w:val="en-US"/>
        </w:rPr>
      </w:pPr>
    </w:p>
    <w:p w14:paraId="66CF2ADD" w14:textId="77777777" w:rsidR="001A285C" w:rsidRDefault="001A285C" w:rsidP="001A285C">
      <w:r>
        <w:t>Affichage des requêtes à exécuter</w:t>
      </w:r>
    </w:p>
    <w:p w14:paraId="34AC48F6" w14:textId="77777777" w:rsidR="001A285C" w:rsidRDefault="001A285C" w:rsidP="001A285C">
      <w:pPr>
        <w:pStyle w:val="Exercices0"/>
      </w:pPr>
      <w:r>
        <w:t>www\</w:t>
      </w:r>
      <w:proofErr w:type="spellStart"/>
      <w:r>
        <w:t>symfony</w:t>
      </w:r>
      <w:proofErr w:type="spellEnd"/>
      <w:r>
        <w:t xml:space="preserve">&gt; </w:t>
      </w:r>
      <w:proofErr w:type="spellStart"/>
      <w:r w:rsidRPr="00576FF3">
        <w:rPr>
          <w:b/>
        </w:rPr>
        <w:t>php</w:t>
      </w:r>
      <w:proofErr w:type="spellEnd"/>
      <w:r w:rsidRPr="00576FF3">
        <w:rPr>
          <w:b/>
        </w:rPr>
        <w:t xml:space="preserve"> </w:t>
      </w:r>
      <w:proofErr w:type="spellStart"/>
      <w:r w:rsidRPr="00576FF3">
        <w:rPr>
          <w:b/>
        </w:rPr>
        <w:t>app</w:t>
      </w:r>
      <w:proofErr w:type="spellEnd"/>
      <w:r w:rsidRPr="00576FF3">
        <w:rPr>
          <w:b/>
        </w:rPr>
        <w:t xml:space="preserve">/console </w:t>
      </w:r>
      <w:proofErr w:type="spellStart"/>
      <w:r w:rsidRPr="00576FF3">
        <w:rPr>
          <w:b/>
        </w:rPr>
        <w:t>doctrine:schema:update</w:t>
      </w:r>
      <w:proofErr w:type="spellEnd"/>
      <w:r w:rsidRPr="00576FF3">
        <w:rPr>
          <w:b/>
        </w:rPr>
        <w:t xml:space="preserve"> --dump-</w:t>
      </w:r>
      <w:proofErr w:type="spellStart"/>
      <w:r w:rsidRPr="00576FF3">
        <w:rPr>
          <w:b/>
        </w:rPr>
        <w:t>sql</w:t>
      </w:r>
      <w:proofErr w:type="spellEnd"/>
    </w:p>
    <w:p w14:paraId="5077D5B1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CREATE TABLE Client (id INT AUTO_INCREMENT NOT NULL, nom </w:t>
      </w:r>
      <w:proofErr w:type="gramStart"/>
      <w:r w:rsidRPr="001767B3">
        <w:rPr>
          <w:lang w:val="en-US"/>
        </w:rPr>
        <w:t>VARCHAR(</w:t>
      </w:r>
      <w:proofErr w:type="gramEnd"/>
      <w:r w:rsidRPr="001767B3">
        <w:rPr>
          <w:lang w:val="en-US"/>
        </w:rPr>
        <w:t xml:space="preserve">30) NOT NULL, </w:t>
      </w:r>
      <w:proofErr w:type="spellStart"/>
      <w:r w:rsidRPr="001767B3">
        <w:rPr>
          <w:lang w:val="en-US"/>
        </w:rPr>
        <w:t>prenom</w:t>
      </w:r>
      <w:proofErr w:type="spellEnd"/>
      <w:r w:rsidRPr="001767B3">
        <w:rPr>
          <w:lang w:val="en-US"/>
        </w:rPr>
        <w:t xml:space="preserve"> VARCHAR(30) NOT NULL, reference INT NOT</w:t>
      </w:r>
    </w:p>
    <w:p w14:paraId="204DB65A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 xml:space="preserve">NULL, PRIMARY </w:t>
      </w:r>
      <w:proofErr w:type="gramStart"/>
      <w:r w:rsidRPr="001767B3">
        <w:rPr>
          <w:lang w:val="en-US"/>
        </w:rPr>
        <w:t>KEY(</w:t>
      </w:r>
      <w:proofErr w:type="gramEnd"/>
      <w:r w:rsidRPr="001767B3">
        <w:rPr>
          <w:lang w:val="en-US"/>
        </w:rPr>
        <w:t xml:space="preserve">id)) DEFAULT CHARACTER SET utf8 COLLATE utf8_unicode_ci ENGINE = </w:t>
      </w:r>
      <w:proofErr w:type="spellStart"/>
      <w:r w:rsidRPr="001767B3">
        <w:rPr>
          <w:lang w:val="en-US"/>
        </w:rPr>
        <w:t>InnoDB</w:t>
      </w:r>
      <w:proofErr w:type="spellEnd"/>
      <w:r w:rsidRPr="001767B3">
        <w:rPr>
          <w:lang w:val="en-US"/>
        </w:rPr>
        <w:t>;</w:t>
      </w:r>
    </w:p>
    <w:p w14:paraId="6059665F" w14:textId="77777777" w:rsidR="001A285C" w:rsidRPr="001767B3" w:rsidRDefault="001A285C" w:rsidP="001A285C">
      <w:pPr>
        <w:rPr>
          <w:lang w:val="en-US"/>
        </w:rPr>
      </w:pPr>
    </w:p>
    <w:p w14:paraId="60B935E2" w14:textId="77777777" w:rsidR="001A285C" w:rsidRDefault="001A285C" w:rsidP="001A285C">
      <w:r>
        <w:t>Création des tables</w:t>
      </w:r>
    </w:p>
    <w:p w14:paraId="3C55041B" w14:textId="77777777" w:rsidR="001A285C" w:rsidRDefault="001A285C" w:rsidP="001A285C">
      <w:pPr>
        <w:pStyle w:val="Exercices0"/>
      </w:pPr>
      <w:r>
        <w:t>www\</w:t>
      </w:r>
      <w:proofErr w:type="spellStart"/>
      <w:r>
        <w:t>symfony</w:t>
      </w:r>
      <w:proofErr w:type="spellEnd"/>
      <w:r>
        <w:t xml:space="preserve">&gt; </w:t>
      </w:r>
      <w:proofErr w:type="spellStart"/>
      <w:r w:rsidRPr="00576FF3">
        <w:rPr>
          <w:b/>
        </w:rPr>
        <w:t>php</w:t>
      </w:r>
      <w:proofErr w:type="spellEnd"/>
      <w:r w:rsidRPr="00576FF3">
        <w:rPr>
          <w:b/>
        </w:rPr>
        <w:t xml:space="preserve"> </w:t>
      </w:r>
      <w:proofErr w:type="spellStart"/>
      <w:r w:rsidRPr="00576FF3">
        <w:rPr>
          <w:b/>
        </w:rPr>
        <w:t>app</w:t>
      </w:r>
      <w:proofErr w:type="spellEnd"/>
      <w:r w:rsidRPr="00576FF3">
        <w:rPr>
          <w:b/>
        </w:rPr>
        <w:t xml:space="preserve">/console </w:t>
      </w:r>
      <w:proofErr w:type="spellStart"/>
      <w:r w:rsidRPr="00576FF3">
        <w:rPr>
          <w:b/>
        </w:rPr>
        <w:t>doctrine:schema:update</w:t>
      </w:r>
      <w:proofErr w:type="spellEnd"/>
      <w:r w:rsidRPr="00576FF3">
        <w:rPr>
          <w:b/>
        </w:rPr>
        <w:t xml:space="preserve"> --force</w:t>
      </w:r>
    </w:p>
    <w:p w14:paraId="248B53F4" w14:textId="77777777" w:rsidR="001A285C" w:rsidRPr="001767B3" w:rsidRDefault="001A285C" w:rsidP="001A285C">
      <w:pPr>
        <w:pStyle w:val="Exercices0"/>
        <w:rPr>
          <w:lang w:val="en-US"/>
        </w:rPr>
      </w:pPr>
      <w:r w:rsidRPr="001767B3">
        <w:rPr>
          <w:lang w:val="en-US"/>
        </w:rPr>
        <w:t>Updating database schema...</w:t>
      </w:r>
    </w:p>
    <w:p w14:paraId="102090CF" w14:textId="77777777" w:rsidR="001A285C" w:rsidRDefault="001A285C" w:rsidP="001A285C">
      <w:pPr>
        <w:pStyle w:val="Exercices0"/>
      </w:pPr>
      <w:r w:rsidRPr="001767B3">
        <w:rPr>
          <w:lang w:val="en-US"/>
        </w:rPr>
        <w:t xml:space="preserve">Database schema updated successfully! </w:t>
      </w:r>
      <w:r>
        <w:t xml:space="preserve">"1" </w:t>
      </w:r>
      <w:proofErr w:type="spellStart"/>
      <w:r>
        <w:t>queries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executed</w:t>
      </w:r>
      <w:proofErr w:type="spellEnd"/>
    </w:p>
    <w:p w14:paraId="4C600E85" w14:textId="77777777" w:rsidR="001A285C" w:rsidRDefault="001A285C" w:rsidP="001A285C"/>
    <w:p w14:paraId="1C19DC6F" w14:textId="77777777" w:rsidR="001A285C" w:rsidRDefault="001A285C" w:rsidP="001A285C"/>
    <w:p w14:paraId="272A592E" w14:textId="77777777" w:rsidR="001A285C" w:rsidRDefault="001A285C" w:rsidP="001A285C">
      <w:r>
        <w:t>Mise à jour des entités</w:t>
      </w:r>
    </w:p>
    <w:p w14:paraId="1EABFECC" w14:textId="77777777" w:rsidR="001A285C" w:rsidRDefault="001A285C" w:rsidP="001A285C">
      <w:pPr>
        <w:pStyle w:val="Exercices0"/>
      </w:pPr>
      <w:r>
        <w:t>www\</w:t>
      </w:r>
      <w:proofErr w:type="spellStart"/>
      <w:r>
        <w:t>symfony</w:t>
      </w:r>
      <w:proofErr w:type="spellEnd"/>
      <w:r>
        <w:t xml:space="preserve">&gt; </w:t>
      </w:r>
      <w:proofErr w:type="spellStart"/>
      <w:r w:rsidRPr="00576FF3">
        <w:rPr>
          <w:b/>
        </w:rPr>
        <w:t>php</w:t>
      </w:r>
      <w:proofErr w:type="spellEnd"/>
      <w:r w:rsidRPr="00576FF3">
        <w:rPr>
          <w:b/>
        </w:rPr>
        <w:t xml:space="preserve"> </w:t>
      </w:r>
      <w:proofErr w:type="spellStart"/>
      <w:r w:rsidRPr="00576FF3">
        <w:rPr>
          <w:b/>
        </w:rPr>
        <w:t>app</w:t>
      </w:r>
      <w:proofErr w:type="spellEnd"/>
      <w:r w:rsidRPr="00576FF3">
        <w:rPr>
          <w:b/>
        </w:rPr>
        <w:t xml:space="preserve">/console </w:t>
      </w:r>
      <w:proofErr w:type="spellStart"/>
      <w:r w:rsidRPr="00576FF3">
        <w:rPr>
          <w:b/>
        </w:rPr>
        <w:t>doctrine:</w:t>
      </w:r>
      <w:r>
        <w:rPr>
          <w:b/>
        </w:rPr>
        <w:t>generate:entities</w:t>
      </w:r>
      <w:proofErr w:type="spellEnd"/>
      <w:r>
        <w:rPr>
          <w:b/>
        </w:rPr>
        <w:t xml:space="preserve"> </w:t>
      </w:r>
      <w:proofErr w:type="spellStart"/>
      <w:r w:rsidRPr="00A73047">
        <w:rPr>
          <w:b/>
        </w:rPr>
        <w:t>PpeSpaceBookingBundle:Client</w:t>
      </w:r>
      <w:proofErr w:type="spellEnd"/>
    </w:p>
    <w:p w14:paraId="475A9DB8" w14:textId="77777777" w:rsidR="001A285C" w:rsidRDefault="001A285C" w:rsidP="001A285C"/>
    <w:p w14:paraId="7A616BDD" w14:textId="77777777" w:rsidR="00653AFE" w:rsidRDefault="00653AFE" w:rsidP="001A285C"/>
    <w:p w14:paraId="0673FD31" w14:textId="77777777" w:rsidR="00653AFE" w:rsidRDefault="00653AFE" w:rsidP="001A285C"/>
    <w:p w14:paraId="2AC4F6AD" w14:textId="77777777" w:rsidR="001A285C" w:rsidRDefault="001A285C" w:rsidP="00653AFE">
      <w:pPr>
        <w:pStyle w:val="Titre3"/>
      </w:pPr>
      <w:bookmarkStart w:id="52" w:name="_Toc381347219"/>
      <w:bookmarkStart w:id="53" w:name="_Toc396309518"/>
      <w:r>
        <w:t>Enregistrement d’un objet dans le SGBDR</w:t>
      </w:r>
      <w:bookmarkEnd w:id="52"/>
      <w:bookmarkEnd w:id="53"/>
    </w:p>
    <w:p w14:paraId="61381553" w14:textId="77777777" w:rsidR="00653AFE" w:rsidRPr="00653AFE" w:rsidRDefault="00653AFE" w:rsidP="00653AFE"/>
    <w:p w14:paraId="3F97001F" w14:textId="77777777" w:rsidR="001A285C" w:rsidRPr="00316F72" w:rsidRDefault="001A285C" w:rsidP="001A285C">
      <w:r>
        <w:t>Dans un contrôleur</w:t>
      </w:r>
    </w:p>
    <w:p w14:paraId="1EEC7F7A" w14:textId="77777777" w:rsidR="001A285C" w:rsidRDefault="001A285C" w:rsidP="001A285C">
      <w:pPr>
        <w:pStyle w:val="Exemples0"/>
      </w:pPr>
      <w:proofErr w:type="gramStart"/>
      <w:r>
        <w:t>&lt;?</w:t>
      </w:r>
      <w:proofErr w:type="spellStart"/>
      <w:r>
        <w:t>php</w:t>
      </w:r>
      <w:proofErr w:type="spellEnd"/>
      <w:proofErr w:type="gramEnd"/>
    </w:p>
    <w:p w14:paraId="71E33978" w14:textId="77777777" w:rsidR="001A285C" w:rsidRDefault="001A285C" w:rsidP="001A285C">
      <w:pPr>
        <w:pStyle w:val="Exemples0"/>
      </w:pPr>
    </w:p>
    <w:p w14:paraId="35209BBE" w14:textId="77777777" w:rsidR="001A285C" w:rsidRDefault="001A285C" w:rsidP="001A285C">
      <w:pPr>
        <w:pStyle w:val="Exemples0"/>
      </w:pPr>
      <w:r>
        <w:t>//en plus des autres importations</w:t>
      </w:r>
    </w:p>
    <w:p w14:paraId="3F039846" w14:textId="77777777" w:rsidR="001A285C" w:rsidRPr="001767B3" w:rsidRDefault="001A285C" w:rsidP="001A285C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use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\Entity\Client;</w:t>
      </w:r>
    </w:p>
    <w:p w14:paraId="07F57D84" w14:textId="77777777" w:rsidR="001A285C" w:rsidRPr="001767B3" w:rsidRDefault="001A285C" w:rsidP="001A285C">
      <w:pPr>
        <w:pStyle w:val="Exemples0"/>
        <w:rPr>
          <w:lang w:val="en-US"/>
        </w:rPr>
      </w:pPr>
    </w:p>
    <w:p w14:paraId="6FDCDA63" w14:textId="77777777" w:rsidR="001A285C" w:rsidRDefault="001A285C" w:rsidP="001A285C">
      <w:pPr>
        <w:pStyle w:val="Exemples0"/>
      </w:pPr>
      <w:r w:rsidRPr="001767B3">
        <w:rPr>
          <w:lang w:val="en-US"/>
        </w:rPr>
        <w:t xml:space="preserve">  </w:t>
      </w:r>
      <w:r>
        <w:t>/**</w:t>
      </w:r>
    </w:p>
    <w:p w14:paraId="06B2F2F7" w14:textId="77777777" w:rsidR="001A285C" w:rsidRDefault="001A285C" w:rsidP="001A285C">
      <w:pPr>
        <w:pStyle w:val="Exemples0"/>
      </w:pPr>
      <w:r>
        <w:t xml:space="preserve">     * </w:t>
      </w:r>
      <w:proofErr w:type="gramStart"/>
      <w:r>
        <w:t>@Route(</w:t>
      </w:r>
      <w:proofErr w:type="gramEnd"/>
      <w:r>
        <w:t>"/enregistrement")</w:t>
      </w:r>
    </w:p>
    <w:p w14:paraId="1A1FAFE5" w14:textId="77777777" w:rsidR="001A285C" w:rsidRDefault="001A285C" w:rsidP="001A285C">
      <w:pPr>
        <w:pStyle w:val="Exemples0"/>
      </w:pPr>
      <w:r>
        <w:t xml:space="preserve">  */</w:t>
      </w:r>
    </w:p>
    <w:p w14:paraId="4CABA694" w14:textId="77777777" w:rsidR="001A285C" w:rsidRDefault="001A285C" w:rsidP="001A285C">
      <w:pPr>
        <w:pStyle w:val="Exemples0"/>
      </w:pPr>
      <w:r>
        <w:t xml:space="preserve">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ajouterAction</w:t>
      </w:r>
      <w:proofErr w:type="spellEnd"/>
      <w:r>
        <w:t>() {</w:t>
      </w:r>
    </w:p>
    <w:p w14:paraId="7022530E" w14:textId="77777777" w:rsidR="001A285C" w:rsidRDefault="001A285C" w:rsidP="001A285C">
      <w:pPr>
        <w:pStyle w:val="Exemples0"/>
      </w:pPr>
    </w:p>
    <w:p w14:paraId="6FD93160" w14:textId="77777777" w:rsidR="001A285C" w:rsidRDefault="001A285C" w:rsidP="001A285C">
      <w:pPr>
        <w:pStyle w:val="Exemples0"/>
      </w:pPr>
      <w:r>
        <w:t xml:space="preserve">    // Création de l'entité</w:t>
      </w:r>
    </w:p>
    <w:p w14:paraId="7A48224A" w14:textId="77777777" w:rsidR="001A285C" w:rsidRDefault="001A285C" w:rsidP="001A285C">
      <w:pPr>
        <w:pStyle w:val="Exemples0"/>
      </w:pPr>
      <w:r>
        <w:t xml:space="preserve">    $client = new </w:t>
      </w:r>
      <w:proofErr w:type="gramStart"/>
      <w:r>
        <w:t>Client(</w:t>
      </w:r>
      <w:proofErr w:type="gramEnd"/>
      <w:r>
        <w:t>);</w:t>
      </w:r>
    </w:p>
    <w:p w14:paraId="3C5858CF" w14:textId="77777777" w:rsidR="001A285C" w:rsidRDefault="001A285C" w:rsidP="001A285C">
      <w:pPr>
        <w:pStyle w:val="Exemples0"/>
      </w:pPr>
      <w:r>
        <w:t xml:space="preserve">    $client-&gt;</w:t>
      </w:r>
      <w:proofErr w:type="spellStart"/>
      <w:proofErr w:type="gramStart"/>
      <w:r>
        <w:t>setNom</w:t>
      </w:r>
      <w:proofErr w:type="spellEnd"/>
      <w:r>
        <w:t>(</w:t>
      </w:r>
      <w:proofErr w:type="gramEnd"/>
      <w:r>
        <w:t>'Dumont');</w:t>
      </w:r>
    </w:p>
    <w:p w14:paraId="2453D4A4" w14:textId="77777777" w:rsidR="001A285C" w:rsidRDefault="001A285C" w:rsidP="001A285C">
      <w:pPr>
        <w:pStyle w:val="Exemples0"/>
      </w:pPr>
      <w:r>
        <w:t xml:space="preserve">    $client-&gt;</w:t>
      </w:r>
      <w:proofErr w:type="spellStart"/>
      <w:proofErr w:type="gramStart"/>
      <w:r>
        <w:t>setPrenom</w:t>
      </w:r>
      <w:proofErr w:type="spellEnd"/>
      <w:r>
        <w:t>(</w:t>
      </w:r>
      <w:proofErr w:type="gramEnd"/>
      <w:r>
        <w:t>'Paul');</w:t>
      </w:r>
    </w:p>
    <w:p w14:paraId="3F117072" w14:textId="77777777" w:rsidR="001A285C" w:rsidRDefault="001A285C" w:rsidP="001A285C">
      <w:pPr>
        <w:pStyle w:val="Exemples0"/>
      </w:pPr>
      <w:r>
        <w:t xml:space="preserve">    $client-&gt;</w:t>
      </w:r>
      <w:proofErr w:type="spellStart"/>
      <w:proofErr w:type="gramStart"/>
      <w:r>
        <w:t>setReference</w:t>
      </w:r>
      <w:proofErr w:type="spellEnd"/>
      <w:r>
        <w:t>(</w:t>
      </w:r>
      <w:proofErr w:type="gramEnd"/>
      <w:r>
        <w:t>130303030);</w:t>
      </w:r>
    </w:p>
    <w:p w14:paraId="1B13893A" w14:textId="77777777" w:rsidR="001A285C" w:rsidRDefault="001A285C" w:rsidP="001A285C">
      <w:pPr>
        <w:pStyle w:val="Exemples0"/>
      </w:pPr>
    </w:p>
    <w:p w14:paraId="5784384E" w14:textId="77777777" w:rsidR="001A285C" w:rsidRDefault="001A285C" w:rsidP="001A285C">
      <w:pPr>
        <w:pStyle w:val="Exemples0"/>
      </w:pPr>
      <w:r>
        <w:t xml:space="preserve">    //Récupération de l’</w:t>
      </w:r>
      <w:proofErr w:type="spellStart"/>
      <w:r>
        <w:t>EntityManager</w:t>
      </w:r>
      <w:proofErr w:type="spellEnd"/>
      <w:r>
        <w:t xml:space="preserve">  </w:t>
      </w:r>
    </w:p>
    <w:p w14:paraId="0670F80F" w14:textId="77777777" w:rsidR="001A285C" w:rsidRDefault="001A285C" w:rsidP="001A285C">
      <w:pPr>
        <w:pStyle w:val="Exemples0"/>
      </w:pPr>
      <w:r>
        <w:t xml:space="preserve">    $</w:t>
      </w:r>
      <w:proofErr w:type="spellStart"/>
      <w:r>
        <w:t>em</w:t>
      </w:r>
      <w:proofErr w:type="spellEnd"/>
      <w:r>
        <w:t xml:space="preserve"> = $</w:t>
      </w:r>
      <w:proofErr w:type="spellStart"/>
      <w:r>
        <w:t>this</w:t>
      </w:r>
      <w:proofErr w:type="spellEnd"/>
      <w:r>
        <w:t>-&gt;</w:t>
      </w:r>
      <w:proofErr w:type="spellStart"/>
      <w:proofErr w:type="gramStart"/>
      <w:r>
        <w:t>getDoctrine</w:t>
      </w:r>
      <w:proofErr w:type="spellEnd"/>
      <w:r>
        <w:t>(</w:t>
      </w:r>
      <w:proofErr w:type="gramEnd"/>
      <w:r>
        <w:t>)-&gt;</w:t>
      </w:r>
      <w:proofErr w:type="spellStart"/>
      <w:r w:rsidRPr="001F096F">
        <w:rPr>
          <w:b/>
        </w:rPr>
        <w:t>getManager</w:t>
      </w:r>
      <w:proofErr w:type="spellEnd"/>
      <w:r>
        <w:t>();</w:t>
      </w:r>
    </w:p>
    <w:p w14:paraId="36E90442" w14:textId="77777777" w:rsidR="001A285C" w:rsidRDefault="001A285C" w:rsidP="001A285C">
      <w:pPr>
        <w:pStyle w:val="Exemples0"/>
      </w:pPr>
      <w:r>
        <w:t xml:space="preserve">      </w:t>
      </w:r>
    </w:p>
    <w:p w14:paraId="24552348" w14:textId="77777777" w:rsidR="001A285C" w:rsidRDefault="001A285C" w:rsidP="001A285C">
      <w:pPr>
        <w:pStyle w:val="Exemples0"/>
      </w:pPr>
      <w:r>
        <w:t xml:space="preserve">   //gestion de $client par l’ORM</w:t>
      </w:r>
    </w:p>
    <w:p w14:paraId="713749AF" w14:textId="77777777" w:rsidR="001A285C" w:rsidRDefault="001A285C" w:rsidP="001A285C">
      <w:pPr>
        <w:pStyle w:val="Exemples0"/>
      </w:pPr>
      <w:r>
        <w:t xml:space="preserve">   $</w:t>
      </w:r>
      <w:proofErr w:type="spellStart"/>
      <w:r>
        <w:t>em</w:t>
      </w:r>
      <w:proofErr w:type="spellEnd"/>
      <w:r>
        <w:t>-&gt;</w:t>
      </w:r>
      <w:proofErr w:type="spellStart"/>
      <w:proofErr w:type="gramStart"/>
      <w:r w:rsidRPr="001F096F">
        <w:rPr>
          <w:b/>
        </w:rPr>
        <w:t>persist</w:t>
      </w:r>
      <w:proofErr w:type="spellEnd"/>
      <w:r>
        <w:t>(</w:t>
      </w:r>
      <w:proofErr w:type="gramEnd"/>
      <w:r>
        <w:t>$client);</w:t>
      </w:r>
    </w:p>
    <w:p w14:paraId="7112B82E" w14:textId="77777777" w:rsidR="001A285C" w:rsidRDefault="001A285C" w:rsidP="001A285C">
      <w:pPr>
        <w:pStyle w:val="Exemples0"/>
      </w:pPr>
      <w:r>
        <w:t xml:space="preserve">  </w:t>
      </w:r>
    </w:p>
    <w:p w14:paraId="7630B56B" w14:textId="77777777" w:rsidR="001A285C" w:rsidRDefault="001A285C" w:rsidP="001A285C">
      <w:pPr>
        <w:pStyle w:val="Exemples0"/>
      </w:pPr>
      <w:r>
        <w:t xml:space="preserve">    //l’ORM regarde les objets qu’il gère pour savoir s’ils doivent être persistés</w:t>
      </w:r>
    </w:p>
    <w:p w14:paraId="45ACBBB0" w14:textId="77777777" w:rsidR="001A285C" w:rsidRDefault="001A285C" w:rsidP="001A285C">
      <w:pPr>
        <w:pStyle w:val="Exemples0"/>
      </w:pPr>
      <w:r>
        <w:t xml:space="preserve">    $</w:t>
      </w:r>
      <w:proofErr w:type="spellStart"/>
      <w:r>
        <w:t>em</w:t>
      </w:r>
      <w:proofErr w:type="spellEnd"/>
      <w:r>
        <w:t>-&gt;</w:t>
      </w:r>
      <w:proofErr w:type="gramStart"/>
      <w:r w:rsidRPr="001F096F">
        <w:rPr>
          <w:b/>
        </w:rPr>
        <w:t>flush</w:t>
      </w:r>
      <w:r>
        <w:t>(</w:t>
      </w:r>
      <w:proofErr w:type="gramEnd"/>
      <w:r>
        <w:t xml:space="preserve">);   </w:t>
      </w:r>
    </w:p>
    <w:p w14:paraId="0EA9257C" w14:textId="77777777" w:rsidR="001A285C" w:rsidRDefault="001A285C" w:rsidP="001A285C">
      <w:pPr>
        <w:pStyle w:val="Exemples0"/>
      </w:pPr>
    </w:p>
    <w:p w14:paraId="0A0FB1A9" w14:textId="77777777" w:rsidR="001A285C" w:rsidRDefault="001A285C" w:rsidP="001A285C">
      <w:pPr>
        <w:pStyle w:val="Exemples0"/>
      </w:pPr>
      <w:r>
        <w:t xml:space="preserve">  //redirection ou affichage d’une vue</w:t>
      </w:r>
    </w:p>
    <w:p w14:paraId="171F48EF" w14:textId="77777777" w:rsidR="001A285C" w:rsidRPr="00AC7795" w:rsidRDefault="001A285C" w:rsidP="001A285C">
      <w:pPr>
        <w:pStyle w:val="Exemples0"/>
      </w:pPr>
      <w:r>
        <w:t xml:space="preserve">  }</w:t>
      </w:r>
    </w:p>
    <w:p w14:paraId="263DB691" w14:textId="77777777" w:rsidR="001A285C" w:rsidRDefault="001A285C" w:rsidP="0085514E">
      <w:pPr>
        <w:jc w:val="both"/>
      </w:pPr>
      <w:r>
        <w:t>Il suffit donc de récupérer l’</w:t>
      </w:r>
      <w:proofErr w:type="spellStart"/>
      <w:r>
        <w:t>EntityManager</w:t>
      </w:r>
      <w:proofErr w:type="spellEnd"/>
      <w:r>
        <w:t xml:space="preserve">, de le persister et de l’insérer avec flush. </w:t>
      </w:r>
    </w:p>
    <w:p w14:paraId="2891A5EE" w14:textId="77777777" w:rsidR="001A285C" w:rsidRDefault="001A285C" w:rsidP="0085514E">
      <w:pPr>
        <w:jc w:val="both"/>
      </w:pPr>
      <w:r>
        <w:t>Pour optimiser les performances, il est possible de persister un ensemble d’objets puis de réaliser un flush qui va enregistrer globalement les changements.</w:t>
      </w:r>
    </w:p>
    <w:p w14:paraId="76975959" w14:textId="77777777" w:rsidR="001A285C" w:rsidRDefault="001A285C" w:rsidP="0085514E">
      <w:pPr>
        <w:jc w:val="both"/>
      </w:pPr>
      <w:r>
        <w:t xml:space="preserve">On pourra cliquer sur l’onglet tout à droite de </w:t>
      </w:r>
      <w:proofErr w:type="spellStart"/>
      <w:r>
        <w:t>Symfony</w:t>
      </w:r>
      <w:proofErr w:type="spellEnd"/>
      <w:r>
        <w:t xml:space="preserve"> pour voir les requêtes exécutées.</w:t>
      </w:r>
    </w:p>
    <w:p w14:paraId="274BACE3" w14:textId="77777777" w:rsidR="001A285C" w:rsidRDefault="001A285C" w:rsidP="0085514E">
      <w:pPr>
        <w:jc w:val="both"/>
      </w:pPr>
    </w:p>
    <w:p w14:paraId="1D343631" w14:textId="77777777" w:rsidR="00653AFE" w:rsidRDefault="00653AFE" w:rsidP="001A285C"/>
    <w:p w14:paraId="770FB257" w14:textId="77777777" w:rsidR="00653AFE" w:rsidRDefault="00653AFE" w:rsidP="001A285C"/>
    <w:p w14:paraId="3039AAD1" w14:textId="77777777" w:rsidR="001A285C" w:rsidRDefault="001A285C" w:rsidP="00653AFE">
      <w:pPr>
        <w:pStyle w:val="Titre3"/>
      </w:pPr>
      <w:bookmarkStart w:id="54" w:name="_Toc381347220"/>
      <w:bookmarkStart w:id="55" w:name="_Toc396309519"/>
      <w:r>
        <w:t>Récupérer un objet</w:t>
      </w:r>
      <w:bookmarkEnd w:id="54"/>
      <w:bookmarkEnd w:id="55"/>
    </w:p>
    <w:p w14:paraId="2F5AED77" w14:textId="77777777" w:rsidR="00653AFE" w:rsidRPr="00653AFE" w:rsidRDefault="00653AFE" w:rsidP="00653AFE"/>
    <w:p w14:paraId="4E54CA64" w14:textId="77777777" w:rsidR="001A285C" w:rsidRPr="00C54435" w:rsidRDefault="001A285C" w:rsidP="001A285C">
      <w:pPr>
        <w:pStyle w:val="Exemples0"/>
      </w:pPr>
      <w:r w:rsidRPr="00C54435">
        <w:t>$id = 1 ;</w:t>
      </w:r>
    </w:p>
    <w:p w14:paraId="25E54834" w14:textId="77777777" w:rsidR="001A285C" w:rsidRPr="00497112" w:rsidRDefault="001A285C" w:rsidP="001A285C">
      <w:pPr>
        <w:pStyle w:val="Exemples0"/>
        <w:rPr>
          <w:lang w:val="en-US"/>
        </w:rPr>
      </w:pPr>
      <w:r w:rsidRPr="00497112">
        <w:rPr>
          <w:lang w:val="en-US"/>
        </w:rPr>
        <w:t>$</w:t>
      </w:r>
      <w:proofErr w:type="spellStart"/>
      <w:proofErr w:type="gramStart"/>
      <w:r w:rsidRPr="00497112">
        <w:rPr>
          <w:lang w:val="en-US"/>
        </w:rPr>
        <w:t>monClient</w:t>
      </w:r>
      <w:proofErr w:type="spellEnd"/>
      <w:proofErr w:type="gramEnd"/>
      <w:r w:rsidRPr="00497112">
        <w:rPr>
          <w:lang w:val="en-US"/>
        </w:rPr>
        <w:t xml:space="preserve"> = </w:t>
      </w:r>
      <w:proofErr w:type="spellStart"/>
      <w:r w:rsidRPr="00497112">
        <w:rPr>
          <w:lang w:val="en-US"/>
        </w:rPr>
        <w:t>em</w:t>
      </w:r>
      <w:proofErr w:type="spellEnd"/>
      <w:r w:rsidRPr="00497112">
        <w:rPr>
          <w:lang w:val="en-US"/>
        </w:rPr>
        <w:t>-&gt;</w:t>
      </w:r>
      <w:r w:rsidRPr="00497112">
        <w:rPr>
          <w:b/>
          <w:lang w:val="en-US"/>
        </w:rPr>
        <w:t>find</w:t>
      </w:r>
      <w:r w:rsidRPr="00497112">
        <w:rPr>
          <w:lang w:val="en-US"/>
        </w:rPr>
        <w:t>(‘</w:t>
      </w:r>
      <w:proofErr w:type="spellStart"/>
      <w:r w:rsidRPr="00497112">
        <w:rPr>
          <w:lang w:val="en-US"/>
        </w:rPr>
        <w:t>PpeSpaceBookingBundle</w:t>
      </w:r>
      <w:proofErr w:type="spellEnd"/>
      <w:r w:rsidRPr="00497112">
        <w:rPr>
          <w:lang w:val="en-US"/>
        </w:rPr>
        <w:t> :Client’, $id);</w:t>
      </w:r>
    </w:p>
    <w:p w14:paraId="680FBF9D" w14:textId="680183AF" w:rsidR="001A285C" w:rsidRDefault="001A285C" w:rsidP="001A285C">
      <w:r>
        <w:t>On récupère le client qui possède la clef primaire 1</w:t>
      </w:r>
      <w:r w:rsidR="0085514E">
        <w:t>.</w:t>
      </w:r>
      <w:bookmarkStart w:id="56" w:name="_GoBack"/>
      <w:bookmarkEnd w:id="56"/>
    </w:p>
    <w:p w14:paraId="3F36EA3D" w14:textId="77777777" w:rsidR="00653AFE" w:rsidRDefault="00653AFE" w:rsidP="001A285C"/>
    <w:p w14:paraId="38C4F7D5" w14:textId="77777777" w:rsidR="00653AFE" w:rsidRDefault="00653AFE" w:rsidP="001A285C"/>
    <w:p w14:paraId="77647FC4" w14:textId="77777777" w:rsidR="001A285C" w:rsidRDefault="001A285C" w:rsidP="00653AFE">
      <w:pPr>
        <w:pStyle w:val="Titre3"/>
      </w:pPr>
      <w:bookmarkStart w:id="57" w:name="_Toc381347221"/>
      <w:bookmarkStart w:id="58" w:name="_Toc396309520"/>
      <w:r>
        <w:t>Méthodes de l’</w:t>
      </w:r>
      <w:proofErr w:type="spellStart"/>
      <w:r>
        <w:t>EntityManager</w:t>
      </w:r>
      <w:bookmarkEnd w:id="57"/>
      <w:bookmarkEnd w:id="58"/>
      <w:proofErr w:type="spellEnd"/>
    </w:p>
    <w:p w14:paraId="658676CA" w14:textId="77777777" w:rsidR="00653AFE" w:rsidRPr="00653AFE" w:rsidRDefault="00653AFE" w:rsidP="00653AFE"/>
    <w:p w14:paraId="7288157F" w14:textId="77777777" w:rsidR="001A285C" w:rsidRPr="00B721DF" w:rsidRDefault="001A285C" w:rsidP="001A285C">
      <w:r>
        <w:t>Plusieurs méthodes permettent de manipuler les objets gérés par l’ORM. On trouvera la liste complète ci-dessous.</w:t>
      </w:r>
    </w:p>
    <w:p w14:paraId="69AD9B7A" w14:textId="77777777" w:rsidR="001A285C" w:rsidRDefault="001A285C" w:rsidP="001A285C">
      <w:pPr>
        <w:pStyle w:val="Exercices0"/>
      </w:pPr>
      <w:r w:rsidRPr="00B721DF">
        <w:t>doctrine-project.org/api/orm/2.1/class-Doctrine.ORM.EntityManager.html</w:t>
      </w:r>
    </w:p>
    <w:p w14:paraId="4432785A" w14:textId="77777777" w:rsidR="001A285C" w:rsidRDefault="001A285C" w:rsidP="001A285C"/>
    <w:p w14:paraId="5F3FF726" w14:textId="77777777" w:rsidR="001A285C" w:rsidRDefault="001A285C" w:rsidP="001A285C">
      <w:r>
        <w:t>Pour un objet $a</w:t>
      </w:r>
    </w:p>
    <w:p w14:paraId="33F96092" w14:textId="77777777" w:rsidR="001A285C" w:rsidRDefault="001A285C" w:rsidP="001A285C">
      <w:pPr>
        <w:pStyle w:val="Exemples0"/>
      </w:pPr>
      <w:r>
        <w:t xml:space="preserve">//annule les </w:t>
      </w:r>
      <w:proofErr w:type="spellStart"/>
      <w:r>
        <w:t>persist</w:t>
      </w:r>
      <w:proofErr w:type="spellEnd"/>
    </w:p>
    <w:p w14:paraId="00FA8CDF" w14:textId="77777777" w:rsidR="001A285C" w:rsidRDefault="001A285C" w:rsidP="001A285C">
      <w:pPr>
        <w:pStyle w:val="Exemples0"/>
      </w:pPr>
      <w:r>
        <w:lastRenderedPageBreak/>
        <w:t>$</w:t>
      </w:r>
      <w:proofErr w:type="spellStart"/>
      <w:r>
        <w:t>em</w:t>
      </w:r>
      <w:proofErr w:type="spellEnd"/>
      <w:r>
        <w:t>-&gt;</w:t>
      </w:r>
      <w:proofErr w:type="spellStart"/>
      <w:proofErr w:type="gramStart"/>
      <w:r>
        <w:t>clear</w:t>
      </w:r>
      <w:proofErr w:type="spellEnd"/>
      <w:r>
        <w:t>(</w:t>
      </w:r>
      <w:proofErr w:type="gramEnd"/>
      <w:r>
        <w:t xml:space="preserve">) ; </w:t>
      </w:r>
    </w:p>
    <w:p w14:paraId="26FAF399" w14:textId="77777777" w:rsidR="001A285C" w:rsidRDefault="001A285C" w:rsidP="001A285C">
      <w:pPr>
        <w:pStyle w:val="Exemples0"/>
      </w:pPr>
      <w:r>
        <w:t>//même chose sur un objet unique</w:t>
      </w:r>
    </w:p>
    <w:p w14:paraId="045FEAFC" w14:textId="77777777" w:rsidR="001A285C" w:rsidRDefault="001A285C" w:rsidP="001A285C">
      <w:pPr>
        <w:pStyle w:val="Exemples0"/>
      </w:pPr>
      <w:r>
        <w:t>$</w:t>
      </w:r>
      <w:proofErr w:type="spellStart"/>
      <w:r>
        <w:t>em</w:t>
      </w:r>
      <w:proofErr w:type="spellEnd"/>
      <w:r>
        <w:t>-&gt;</w:t>
      </w:r>
      <w:proofErr w:type="spellStart"/>
      <w:proofErr w:type="gramStart"/>
      <w:r>
        <w:t>detach</w:t>
      </w:r>
      <w:proofErr w:type="spellEnd"/>
      <w:r>
        <w:t>(</w:t>
      </w:r>
      <w:proofErr w:type="gramEnd"/>
      <w:r>
        <w:t xml:space="preserve">$a) ; </w:t>
      </w:r>
    </w:p>
    <w:p w14:paraId="6EC67F94" w14:textId="77777777" w:rsidR="001A285C" w:rsidRDefault="001A285C" w:rsidP="001A285C">
      <w:pPr>
        <w:pStyle w:val="Exemples0"/>
      </w:pPr>
      <w:r>
        <w:t>//supprime l’objet de la BD</w:t>
      </w:r>
    </w:p>
    <w:p w14:paraId="50193189" w14:textId="77777777" w:rsidR="001A285C" w:rsidRDefault="001A285C" w:rsidP="001A285C">
      <w:pPr>
        <w:pStyle w:val="Exemples0"/>
      </w:pPr>
      <w:r>
        <w:t>$</w:t>
      </w:r>
      <w:proofErr w:type="spellStart"/>
      <w:r>
        <w:t>em</w:t>
      </w:r>
      <w:proofErr w:type="spellEnd"/>
      <w:r>
        <w:t>-&gt;</w:t>
      </w:r>
      <w:proofErr w:type="spellStart"/>
      <w:proofErr w:type="gramStart"/>
      <w:r>
        <w:t>remove</w:t>
      </w:r>
      <w:proofErr w:type="spellEnd"/>
      <w:r>
        <w:t>(</w:t>
      </w:r>
      <w:proofErr w:type="gramEnd"/>
      <w:r>
        <w:t xml:space="preserve">$a) ; </w:t>
      </w:r>
    </w:p>
    <w:p w14:paraId="718E320D" w14:textId="77777777" w:rsidR="001A285C" w:rsidRDefault="001A285C" w:rsidP="001A285C">
      <w:pPr>
        <w:pStyle w:val="Exemples0"/>
      </w:pPr>
      <w:r>
        <w:t>//MAJ de l’objet en fonction de la BD</w:t>
      </w:r>
    </w:p>
    <w:p w14:paraId="77232264" w14:textId="77777777" w:rsidR="001A285C" w:rsidRDefault="001A285C" w:rsidP="001A285C">
      <w:pPr>
        <w:pStyle w:val="Exemples0"/>
      </w:pPr>
      <w:r>
        <w:t>$</w:t>
      </w:r>
      <w:proofErr w:type="spellStart"/>
      <w:r>
        <w:t>em</w:t>
      </w:r>
      <w:proofErr w:type="spellEnd"/>
      <w:r>
        <w:t>-&gt;</w:t>
      </w:r>
      <w:proofErr w:type="spellStart"/>
      <w:proofErr w:type="gramStart"/>
      <w:r>
        <w:t>refresh</w:t>
      </w:r>
      <w:proofErr w:type="spellEnd"/>
      <w:r>
        <w:t>(</w:t>
      </w:r>
      <w:proofErr w:type="gramEnd"/>
      <w:r>
        <w:t xml:space="preserve">$a) ; </w:t>
      </w:r>
    </w:p>
    <w:p w14:paraId="19EB5855" w14:textId="77777777" w:rsidR="00715998" w:rsidRDefault="00715998"/>
    <w:sectPr w:rsidR="0071599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8731C" w14:textId="77777777" w:rsidR="00E00C76" w:rsidRDefault="00E00C76" w:rsidP="00653AFE">
      <w:r>
        <w:separator/>
      </w:r>
    </w:p>
  </w:endnote>
  <w:endnote w:type="continuationSeparator" w:id="0">
    <w:p w14:paraId="5F95D0DC" w14:textId="77777777" w:rsidR="00E00C76" w:rsidRDefault="00E00C76" w:rsidP="0065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ourierNewPSMT">
    <w:altName w:val="Courier New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D6D17" w14:textId="77777777" w:rsidR="00E00C76" w:rsidRDefault="00E00C7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EE33D" w14:textId="1B4903E5" w:rsidR="00E00C76" w:rsidRPr="000A5208" w:rsidRDefault="00E00C76" w:rsidP="00653AFE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1538F3">
      <w:rPr>
        <w:noProof/>
      </w:rPr>
      <w:t>avril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1538F3">
      <w:rPr>
        <w:rStyle w:val="Numrodepage"/>
        <w:noProof/>
      </w:rPr>
      <w:t>16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1538F3">
      <w:rPr>
        <w:rStyle w:val="Numrodepage"/>
        <w:noProof/>
      </w:rPr>
      <w:t>16</w:t>
    </w:r>
    <w:r w:rsidRPr="003F7A48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1572F" w14:textId="77777777" w:rsidR="00E00C76" w:rsidRDefault="00E00C7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23CEC" w14:textId="77777777" w:rsidR="00E00C76" w:rsidRDefault="00E00C76" w:rsidP="00653AFE">
      <w:r>
        <w:separator/>
      </w:r>
    </w:p>
  </w:footnote>
  <w:footnote w:type="continuationSeparator" w:id="0">
    <w:p w14:paraId="4BB8B903" w14:textId="77777777" w:rsidR="00E00C76" w:rsidRDefault="00E00C76" w:rsidP="00653A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853DF" w14:textId="77777777" w:rsidR="00E00C76" w:rsidRDefault="00E00C7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057BB" w14:textId="77777777" w:rsidR="00E00C76" w:rsidRDefault="00E00C76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16FA4" w14:textId="77777777" w:rsidR="00E00C76" w:rsidRDefault="00E00C76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1FF1ED9"/>
    <w:multiLevelType w:val="hybridMultilevel"/>
    <w:tmpl w:val="5DC00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6CB1980"/>
    <w:multiLevelType w:val="hybridMultilevel"/>
    <w:tmpl w:val="DB6C8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B22FBD"/>
    <w:multiLevelType w:val="hybridMultilevel"/>
    <w:tmpl w:val="5C385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E6DB0"/>
    <w:multiLevelType w:val="hybridMultilevel"/>
    <w:tmpl w:val="6CFC9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CD41F13"/>
    <w:multiLevelType w:val="hybridMultilevel"/>
    <w:tmpl w:val="975C3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4"/>
  </w:num>
  <w:num w:numId="4">
    <w:abstractNumId w:val="20"/>
  </w:num>
  <w:num w:numId="5">
    <w:abstractNumId w:val="13"/>
  </w:num>
  <w:num w:numId="6">
    <w:abstractNumId w:val="19"/>
  </w:num>
  <w:num w:numId="7">
    <w:abstractNumId w:val="18"/>
  </w:num>
  <w:num w:numId="8">
    <w:abstractNumId w:val="21"/>
  </w:num>
  <w:num w:numId="9">
    <w:abstractNumId w:val="8"/>
  </w:num>
  <w:num w:numId="10">
    <w:abstractNumId w:val="9"/>
  </w:num>
  <w:num w:numId="11">
    <w:abstractNumId w:val="15"/>
  </w:num>
  <w:num w:numId="12">
    <w:abstractNumId w:val="7"/>
  </w:num>
  <w:num w:numId="13">
    <w:abstractNumId w:val="16"/>
  </w:num>
  <w:num w:numId="14">
    <w:abstractNumId w:val="1"/>
  </w:num>
  <w:num w:numId="15">
    <w:abstractNumId w:val="0"/>
  </w:num>
  <w:num w:numId="16">
    <w:abstractNumId w:val="10"/>
  </w:num>
  <w:num w:numId="17">
    <w:abstractNumId w:val="12"/>
  </w:num>
  <w:num w:numId="18">
    <w:abstractNumId w:val="3"/>
  </w:num>
  <w:num w:numId="19">
    <w:abstractNumId w:val="2"/>
  </w:num>
  <w:num w:numId="20">
    <w:abstractNumId w:val="6"/>
  </w:num>
  <w:num w:numId="21">
    <w:abstractNumId w:val="5"/>
  </w:num>
  <w:num w:numId="22">
    <w:abstractNumId w:val="4"/>
  </w:num>
  <w:num w:numId="23">
    <w:abstractNumId w:val="18"/>
  </w:num>
  <w:num w:numId="24">
    <w:abstractNumId w:val="19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5C"/>
    <w:rsid w:val="00000672"/>
    <w:rsid w:val="00033D70"/>
    <w:rsid w:val="00045E47"/>
    <w:rsid w:val="000877FF"/>
    <w:rsid w:val="00093E1A"/>
    <w:rsid w:val="000A6501"/>
    <w:rsid w:val="000D2812"/>
    <w:rsid w:val="000D57B1"/>
    <w:rsid w:val="00125310"/>
    <w:rsid w:val="00140010"/>
    <w:rsid w:val="001462DD"/>
    <w:rsid w:val="001538F3"/>
    <w:rsid w:val="0015436F"/>
    <w:rsid w:val="001A0223"/>
    <w:rsid w:val="001A285C"/>
    <w:rsid w:val="001D4EA2"/>
    <w:rsid w:val="0020506E"/>
    <w:rsid w:val="002308BD"/>
    <w:rsid w:val="00230A54"/>
    <w:rsid w:val="0024569D"/>
    <w:rsid w:val="002A1ED8"/>
    <w:rsid w:val="002B033A"/>
    <w:rsid w:val="002C532A"/>
    <w:rsid w:val="003044A5"/>
    <w:rsid w:val="00330279"/>
    <w:rsid w:val="003552DC"/>
    <w:rsid w:val="003777A5"/>
    <w:rsid w:val="0038428C"/>
    <w:rsid w:val="00384EB3"/>
    <w:rsid w:val="003B38E8"/>
    <w:rsid w:val="00497112"/>
    <w:rsid w:val="00513136"/>
    <w:rsid w:val="00516F71"/>
    <w:rsid w:val="005463F8"/>
    <w:rsid w:val="00565AA2"/>
    <w:rsid w:val="005961F7"/>
    <w:rsid w:val="005A17BE"/>
    <w:rsid w:val="00642C78"/>
    <w:rsid w:val="00653AFE"/>
    <w:rsid w:val="006544AA"/>
    <w:rsid w:val="0068328A"/>
    <w:rsid w:val="006A7289"/>
    <w:rsid w:val="006D5F71"/>
    <w:rsid w:val="006E1813"/>
    <w:rsid w:val="00712870"/>
    <w:rsid w:val="00715998"/>
    <w:rsid w:val="00770039"/>
    <w:rsid w:val="007A3492"/>
    <w:rsid w:val="007B1126"/>
    <w:rsid w:val="007C7DCA"/>
    <w:rsid w:val="008417E7"/>
    <w:rsid w:val="00845AD8"/>
    <w:rsid w:val="0085514E"/>
    <w:rsid w:val="00874BC2"/>
    <w:rsid w:val="008A22AD"/>
    <w:rsid w:val="008B4337"/>
    <w:rsid w:val="008C4B16"/>
    <w:rsid w:val="008E4AB3"/>
    <w:rsid w:val="008F5B31"/>
    <w:rsid w:val="00916DE1"/>
    <w:rsid w:val="0096252D"/>
    <w:rsid w:val="00963146"/>
    <w:rsid w:val="009743A1"/>
    <w:rsid w:val="009874DA"/>
    <w:rsid w:val="009A2B66"/>
    <w:rsid w:val="009B06BE"/>
    <w:rsid w:val="00A007BD"/>
    <w:rsid w:val="00B14154"/>
    <w:rsid w:val="00B30F0E"/>
    <w:rsid w:val="00BD2C7A"/>
    <w:rsid w:val="00BE6B6D"/>
    <w:rsid w:val="00C04CCF"/>
    <w:rsid w:val="00C25F53"/>
    <w:rsid w:val="00C53575"/>
    <w:rsid w:val="00C66B35"/>
    <w:rsid w:val="00CF683B"/>
    <w:rsid w:val="00D11428"/>
    <w:rsid w:val="00D3325F"/>
    <w:rsid w:val="00D46155"/>
    <w:rsid w:val="00D80E5F"/>
    <w:rsid w:val="00D85BC2"/>
    <w:rsid w:val="00D9065A"/>
    <w:rsid w:val="00DA778F"/>
    <w:rsid w:val="00DB7033"/>
    <w:rsid w:val="00DF0ED1"/>
    <w:rsid w:val="00E00C76"/>
    <w:rsid w:val="00E03B4F"/>
    <w:rsid w:val="00E11155"/>
    <w:rsid w:val="00E30AC4"/>
    <w:rsid w:val="00E75649"/>
    <w:rsid w:val="00ED234E"/>
    <w:rsid w:val="00F15899"/>
    <w:rsid w:val="00F36CE3"/>
    <w:rsid w:val="00FA36CD"/>
    <w:rsid w:val="00FB2BA6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AC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F71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D5F71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6D5F71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6D5F71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6D5F71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6D5F71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1126"/>
    <w:rPr>
      <w:i/>
      <w:iCs/>
    </w:rPr>
  </w:style>
  <w:style w:type="character" w:customStyle="1" w:styleId="apple-converted-space">
    <w:name w:val="apple-converted-space"/>
    <w:basedOn w:val="Policepardfaut"/>
    <w:rsid w:val="007B1126"/>
  </w:style>
  <w:style w:type="character" w:styleId="CodeHTML">
    <w:name w:val="HTML Code"/>
    <w:basedOn w:val="Policepardfaut"/>
    <w:uiPriority w:val="99"/>
    <w:semiHidden/>
    <w:unhideWhenUsed/>
    <w:rsid w:val="007B1126"/>
    <w:rPr>
      <w:rFonts w:ascii="Courier New" w:eastAsia="Times New Roman" w:hAnsi="Courier New" w:cs="Courier New"/>
      <w:sz w:val="20"/>
      <w:szCs w:val="20"/>
    </w:rPr>
  </w:style>
  <w:style w:type="character" w:customStyle="1" w:styleId="codecommentaire1">
    <w:name w:val="code_commentaire1"/>
    <w:basedOn w:val="Policepardfaut"/>
    <w:rsid w:val="007B1126"/>
  </w:style>
  <w:style w:type="paragraph" w:styleId="Commentaire">
    <w:name w:val="annotation text"/>
    <w:basedOn w:val="Normal"/>
    <w:link w:val="CommentaireCar"/>
    <w:uiPriority w:val="99"/>
    <w:semiHidden/>
    <w:unhideWhenUsed/>
    <w:rsid w:val="007B1126"/>
  </w:style>
  <w:style w:type="character" w:customStyle="1" w:styleId="CommentaireCar">
    <w:name w:val="Commentaire Car"/>
    <w:basedOn w:val="Policepardfaut"/>
    <w:link w:val="Commentaire"/>
    <w:uiPriority w:val="99"/>
    <w:semiHidden/>
    <w:rsid w:val="007B1126"/>
    <w:rPr>
      <w:rFonts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7B1126"/>
    <w:pPr>
      <w:jc w:val="both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7B112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rection">
    <w:name w:val="correction"/>
    <w:basedOn w:val="Corpsdetexte"/>
    <w:link w:val="correctionCar"/>
    <w:qFormat/>
    <w:rsid w:val="007B1126"/>
    <w:pPr>
      <w:shd w:val="clear" w:color="auto" w:fill="D0CECE" w:themeFill="background2" w:themeFillShade="E6"/>
      <w:jc w:val="left"/>
    </w:pPr>
    <w:rPr>
      <w:color w:val="D9D9D9" w:themeColor="background1" w:themeShade="D9"/>
      <w:lang w:val="en-US"/>
    </w:rPr>
  </w:style>
  <w:style w:type="character" w:customStyle="1" w:styleId="correctionCar">
    <w:name w:val="correction Car"/>
    <w:basedOn w:val="CorpsdetexteCar"/>
    <w:link w:val="correction"/>
    <w:rsid w:val="007B1126"/>
    <w:rPr>
      <w:rFonts w:ascii="Times New Roman" w:eastAsia="Times New Roman" w:hAnsi="Times New Roman" w:cs="Times New Roman"/>
      <w:color w:val="D9D9D9" w:themeColor="background1" w:themeShade="D9"/>
      <w:sz w:val="24"/>
      <w:szCs w:val="20"/>
      <w:shd w:val="clear" w:color="auto" w:fill="D0CECE" w:themeFill="background2" w:themeFillShade="E6"/>
      <w:lang w:val="en-US" w:eastAsia="fr-FR"/>
    </w:rPr>
  </w:style>
  <w:style w:type="paragraph" w:customStyle="1" w:styleId="exemples">
    <w:name w:val="exemples"/>
    <w:basedOn w:val="Corpsdetexte"/>
    <w:link w:val="exemplesCar"/>
    <w:qFormat/>
    <w:rsid w:val="007B1126"/>
    <w:pPr>
      <w:shd w:val="clear" w:color="auto" w:fill="F2F2F2" w:themeFill="background1" w:themeFillShade="F2"/>
      <w:jc w:val="left"/>
    </w:pPr>
    <w:rPr>
      <w:rFonts w:asciiTheme="minorHAnsi" w:hAnsiTheme="minorHAnsi"/>
      <w:sz w:val="22"/>
      <w:szCs w:val="22"/>
    </w:rPr>
  </w:style>
  <w:style w:type="character" w:customStyle="1" w:styleId="exemplesCar">
    <w:name w:val="exemples Car"/>
    <w:basedOn w:val="Policepardfaut"/>
    <w:link w:val="exemples"/>
    <w:rsid w:val="007B1126"/>
    <w:rPr>
      <w:rFonts w:eastAsia="Times New Roman" w:cs="Times New Roman"/>
      <w:shd w:val="clear" w:color="auto" w:fill="F2F2F2" w:themeFill="background1" w:themeFillShade="F2"/>
      <w:lang w:eastAsia="fr-FR"/>
    </w:rPr>
  </w:style>
  <w:style w:type="paragraph" w:customStyle="1" w:styleId="doc">
    <w:name w:val="doc"/>
    <w:basedOn w:val="exemples"/>
    <w:link w:val="docCar"/>
    <w:qFormat/>
    <w:rsid w:val="007B1126"/>
    <w:pPr>
      <w:shd w:val="clear" w:color="auto" w:fill="FFF2CC" w:themeFill="accent4" w:themeFillTint="33"/>
    </w:pPr>
  </w:style>
  <w:style w:type="character" w:customStyle="1" w:styleId="docCar">
    <w:name w:val="doc Car"/>
    <w:basedOn w:val="exemplesCar"/>
    <w:link w:val="doc"/>
    <w:rsid w:val="007B1126"/>
    <w:rPr>
      <w:rFonts w:eastAsia="Times New Roman" w:cs="Times New Roman"/>
      <w:shd w:val="clear" w:color="auto" w:fill="FFF2CC" w:themeFill="accent4" w:themeFillTint="33"/>
      <w:lang w:eastAsia="fr-FR"/>
    </w:rPr>
  </w:style>
  <w:style w:type="character" w:styleId="lev">
    <w:name w:val="Strong"/>
    <w:basedOn w:val="Policepardfaut"/>
    <w:uiPriority w:val="22"/>
    <w:qFormat/>
    <w:rsid w:val="007B1126"/>
    <w:rPr>
      <w:b/>
      <w:bCs/>
    </w:rPr>
  </w:style>
  <w:style w:type="paragraph" w:styleId="En-tte">
    <w:name w:val="header"/>
    <w:basedOn w:val="Normal"/>
    <w:link w:val="En-tteCar"/>
    <w:rsid w:val="006D5F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B1126"/>
    <w:rPr>
      <w:rFonts w:ascii="Arial" w:hAnsi="Arial" w:cs="Arial"/>
      <w:b/>
      <w:bCs/>
      <w:color w:val="7D9BFF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i/>
      <w:caps/>
      <w:color w:val="2E74B5" w:themeColor="accent1" w:themeShade="BF"/>
    </w:rPr>
  </w:style>
  <w:style w:type="paragraph" w:customStyle="1" w:styleId="Espace">
    <w:name w:val="Espace"/>
    <w:basedOn w:val="Normal"/>
    <w:next w:val="Normal"/>
    <w:rsid w:val="007B1126"/>
    <w:pPr>
      <w:jc w:val="both"/>
    </w:pPr>
    <w:rPr>
      <w:rFonts w:ascii="Times New Roman" w:hAnsi="Times New Roman"/>
      <w:sz w:val="12"/>
    </w:rPr>
  </w:style>
  <w:style w:type="paragraph" w:customStyle="1" w:styleId="execution">
    <w:name w:val="execution"/>
    <w:basedOn w:val="Corpsdetexte"/>
    <w:link w:val="execution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executionCar">
    <w:name w:val="execution Car"/>
    <w:basedOn w:val="CorpsdetexteCar"/>
    <w:link w:val="execution"/>
    <w:rsid w:val="007B1126"/>
    <w:rPr>
      <w:rFonts w:ascii="Times New Roman" w:eastAsia="Times New Roman" w:hAnsi="Times New Roman" w:cs="Times New Roman"/>
      <w:sz w:val="24"/>
      <w:szCs w:val="20"/>
      <w:shd w:val="clear" w:color="auto" w:fill="D0CECE" w:themeFill="background2" w:themeFillShade="E6"/>
      <w:lang w:eastAsia="fr-FR"/>
    </w:rPr>
  </w:style>
  <w:style w:type="paragraph" w:customStyle="1" w:styleId="Exemples0">
    <w:name w:val="Exemples"/>
    <w:basedOn w:val="Normal"/>
    <w:link w:val="ExemplesCar0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</w:pPr>
    <w:rPr>
      <w:rFonts w:cstheme="minorHAnsi"/>
    </w:rPr>
  </w:style>
  <w:style w:type="character" w:customStyle="1" w:styleId="ExemplesCar0">
    <w:name w:val="Exemples Car"/>
    <w:basedOn w:val="Policepardfaut"/>
    <w:link w:val="Exemples0"/>
    <w:rsid w:val="007B1126"/>
    <w:rPr>
      <w:rFonts w:eastAsia="Times New Roman" w:cstheme="minorHAnsi"/>
      <w:shd w:val="clear" w:color="auto" w:fill="D9E2F3" w:themeFill="accent5" w:themeFillTint="33"/>
      <w:lang w:eastAsia="fr-FR"/>
    </w:rPr>
  </w:style>
  <w:style w:type="paragraph" w:customStyle="1" w:styleId="exercices">
    <w:name w:val="exercices"/>
    <w:basedOn w:val="Normal"/>
    <w:link w:val="exercices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</w:pPr>
  </w:style>
  <w:style w:type="character" w:customStyle="1" w:styleId="exercicesCar">
    <w:name w:val="exercices Car"/>
    <w:basedOn w:val="Policepardfaut"/>
    <w:link w:val="exercices"/>
    <w:rsid w:val="007B1126"/>
    <w:rPr>
      <w:rFonts w:eastAsia="Times New Roman" w:cs="Times New Roman"/>
      <w:sz w:val="20"/>
      <w:szCs w:val="20"/>
      <w:shd w:val="clear" w:color="auto" w:fill="C5E0B3" w:themeFill="accent6" w:themeFillTint="66"/>
      <w:lang w:eastAsia="fr-FR"/>
    </w:rPr>
  </w:style>
  <w:style w:type="paragraph" w:customStyle="1" w:styleId="fichier">
    <w:name w:val="fichier"/>
    <w:basedOn w:val="Normal"/>
    <w:link w:val="fichierCar"/>
    <w:qFormat/>
    <w:rsid w:val="007B1126"/>
    <w:rPr>
      <w:rFonts w:ascii="Courier New" w:hAnsi="Courier New" w:cs="Courier New"/>
    </w:rPr>
  </w:style>
  <w:style w:type="character" w:customStyle="1" w:styleId="fichierCar">
    <w:name w:val="fichier Car"/>
    <w:basedOn w:val="Policepardfaut"/>
    <w:link w:val="fichier"/>
    <w:rsid w:val="007B1126"/>
    <w:rPr>
      <w:rFonts w:ascii="Courier New" w:eastAsia="Times New Roman" w:hAnsi="Courier New" w:cs="Courier New"/>
      <w:lang w:eastAsia="fr-FR"/>
    </w:rPr>
  </w:style>
  <w:style w:type="paragraph" w:customStyle="1" w:styleId="Index">
    <w:name w:val="Index"/>
    <w:basedOn w:val="Normal"/>
    <w:rsid w:val="007B1126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6D5F71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6D5F71"/>
    <w:rPr>
      <w:rFonts w:ascii="Arial" w:hAnsi="Arial" w:cs="Arial"/>
      <w:color w:val="0000FF"/>
      <w:sz w:val="20"/>
      <w:szCs w:val="20"/>
      <w:u w:val="single"/>
    </w:rPr>
  </w:style>
  <w:style w:type="paragraph" w:customStyle="1" w:styleId="ligne">
    <w:name w:val="ligne"/>
    <w:basedOn w:val="Corpsdetexte"/>
    <w:link w:val="ligne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ligneCar">
    <w:name w:val="ligne Car"/>
    <w:basedOn w:val="CorpsdetexteCar"/>
    <w:link w:val="ligne"/>
    <w:rsid w:val="007B1126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paragraph" w:styleId="Liste">
    <w:name w:val="List"/>
    <w:basedOn w:val="Corpsdetexte"/>
    <w:rsid w:val="007B1126"/>
    <w:rPr>
      <w:rFonts w:cs="Mangal"/>
    </w:rPr>
  </w:style>
  <w:style w:type="paragraph" w:customStyle="1" w:styleId="Listing">
    <w:name w:val="Listing"/>
    <w:basedOn w:val="Normal"/>
    <w:rsid w:val="007B1126"/>
    <w:pPr>
      <w:pBdr>
        <w:left w:val="single" w:sz="6" w:space="1" w:color="auto"/>
      </w:pBdr>
      <w:ind w:left="567"/>
    </w:pPr>
    <w:rPr>
      <w:rFonts w:ascii="Courier New" w:hAnsi="Courier New"/>
      <w:sz w:val="16"/>
    </w:rPr>
  </w:style>
  <w:style w:type="character" w:customStyle="1" w:styleId="ListLabel1">
    <w:name w:val="ListLabel 1"/>
    <w:rsid w:val="007B1126"/>
    <w:rPr>
      <w:rFonts w:eastAsia="Times New Roman" w:cs="Times New Roman"/>
    </w:rPr>
  </w:style>
  <w:style w:type="character" w:customStyle="1" w:styleId="ListLabel2">
    <w:name w:val="ListLabel 2"/>
    <w:rsid w:val="007B1126"/>
    <w:rPr>
      <w:rFonts w:cs="Courier New"/>
    </w:rPr>
  </w:style>
  <w:style w:type="character" w:customStyle="1" w:styleId="l-scalar-plain">
    <w:name w:val="l-scalar-plain"/>
    <w:basedOn w:val="Policepardfaut"/>
    <w:rsid w:val="007B1126"/>
  </w:style>
  <w:style w:type="character" w:styleId="Marquedannotation">
    <w:name w:val="annotation reference"/>
    <w:basedOn w:val="Policepardfaut"/>
    <w:uiPriority w:val="99"/>
    <w:semiHidden/>
    <w:unhideWhenUsed/>
    <w:rsid w:val="007B1126"/>
    <w:rPr>
      <w:sz w:val="16"/>
      <w:szCs w:val="16"/>
    </w:rPr>
  </w:style>
  <w:style w:type="paragraph" w:styleId="NormalWeb">
    <w:name w:val="Normal (Web)"/>
    <w:basedOn w:val="Normal"/>
    <w:autoRedefine/>
    <w:rsid w:val="006D5F71"/>
    <w:pPr>
      <w:spacing w:line="360" w:lineRule="auto"/>
    </w:pPr>
  </w:style>
  <w:style w:type="paragraph" w:customStyle="1" w:styleId="Normalsansindent">
    <w:name w:val="Normal sans indent"/>
    <w:basedOn w:val="Normal"/>
    <w:next w:val="Normal"/>
    <w:rsid w:val="007B1126"/>
    <w:pPr>
      <w:jc w:val="both"/>
    </w:pPr>
    <w:rPr>
      <w:rFonts w:ascii="Times New Roman" w:hAnsi="Times New Roman"/>
    </w:rPr>
  </w:style>
  <w:style w:type="character" w:styleId="Numrodepage">
    <w:name w:val="page number"/>
    <w:rsid w:val="006D5F71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11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1126"/>
    <w:rPr>
      <w:rFonts w:eastAsia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7B1126"/>
    <w:pPr>
      <w:ind w:left="720"/>
      <w:contextualSpacing/>
    </w:pPr>
  </w:style>
  <w:style w:type="paragraph" w:styleId="Pieddepage">
    <w:name w:val="footer"/>
    <w:basedOn w:val="Normal"/>
    <w:link w:val="PieddepageCar"/>
    <w:rsid w:val="006D5F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p-indicator">
    <w:name w:val="p-indicator"/>
    <w:basedOn w:val="Policepardfaut"/>
    <w:rsid w:val="007B1126"/>
  </w:style>
  <w:style w:type="paragraph" w:styleId="HTMLprformat">
    <w:name w:val="HTML Preformatted"/>
    <w:basedOn w:val="Normal"/>
    <w:link w:val="HTMLprformatCar"/>
    <w:uiPriority w:val="99"/>
    <w:semiHidden/>
    <w:unhideWhenUsed/>
    <w:rsid w:val="007B1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7B1126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chma">
    <w:name w:val="schéma"/>
    <w:basedOn w:val="Normal"/>
    <w:link w:val="schma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E599" w:themeFill="accent4" w:themeFillTint="66"/>
      <w:tabs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0" w:after="140"/>
      <w:ind w:left="360"/>
      <w:jc w:val="both"/>
    </w:pPr>
    <w:rPr>
      <w:rFonts w:cstheme="minorHAnsi"/>
      <w:color w:val="000000"/>
      <w:sz w:val="18"/>
      <w:szCs w:val="18"/>
    </w:rPr>
  </w:style>
  <w:style w:type="character" w:customStyle="1" w:styleId="schmaCar">
    <w:name w:val="schéma Car"/>
    <w:basedOn w:val="Policepardfaut"/>
    <w:link w:val="schma"/>
    <w:rsid w:val="007B1126"/>
    <w:rPr>
      <w:rFonts w:eastAsia="Times New Roman" w:cstheme="minorHAnsi"/>
      <w:color w:val="000000"/>
      <w:sz w:val="18"/>
      <w:szCs w:val="18"/>
      <w:shd w:val="clear" w:color="auto" w:fill="FFE599" w:themeFill="accent4" w:themeFillTint="66"/>
      <w:lang w:eastAsia="fr-FR"/>
    </w:rPr>
  </w:style>
  <w:style w:type="character" w:customStyle="1" w:styleId="shfunction">
    <w:name w:val="sh_function"/>
    <w:basedOn w:val="Policepardfaut"/>
    <w:rsid w:val="007B1126"/>
  </w:style>
  <w:style w:type="character" w:customStyle="1" w:styleId="shkeyword">
    <w:name w:val="sh_keyword"/>
    <w:basedOn w:val="Policepardfaut"/>
    <w:rsid w:val="007B1126"/>
  </w:style>
  <w:style w:type="character" w:customStyle="1" w:styleId="shsymbol">
    <w:name w:val="sh_symbol"/>
    <w:basedOn w:val="Policepardfaut"/>
    <w:rsid w:val="007B1126"/>
  </w:style>
  <w:style w:type="paragraph" w:customStyle="1" w:styleId="sql">
    <w:name w:val="sql"/>
    <w:basedOn w:val="Normal"/>
    <w:link w:val="sql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AF0E6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0"/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sqlCar">
    <w:name w:val="sql Car"/>
    <w:basedOn w:val="Policepardfaut"/>
    <w:link w:val="sql"/>
    <w:rsid w:val="007B1126"/>
    <w:rPr>
      <w:rFonts w:ascii="Courier New" w:eastAsia="Times New Roman" w:hAnsi="Courier New" w:cs="Courier New"/>
      <w:color w:val="000000"/>
      <w:sz w:val="18"/>
      <w:szCs w:val="18"/>
      <w:shd w:val="clear" w:color="auto" w:fill="FAF0E6"/>
      <w:lang w:eastAsia="fr-FR"/>
    </w:rPr>
  </w:style>
  <w:style w:type="paragraph" w:customStyle="1" w:styleId="syntaxe">
    <w:name w:val="syntaxe"/>
    <w:basedOn w:val="Corpsdetexte"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paragraph" w:styleId="Textedebulles">
    <w:name w:val="Balloon Text"/>
    <w:basedOn w:val="Normal"/>
    <w:link w:val="TextedebullesCar"/>
    <w:uiPriority w:val="99"/>
    <w:unhideWhenUsed/>
    <w:rsid w:val="007B11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B1126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7B1126"/>
    <w:rPr>
      <w:i/>
    </w:rPr>
  </w:style>
  <w:style w:type="character" w:customStyle="1" w:styleId="TitreCar">
    <w:name w:val="Titre Car"/>
    <w:basedOn w:val="Policepardfaut"/>
    <w:link w:val="Titre"/>
    <w:uiPriority w:val="10"/>
    <w:rsid w:val="007B1126"/>
    <w:rPr>
      <w:rFonts w:ascii="Arial" w:eastAsia="Times New Roman" w:hAnsi="Arial" w:cs="Times New Roman"/>
      <w:b/>
      <w:i/>
      <w:caps/>
      <w:color w:val="FF0000"/>
      <w:kern w:val="28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1126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6A7289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B1126"/>
    <w:rPr>
      <w:rFonts w:ascii="Arial" w:hAnsi="Arial" w:cs="Arial"/>
      <w:i/>
      <w:iCs/>
      <w:color w:val="000080"/>
      <w:sz w:val="20"/>
      <w:szCs w:val="20"/>
      <w:lang w:eastAsia="fr-FR"/>
    </w:rPr>
  </w:style>
  <w:style w:type="paragraph" w:customStyle="1" w:styleId="Titreprincipal">
    <w:name w:val="Titre principal"/>
    <w:basedOn w:val="Normal"/>
    <w:rsid w:val="007B1126"/>
    <w:pPr>
      <w:keepNext/>
      <w:spacing w:before="240" w:after="60"/>
      <w:ind w:left="360"/>
      <w:jc w:val="center"/>
    </w:pPr>
    <w:rPr>
      <w:b/>
      <w:i/>
      <w:caps/>
      <w:color w:val="FF000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B1126"/>
    <w:pPr>
      <w:tabs>
        <w:tab w:val="right" w:leader="dot" w:pos="10456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B112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B1126"/>
    <w:pPr>
      <w:spacing w:after="100"/>
      <w:ind w:left="440"/>
    </w:pPr>
  </w:style>
  <w:style w:type="character" w:customStyle="1" w:styleId="Titre5Car">
    <w:name w:val="Titre 5 Car"/>
    <w:basedOn w:val="Policepardfaut"/>
    <w:link w:val="Titre5"/>
    <w:rsid w:val="001A285C"/>
    <w:rPr>
      <w:rFonts w:ascii="Arial" w:hAnsi="Arial" w:cs="Arial"/>
      <w:iCs/>
      <w:color w:val="000080"/>
      <w:sz w:val="20"/>
      <w:szCs w:val="20"/>
      <w:lang w:eastAsia="fr-FR"/>
    </w:rPr>
  </w:style>
  <w:style w:type="paragraph" w:customStyle="1" w:styleId="Exercices0">
    <w:name w:val="Exercices"/>
    <w:basedOn w:val="Corpsdetexte"/>
    <w:link w:val="ExercicesCar0"/>
    <w:qFormat/>
    <w:rsid w:val="001A285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ExercicesCar0">
    <w:name w:val="Exercices Car"/>
    <w:basedOn w:val="CorpsdetexteCar"/>
    <w:link w:val="Exercices0"/>
    <w:rsid w:val="001A285C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character" w:customStyle="1" w:styleId="nowrap">
    <w:name w:val="nowrap"/>
    <w:basedOn w:val="Policepardfaut"/>
    <w:rsid w:val="001A285C"/>
  </w:style>
  <w:style w:type="character" w:customStyle="1" w:styleId="sd">
    <w:name w:val="sd"/>
    <w:basedOn w:val="Policepardfaut"/>
    <w:rsid w:val="001A285C"/>
  </w:style>
  <w:style w:type="character" w:customStyle="1" w:styleId="k">
    <w:name w:val="k"/>
    <w:basedOn w:val="Policepardfaut"/>
    <w:rsid w:val="001A285C"/>
  </w:style>
  <w:style w:type="character" w:customStyle="1" w:styleId="nf">
    <w:name w:val="nf"/>
    <w:basedOn w:val="Policepardfaut"/>
    <w:rsid w:val="001A285C"/>
  </w:style>
  <w:style w:type="character" w:customStyle="1" w:styleId="p">
    <w:name w:val="p"/>
    <w:basedOn w:val="Policepardfaut"/>
    <w:rsid w:val="001A285C"/>
  </w:style>
  <w:style w:type="character" w:customStyle="1" w:styleId="nx">
    <w:name w:val="nx"/>
    <w:basedOn w:val="Policepardfaut"/>
    <w:rsid w:val="001A285C"/>
  </w:style>
  <w:style w:type="character" w:customStyle="1" w:styleId="nv">
    <w:name w:val="nv"/>
    <w:basedOn w:val="Policepardfaut"/>
    <w:rsid w:val="001A285C"/>
  </w:style>
  <w:style w:type="character" w:customStyle="1" w:styleId="cp">
    <w:name w:val="cp"/>
    <w:basedOn w:val="Policepardfaut"/>
    <w:rsid w:val="001A285C"/>
  </w:style>
  <w:style w:type="character" w:customStyle="1" w:styleId="o">
    <w:name w:val="o"/>
    <w:basedOn w:val="Policepardfaut"/>
    <w:rsid w:val="001A285C"/>
  </w:style>
  <w:style w:type="character" w:customStyle="1" w:styleId="m">
    <w:name w:val="m"/>
    <w:basedOn w:val="Policepardfaut"/>
    <w:rsid w:val="001A285C"/>
  </w:style>
  <w:style w:type="character" w:customStyle="1" w:styleId="x">
    <w:name w:val="x"/>
    <w:basedOn w:val="Policepardfaut"/>
    <w:rsid w:val="001A285C"/>
  </w:style>
  <w:style w:type="character" w:customStyle="1" w:styleId="s1">
    <w:name w:val="s1"/>
    <w:basedOn w:val="Policepardfaut"/>
    <w:rsid w:val="001A285C"/>
  </w:style>
  <w:style w:type="character" w:customStyle="1" w:styleId="na">
    <w:name w:val="na"/>
    <w:basedOn w:val="Policepardfaut"/>
    <w:rsid w:val="001A285C"/>
  </w:style>
  <w:style w:type="character" w:customStyle="1" w:styleId="c1">
    <w:name w:val="c1"/>
    <w:basedOn w:val="Policepardfaut"/>
    <w:rsid w:val="001A285C"/>
  </w:style>
  <w:style w:type="character" w:customStyle="1" w:styleId="mi">
    <w:name w:val="mi"/>
    <w:basedOn w:val="Policepardfaut"/>
    <w:rsid w:val="001A285C"/>
  </w:style>
  <w:style w:type="table" w:styleId="Grille">
    <w:name w:val="Table Grid"/>
    <w:basedOn w:val="TableauNormal"/>
    <w:uiPriority w:val="39"/>
    <w:rsid w:val="001A285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b">
    <w:name w:val="nb"/>
    <w:basedOn w:val="Policepardfaut"/>
    <w:rsid w:val="001A285C"/>
  </w:style>
  <w:style w:type="character" w:customStyle="1" w:styleId="nc">
    <w:name w:val="nc"/>
    <w:basedOn w:val="Policepardfaut"/>
    <w:rsid w:val="001A285C"/>
  </w:style>
  <w:style w:type="paragraph" w:styleId="TM4">
    <w:name w:val="toc 4"/>
    <w:basedOn w:val="Normal"/>
    <w:next w:val="Normal"/>
    <w:autoRedefine/>
    <w:uiPriority w:val="39"/>
    <w:unhideWhenUsed/>
    <w:rsid w:val="001A285C"/>
    <w:pPr>
      <w:spacing w:after="100" w:line="259" w:lineRule="auto"/>
      <w:ind w:left="660"/>
    </w:pPr>
    <w:rPr>
      <w:rFonts w:eastAsiaTheme="minorEastAsia"/>
    </w:rPr>
  </w:style>
  <w:style w:type="paragraph" w:styleId="TM5">
    <w:name w:val="toc 5"/>
    <w:basedOn w:val="Normal"/>
    <w:next w:val="Normal"/>
    <w:autoRedefine/>
    <w:uiPriority w:val="39"/>
    <w:unhideWhenUsed/>
    <w:rsid w:val="001A285C"/>
    <w:pPr>
      <w:spacing w:after="100" w:line="259" w:lineRule="auto"/>
      <w:ind w:left="880"/>
    </w:pPr>
    <w:rPr>
      <w:rFonts w:eastAsiaTheme="minorEastAsia"/>
    </w:rPr>
  </w:style>
  <w:style w:type="paragraph" w:styleId="TM6">
    <w:name w:val="toc 6"/>
    <w:basedOn w:val="Normal"/>
    <w:next w:val="Normal"/>
    <w:autoRedefine/>
    <w:uiPriority w:val="39"/>
    <w:unhideWhenUsed/>
    <w:rsid w:val="001A285C"/>
    <w:pPr>
      <w:spacing w:after="100" w:line="259" w:lineRule="auto"/>
      <w:ind w:left="1100"/>
    </w:pPr>
    <w:rPr>
      <w:rFonts w:eastAsiaTheme="minorEastAsia"/>
    </w:rPr>
  </w:style>
  <w:style w:type="paragraph" w:styleId="TM7">
    <w:name w:val="toc 7"/>
    <w:basedOn w:val="Normal"/>
    <w:next w:val="Normal"/>
    <w:autoRedefine/>
    <w:uiPriority w:val="39"/>
    <w:unhideWhenUsed/>
    <w:rsid w:val="001A285C"/>
    <w:pPr>
      <w:spacing w:after="100" w:line="259" w:lineRule="auto"/>
      <w:ind w:left="1320"/>
    </w:pPr>
    <w:rPr>
      <w:rFonts w:eastAsiaTheme="minorEastAsia"/>
    </w:rPr>
  </w:style>
  <w:style w:type="paragraph" w:styleId="TM8">
    <w:name w:val="toc 8"/>
    <w:basedOn w:val="Normal"/>
    <w:next w:val="Normal"/>
    <w:autoRedefine/>
    <w:uiPriority w:val="39"/>
    <w:unhideWhenUsed/>
    <w:rsid w:val="001A285C"/>
    <w:pPr>
      <w:spacing w:after="100" w:line="259" w:lineRule="auto"/>
      <w:ind w:left="1540"/>
    </w:pPr>
    <w:rPr>
      <w:rFonts w:eastAsiaTheme="minorEastAsia"/>
    </w:rPr>
  </w:style>
  <w:style w:type="paragraph" w:styleId="TM9">
    <w:name w:val="toc 9"/>
    <w:basedOn w:val="Normal"/>
    <w:next w:val="Normal"/>
    <w:autoRedefine/>
    <w:uiPriority w:val="39"/>
    <w:unhideWhenUsed/>
    <w:rsid w:val="001A285C"/>
    <w:pPr>
      <w:spacing w:after="100" w:line="259" w:lineRule="auto"/>
      <w:ind w:left="1760"/>
    </w:pPr>
    <w:rPr>
      <w:rFonts w:eastAsiaTheme="minorEastAsia"/>
    </w:rPr>
  </w:style>
  <w:style w:type="paragraph" w:customStyle="1" w:styleId="programlisting">
    <w:name w:val="programlisting"/>
    <w:basedOn w:val="Normal"/>
    <w:autoRedefine/>
    <w:rsid w:val="006D5F71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6D5F71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6D5F71"/>
    <w:rPr>
      <w:u w:val="single"/>
    </w:rPr>
  </w:style>
  <w:style w:type="paragraph" w:styleId="Listepuces2">
    <w:name w:val="List Bullet 2"/>
    <w:basedOn w:val="Normal"/>
    <w:autoRedefine/>
    <w:rsid w:val="006D5F71"/>
    <w:pPr>
      <w:numPr>
        <w:numId w:val="5"/>
      </w:numPr>
    </w:pPr>
  </w:style>
  <w:style w:type="paragraph" w:styleId="Listenumros">
    <w:name w:val="List Number"/>
    <w:basedOn w:val="Listepuces"/>
    <w:rsid w:val="006D5F71"/>
    <w:pPr>
      <w:numPr>
        <w:numId w:val="3"/>
      </w:numPr>
    </w:pPr>
  </w:style>
  <w:style w:type="paragraph" w:styleId="Listepuces">
    <w:name w:val="List Bullet"/>
    <w:basedOn w:val="Normal"/>
    <w:autoRedefine/>
    <w:rsid w:val="006D5F71"/>
    <w:pPr>
      <w:numPr>
        <w:numId w:val="4"/>
      </w:numPr>
      <w:spacing w:line="360" w:lineRule="auto"/>
    </w:pPr>
  </w:style>
  <w:style w:type="character" w:styleId="Lienhypertextesuivi">
    <w:name w:val="FollowedHyperlink"/>
    <w:rsid w:val="006D5F71"/>
    <w:rPr>
      <w:rFonts w:cs="Times New Roman"/>
      <w:color w:val="800080"/>
      <w:u w:val="single"/>
    </w:rPr>
  </w:style>
  <w:style w:type="character" w:customStyle="1" w:styleId="pln">
    <w:name w:val="pln"/>
    <w:basedOn w:val="Policepardfaut"/>
    <w:rsid w:val="0015436F"/>
  </w:style>
  <w:style w:type="character" w:customStyle="1" w:styleId="pun">
    <w:name w:val="pun"/>
    <w:basedOn w:val="Policepardfaut"/>
    <w:rsid w:val="0015436F"/>
  </w:style>
  <w:style w:type="character" w:customStyle="1" w:styleId="c">
    <w:name w:val="c"/>
    <w:basedOn w:val="Policepardfaut"/>
    <w:rsid w:val="003044A5"/>
  </w:style>
  <w:style w:type="character" w:customStyle="1" w:styleId="nt">
    <w:name w:val="nt"/>
    <w:basedOn w:val="Policepardfaut"/>
    <w:rsid w:val="003044A5"/>
  </w:style>
  <w:style w:type="character" w:customStyle="1" w:styleId="s">
    <w:name w:val="s"/>
    <w:basedOn w:val="Policepardfaut"/>
    <w:rsid w:val="003044A5"/>
  </w:style>
  <w:style w:type="paragraph" w:styleId="Rvision">
    <w:name w:val="Revision"/>
    <w:hidden/>
    <w:uiPriority w:val="99"/>
    <w:semiHidden/>
    <w:rsid w:val="008F5B31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F71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D5F71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6D5F71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6D5F71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6D5F71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6D5F71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1126"/>
    <w:rPr>
      <w:i/>
      <w:iCs/>
    </w:rPr>
  </w:style>
  <w:style w:type="character" w:customStyle="1" w:styleId="apple-converted-space">
    <w:name w:val="apple-converted-space"/>
    <w:basedOn w:val="Policepardfaut"/>
    <w:rsid w:val="007B1126"/>
  </w:style>
  <w:style w:type="character" w:styleId="CodeHTML">
    <w:name w:val="HTML Code"/>
    <w:basedOn w:val="Policepardfaut"/>
    <w:uiPriority w:val="99"/>
    <w:semiHidden/>
    <w:unhideWhenUsed/>
    <w:rsid w:val="007B1126"/>
    <w:rPr>
      <w:rFonts w:ascii="Courier New" w:eastAsia="Times New Roman" w:hAnsi="Courier New" w:cs="Courier New"/>
      <w:sz w:val="20"/>
      <w:szCs w:val="20"/>
    </w:rPr>
  </w:style>
  <w:style w:type="character" w:customStyle="1" w:styleId="codecommentaire1">
    <w:name w:val="code_commentaire1"/>
    <w:basedOn w:val="Policepardfaut"/>
    <w:rsid w:val="007B1126"/>
  </w:style>
  <w:style w:type="paragraph" w:styleId="Commentaire">
    <w:name w:val="annotation text"/>
    <w:basedOn w:val="Normal"/>
    <w:link w:val="CommentaireCar"/>
    <w:uiPriority w:val="99"/>
    <w:semiHidden/>
    <w:unhideWhenUsed/>
    <w:rsid w:val="007B1126"/>
  </w:style>
  <w:style w:type="character" w:customStyle="1" w:styleId="CommentaireCar">
    <w:name w:val="Commentaire Car"/>
    <w:basedOn w:val="Policepardfaut"/>
    <w:link w:val="Commentaire"/>
    <w:uiPriority w:val="99"/>
    <w:semiHidden/>
    <w:rsid w:val="007B1126"/>
    <w:rPr>
      <w:rFonts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7B1126"/>
    <w:pPr>
      <w:jc w:val="both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7B112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rection">
    <w:name w:val="correction"/>
    <w:basedOn w:val="Corpsdetexte"/>
    <w:link w:val="correctionCar"/>
    <w:qFormat/>
    <w:rsid w:val="007B1126"/>
    <w:pPr>
      <w:shd w:val="clear" w:color="auto" w:fill="D0CECE" w:themeFill="background2" w:themeFillShade="E6"/>
      <w:jc w:val="left"/>
    </w:pPr>
    <w:rPr>
      <w:color w:val="D9D9D9" w:themeColor="background1" w:themeShade="D9"/>
      <w:lang w:val="en-US"/>
    </w:rPr>
  </w:style>
  <w:style w:type="character" w:customStyle="1" w:styleId="correctionCar">
    <w:name w:val="correction Car"/>
    <w:basedOn w:val="CorpsdetexteCar"/>
    <w:link w:val="correction"/>
    <w:rsid w:val="007B1126"/>
    <w:rPr>
      <w:rFonts w:ascii="Times New Roman" w:eastAsia="Times New Roman" w:hAnsi="Times New Roman" w:cs="Times New Roman"/>
      <w:color w:val="D9D9D9" w:themeColor="background1" w:themeShade="D9"/>
      <w:sz w:val="24"/>
      <w:szCs w:val="20"/>
      <w:shd w:val="clear" w:color="auto" w:fill="D0CECE" w:themeFill="background2" w:themeFillShade="E6"/>
      <w:lang w:val="en-US" w:eastAsia="fr-FR"/>
    </w:rPr>
  </w:style>
  <w:style w:type="paragraph" w:customStyle="1" w:styleId="exemples">
    <w:name w:val="exemples"/>
    <w:basedOn w:val="Corpsdetexte"/>
    <w:link w:val="exemplesCar"/>
    <w:qFormat/>
    <w:rsid w:val="007B1126"/>
    <w:pPr>
      <w:shd w:val="clear" w:color="auto" w:fill="F2F2F2" w:themeFill="background1" w:themeFillShade="F2"/>
      <w:jc w:val="left"/>
    </w:pPr>
    <w:rPr>
      <w:rFonts w:asciiTheme="minorHAnsi" w:hAnsiTheme="minorHAnsi"/>
      <w:sz w:val="22"/>
      <w:szCs w:val="22"/>
    </w:rPr>
  </w:style>
  <w:style w:type="character" w:customStyle="1" w:styleId="exemplesCar">
    <w:name w:val="exemples Car"/>
    <w:basedOn w:val="Policepardfaut"/>
    <w:link w:val="exemples"/>
    <w:rsid w:val="007B1126"/>
    <w:rPr>
      <w:rFonts w:eastAsia="Times New Roman" w:cs="Times New Roman"/>
      <w:shd w:val="clear" w:color="auto" w:fill="F2F2F2" w:themeFill="background1" w:themeFillShade="F2"/>
      <w:lang w:eastAsia="fr-FR"/>
    </w:rPr>
  </w:style>
  <w:style w:type="paragraph" w:customStyle="1" w:styleId="doc">
    <w:name w:val="doc"/>
    <w:basedOn w:val="exemples"/>
    <w:link w:val="docCar"/>
    <w:qFormat/>
    <w:rsid w:val="007B1126"/>
    <w:pPr>
      <w:shd w:val="clear" w:color="auto" w:fill="FFF2CC" w:themeFill="accent4" w:themeFillTint="33"/>
    </w:pPr>
  </w:style>
  <w:style w:type="character" w:customStyle="1" w:styleId="docCar">
    <w:name w:val="doc Car"/>
    <w:basedOn w:val="exemplesCar"/>
    <w:link w:val="doc"/>
    <w:rsid w:val="007B1126"/>
    <w:rPr>
      <w:rFonts w:eastAsia="Times New Roman" w:cs="Times New Roman"/>
      <w:shd w:val="clear" w:color="auto" w:fill="FFF2CC" w:themeFill="accent4" w:themeFillTint="33"/>
      <w:lang w:eastAsia="fr-FR"/>
    </w:rPr>
  </w:style>
  <w:style w:type="character" w:styleId="lev">
    <w:name w:val="Strong"/>
    <w:basedOn w:val="Policepardfaut"/>
    <w:uiPriority w:val="22"/>
    <w:qFormat/>
    <w:rsid w:val="007B1126"/>
    <w:rPr>
      <w:b/>
      <w:bCs/>
    </w:rPr>
  </w:style>
  <w:style w:type="paragraph" w:styleId="En-tte">
    <w:name w:val="header"/>
    <w:basedOn w:val="Normal"/>
    <w:link w:val="En-tteCar"/>
    <w:rsid w:val="006D5F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B1126"/>
    <w:rPr>
      <w:rFonts w:ascii="Arial" w:hAnsi="Arial" w:cs="Arial"/>
      <w:b/>
      <w:bCs/>
      <w:color w:val="7D9BFF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i/>
      <w:caps/>
      <w:color w:val="2E74B5" w:themeColor="accent1" w:themeShade="BF"/>
    </w:rPr>
  </w:style>
  <w:style w:type="paragraph" w:customStyle="1" w:styleId="Espace">
    <w:name w:val="Espace"/>
    <w:basedOn w:val="Normal"/>
    <w:next w:val="Normal"/>
    <w:rsid w:val="007B1126"/>
    <w:pPr>
      <w:jc w:val="both"/>
    </w:pPr>
    <w:rPr>
      <w:rFonts w:ascii="Times New Roman" w:hAnsi="Times New Roman"/>
      <w:sz w:val="12"/>
    </w:rPr>
  </w:style>
  <w:style w:type="paragraph" w:customStyle="1" w:styleId="execution">
    <w:name w:val="execution"/>
    <w:basedOn w:val="Corpsdetexte"/>
    <w:link w:val="execution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executionCar">
    <w:name w:val="execution Car"/>
    <w:basedOn w:val="CorpsdetexteCar"/>
    <w:link w:val="execution"/>
    <w:rsid w:val="007B1126"/>
    <w:rPr>
      <w:rFonts w:ascii="Times New Roman" w:eastAsia="Times New Roman" w:hAnsi="Times New Roman" w:cs="Times New Roman"/>
      <w:sz w:val="24"/>
      <w:szCs w:val="20"/>
      <w:shd w:val="clear" w:color="auto" w:fill="D0CECE" w:themeFill="background2" w:themeFillShade="E6"/>
      <w:lang w:eastAsia="fr-FR"/>
    </w:rPr>
  </w:style>
  <w:style w:type="paragraph" w:customStyle="1" w:styleId="Exemples0">
    <w:name w:val="Exemples"/>
    <w:basedOn w:val="Normal"/>
    <w:link w:val="ExemplesCar0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</w:pPr>
    <w:rPr>
      <w:rFonts w:cstheme="minorHAnsi"/>
    </w:rPr>
  </w:style>
  <w:style w:type="character" w:customStyle="1" w:styleId="ExemplesCar0">
    <w:name w:val="Exemples Car"/>
    <w:basedOn w:val="Policepardfaut"/>
    <w:link w:val="Exemples0"/>
    <w:rsid w:val="007B1126"/>
    <w:rPr>
      <w:rFonts w:eastAsia="Times New Roman" w:cstheme="minorHAnsi"/>
      <w:shd w:val="clear" w:color="auto" w:fill="D9E2F3" w:themeFill="accent5" w:themeFillTint="33"/>
      <w:lang w:eastAsia="fr-FR"/>
    </w:rPr>
  </w:style>
  <w:style w:type="paragraph" w:customStyle="1" w:styleId="exercices">
    <w:name w:val="exercices"/>
    <w:basedOn w:val="Normal"/>
    <w:link w:val="exercices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</w:pPr>
  </w:style>
  <w:style w:type="character" w:customStyle="1" w:styleId="exercicesCar">
    <w:name w:val="exercices Car"/>
    <w:basedOn w:val="Policepardfaut"/>
    <w:link w:val="exercices"/>
    <w:rsid w:val="007B1126"/>
    <w:rPr>
      <w:rFonts w:eastAsia="Times New Roman" w:cs="Times New Roman"/>
      <w:sz w:val="20"/>
      <w:szCs w:val="20"/>
      <w:shd w:val="clear" w:color="auto" w:fill="C5E0B3" w:themeFill="accent6" w:themeFillTint="66"/>
      <w:lang w:eastAsia="fr-FR"/>
    </w:rPr>
  </w:style>
  <w:style w:type="paragraph" w:customStyle="1" w:styleId="fichier">
    <w:name w:val="fichier"/>
    <w:basedOn w:val="Normal"/>
    <w:link w:val="fichierCar"/>
    <w:qFormat/>
    <w:rsid w:val="007B1126"/>
    <w:rPr>
      <w:rFonts w:ascii="Courier New" w:hAnsi="Courier New" w:cs="Courier New"/>
    </w:rPr>
  </w:style>
  <w:style w:type="character" w:customStyle="1" w:styleId="fichierCar">
    <w:name w:val="fichier Car"/>
    <w:basedOn w:val="Policepardfaut"/>
    <w:link w:val="fichier"/>
    <w:rsid w:val="007B1126"/>
    <w:rPr>
      <w:rFonts w:ascii="Courier New" w:eastAsia="Times New Roman" w:hAnsi="Courier New" w:cs="Courier New"/>
      <w:lang w:eastAsia="fr-FR"/>
    </w:rPr>
  </w:style>
  <w:style w:type="paragraph" w:customStyle="1" w:styleId="Index">
    <w:name w:val="Index"/>
    <w:basedOn w:val="Normal"/>
    <w:rsid w:val="007B1126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6D5F71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6D5F71"/>
    <w:rPr>
      <w:rFonts w:ascii="Arial" w:hAnsi="Arial" w:cs="Arial"/>
      <w:color w:val="0000FF"/>
      <w:sz w:val="20"/>
      <w:szCs w:val="20"/>
      <w:u w:val="single"/>
    </w:rPr>
  </w:style>
  <w:style w:type="paragraph" w:customStyle="1" w:styleId="ligne">
    <w:name w:val="ligne"/>
    <w:basedOn w:val="Corpsdetexte"/>
    <w:link w:val="ligne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ligneCar">
    <w:name w:val="ligne Car"/>
    <w:basedOn w:val="CorpsdetexteCar"/>
    <w:link w:val="ligne"/>
    <w:rsid w:val="007B1126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paragraph" w:styleId="Liste">
    <w:name w:val="List"/>
    <w:basedOn w:val="Corpsdetexte"/>
    <w:rsid w:val="007B1126"/>
    <w:rPr>
      <w:rFonts w:cs="Mangal"/>
    </w:rPr>
  </w:style>
  <w:style w:type="paragraph" w:customStyle="1" w:styleId="Listing">
    <w:name w:val="Listing"/>
    <w:basedOn w:val="Normal"/>
    <w:rsid w:val="007B1126"/>
    <w:pPr>
      <w:pBdr>
        <w:left w:val="single" w:sz="6" w:space="1" w:color="auto"/>
      </w:pBdr>
      <w:ind w:left="567"/>
    </w:pPr>
    <w:rPr>
      <w:rFonts w:ascii="Courier New" w:hAnsi="Courier New"/>
      <w:sz w:val="16"/>
    </w:rPr>
  </w:style>
  <w:style w:type="character" w:customStyle="1" w:styleId="ListLabel1">
    <w:name w:val="ListLabel 1"/>
    <w:rsid w:val="007B1126"/>
    <w:rPr>
      <w:rFonts w:eastAsia="Times New Roman" w:cs="Times New Roman"/>
    </w:rPr>
  </w:style>
  <w:style w:type="character" w:customStyle="1" w:styleId="ListLabel2">
    <w:name w:val="ListLabel 2"/>
    <w:rsid w:val="007B1126"/>
    <w:rPr>
      <w:rFonts w:cs="Courier New"/>
    </w:rPr>
  </w:style>
  <w:style w:type="character" w:customStyle="1" w:styleId="l-scalar-plain">
    <w:name w:val="l-scalar-plain"/>
    <w:basedOn w:val="Policepardfaut"/>
    <w:rsid w:val="007B1126"/>
  </w:style>
  <w:style w:type="character" w:styleId="Marquedannotation">
    <w:name w:val="annotation reference"/>
    <w:basedOn w:val="Policepardfaut"/>
    <w:uiPriority w:val="99"/>
    <w:semiHidden/>
    <w:unhideWhenUsed/>
    <w:rsid w:val="007B1126"/>
    <w:rPr>
      <w:sz w:val="16"/>
      <w:szCs w:val="16"/>
    </w:rPr>
  </w:style>
  <w:style w:type="paragraph" w:styleId="NormalWeb">
    <w:name w:val="Normal (Web)"/>
    <w:basedOn w:val="Normal"/>
    <w:autoRedefine/>
    <w:rsid w:val="006D5F71"/>
    <w:pPr>
      <w:spacing w:line="360" w:lineRule="auto"/>
    </w:pPr>
  </w:style>
  <w:style w:type="paragraph" w:customStyle="1" w:styleId="Normalsansindent">
    <w:name w:val="Normal sans indent"/>
    <w:basedOn w:val="Normal"/>
    <w:next w:val="Normal"/>
    <w:rsid w:val="007B1126"/>
    <w:pPr>
      <w:jc w:val="both"/>
    </w:pPr>
    <w:rPr>
      <w:rFonts w:ascii="Times New Roman" w:hAnsi="Times New Roman"/>
    </w:rPr>
  </w:style>
  <w:style w:type="character" w:styleId="Numrodepage">
    <w:name w:val="page number"/>
    <w:rsid w:val="006D5F71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11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1126"/>
    <w:rPr>
      <w:rFonts w:eastAsia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7B1126"/>
    <w:pPr>
      <w:ind w:left="720"/>
      <w:contextualSpacing/>
    </w:pPr>
  </w:style>
  <w:style w:type="paragraph" w:styleId="Pieddepage">
    <w:name w:val="footer"/>
    <w:basedOn w:val="Normal"/>
    <w:link w:val="PieddepageCar"/>
    <w:rsid w:val="006D5F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p-indicator">
    <w:name w:val="p-indicator"/>
    <w:basedOn w:val="Policepardfaut"/>
    <w:rsid w:val="007B1126"/>
  </w:style>
  <w:style w:type="paragraph" w:styleId="HTMLprformat">
    <w:name w:val="HTML Preformatted"/>
    <w:basedOn w:val="Normal"/>
    <w:link w:val="HTMLprformatCar"/>
    <w:uiPriority w:val="99"/>
    <w:semiHidden/>
    <w:unhideWhenUsed/>
    <w:rsid w:val="007B1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7B1126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chma">
    <w:name w:val="schéma"/>
    <w:basedOn w:val="Normal"/>
    <w:link w:val="schma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E599" w:themeFill="accent4" w:themeFillTint="66"/>
      <w:tabs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0" w:after="140"/>
      <w:ind w:left="360"/>
      <w:jc w:val="both"/>
    </w:pPr>
    <w:rPr>
      <w:rFonts w:cstheme="minorHAnsi"/>
      <w:color w:val="000000"/>
      <w:sz w:val="18"/>
      <w:szCs w:val="18"/>
    </w:rPr>
  </w:style>
  <w:style w:type="character" w:customStyle="1" w:styleId="schmaCar">
    <w:name w:val="schéma Car"/>
    <w:basedOn w:val="Policepardfaut"/>
    <w:link w:val="schma"/>
    <w:rsid w:val="007B1126"/>
    <w:rPr>
      <w:rFonts w:eastAsia="Times New Roman" w:cstheme="minorHAnsi"/>
      <w:color w:val="000000"/>
      <w:sz w:val="18"/>
      <w:szCs w:val="18"/>
      <w:shd w:val="clear" w:color="auto" w:fill="FFE599" w:themeFill="accent4" w:themeFillTint="66"/>
      <w:lang w:eastAsia="fr-FR"/>
    </w:rPr>
  </w:style>
  <w:style w:type="character" w:customStyle="1" w:styleId="shfunction">
    <w:name w:val="sh_function"/>
    <w:basedOn w:val="Policepardfaut"/>
    <w:rsid w:val="007B1126"/>
  </w:style>
  <w:style w:type="character" w:customStyle="1" w:styleId="shkeyword">
    <w:name w:val="sh_keyword"/>
    <w:basedOn w:val="Policepardfaut"/>
    <w:rsid w:val="007B1126"/>
  </w:style>
  <w:style w:type="character" w:customStyle="1" w:styleId="shsymbol">
    <w:name w:val="sh_symbol"/>
    <w:basedOn w:val="Policepardfaut"/>
    <w:rsid w:val="007B1126"/>
  </w:style>
  <w:style w:type="paragraph" w:customStyle="1" w:styleId="sql">
    <w:name w:val="sql"/>
    <w:basedOn w:val="Normal"/>
    <w:link w:val="sql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AF0E6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0"/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sqlCar">
    <w:name w:val="sql Car"/>
    <w:basedOn w:val="Policepardfaut"/>
    <w:link w:val="sql"/>
    <w:rsid w:val="007B1126"/>
    <w:rPr>
      <w:rFonts w:ascii="Courier New" w:eastAsia="Times New Roman" w:hAnsi="Courier New" w:cs="Courier New"/>
      <w:color w:val="000000"/>
      <w:sz w:val="18"/>
      <w:szCs w:val="18"/>
      <w:shd w:val="clear" w:color="auto" w:fill="FAF0E6"/>
      <w:lang w:eastAsia="fr-FR"/>
    </w:rPr>
  </w:style>
  <w:style w:type="paragraph" w:customStyle="1" w:styleId="syntaxe">
    <w:name w:val="syntaxe"/>
    <w:basedOn w:val="Corpsdetexte"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paragraph" w:styleId="Textedebulles">
    <w:name w:val="Balloon Text"/>
    <w:basedOn w:val="Normal"/>
    <w:link w:val="TextedebullesCar"/>
    <w:uiPriority w:val="99"/>
    <w:unhideWhenUsed/>
    <w:rsid w:val="007B11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B1126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7B1126"/>
    <w:rPr>
      <w:i/>
    </w:rPr>
  </w:style>
  <w:style w:type="character" w:customStyle="1" w:styleId="TitreCar">
    <w:name w:val="Titre Car"/>
    <w:basedOn w:val="Policepardfaut"/>
    <w:link w:val="Titre"/>
    <w:uiPriority w:val="10"/>
    <w:rsid w:val="007B1126"/>
    <w:rPr>
      <w:rFonts w:ascii="Arial" w:eastAsia="Times New Roman" w:hAnsi="Arial" w:cs="Times New Roman"/>
      <w:b/>
      <w:i/>
      <w:caps/>
      <w:color w:val="FF0000"/>
      <w:kern w:val="28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1126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6A7289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B1126"/>
    <w:rPr>
      <w:rFonts w:ascii="Arial" w:hAnsi="Arial" w:cs="Arial"/>
      <w:i/>
      <w:iCs/>
      <w:color w:val="000080"/>
      <w:sz w:val="20"/>
      <w:szCs w:val="20"/>
      <w:lang w:eastAsia="fr-FR"/>
    </w:rPr>
  </w:style>
  <w:style w:type="paragraph" w:customStyle="1" w:styleId="Titreprincipal">
    <w:name w:val="Titre principal"/>
    <w:basedOn w:val="Normal"/>
    <w:rsid w:val="007B1126"/>
    <w:pPr>
      <w:keepNext/>
      <w:spacing w:before="240" w:after="60"/>
      <w:ind w:left="360"/>
      <w:jc w:val="center"/>
    </w:pPr>
    <w:rPr>
      <w:b/>
      <w:i/>
      <w:caps/>
      <w:color w:val="FF000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B1126"/>
    <w:pPr>
      <w:tabs>
        <w:tab w:val="right" w:leader="dot" w:pos="10456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B112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B1126"/>
    <w:pPr>
      <w:spacing w:after="100"/>
      <w:ind w:left="440"/>
    </w:pPr>
  </w:style>
  <w:style w:type="character" w:customStyle="1" w:styleId="Titre5Car">
    <w:name w:val="Titre 5 Car"/>
    <w:basedOn w:val="Policepardfaut"/>
    <w:link w:val="Titre5"/>
    <w:rsid w:val="001A285C"/>
    <w:rPr>
      <w:rFonts w:ascii="Arial" w:hAnsi="Arial" w:cs="Arial"/>
      <w:iCs/>
      <w:color w:val="000080"/>
      <w:sz w:val="20"/>
      <w:szCs w:val="20"/>
      <w:lang w:eastAsia="fr-FR"/>
    </w:rPr>
  </w:style>
  <w:style w:type="paragraph" w:customStyle="1" w:styleId="Exercices0">
    <w:name w:val="Exercices"/>
    <w:basedOn w:val="Corpsdetexte"/>
    <w:link w:val="ExercicesCar0"/>
    <w:qFormat/>
    <w:rsid w:val="001A285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ExercicesCar0">
    <w:name w:val="Exercices Car"/>
    <w:basedOn w:val="CorpsdetexteCar"/>
    <w:link w:val="Exercices0"/>
    <w:rsid w:val="001A285C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character" w:customStyle="1" w:styleId="nowrap">
    <w:name w:val="nowrap"/>
    <w:basedOn w:val="Policepardfaut"/>
    <w:rsid w:val="001A285C"/>
  </w:style>
  <w:style w:type="character" w:customStyle="1" w:styleId="sd">
    <w:name w:val="sd"/>
    <w:basedOn w:val="Policepardfaut"/>
    <w:rsid w:val="001A285C"/>
  </w:style>
  <w:style w:type="character" w:customStyle="1" w:styleId="k">
    <w:name w:val="k"/>
    <w:basedOn w:val="Policepardfaut"/>
    <w:rsid w:val="001A285C"/>
  </w:style>
  <w:style w:type="character" w:customStyle="1" w:styleId="nf">
    <w:name w:val="nf"/>
    <w:basedOn w:val="Policepardfaut"/>
    <w:rsid w:val="001A285C"/>
  </w:style>
  <w:style w:type="character" w:customStyle="1" w:styleId="p">
    <w:name w:val="p"/>
    <w:basedOn w:val="Policepardfaut"/>
    <w:rsid w:val="001A285C"/>
  </w:style>
  <w:style w:type="character" w:customStyle="1" w:styleId="nx">
    <w:name w:val="nx"/>
    <w:basedOn w:val="Policepardfaut"/>
    <w:rsid w:val="001A285C"/>
  </w:style>
  <w:style w:type="character" w:customStyle="1" w:styleId="nv">
    <w:name w:val="nv"/>
    <w:basedOn w:val="Policepardfaut"/>
    <w:rsid w:val="001A285C"/>
  </w:style>
  <w:style w:type="character" w:customStyle="1" w:styleId="cp">
    <w:name w:val="cp"/>
    <w:basedOn w:val="Policepardfaut"/>
    <w:rsid w:val="001A285C"/>
  </w:style>
  <w:style w:type="character" w:customStyle="1" w:styleId="o">
    <w:name w:val="o"/>
    <w:basedOn w:val="Policepardfaut"/>
    <w:rsid w:val="001A285C"/>
  </w:style>
  <w:style w:type="character" w:customStyle="1" w:styleId="m">
    <w:name w:val="m"/>
    <w:basedOn w:val="Policepardfaut"/>
    <w:rsid w:val="001A285C"/>
  </w:style>
  <w:style w:type="character" w:customStyle="1" w:styleId="x">
    <w:name w:val="x"/>
    <w:basedOn w:val="Policepardfaut"/>
    <w:rsid w:val="001A285C"/>
  </w:style>
  <w:style w:type="character" w:customStyle="1" w:styleId="s1">
    <w:name w:val="s1"/>
    <w:basedOn w:val="Policepardfaut"/>
    <w:rsid w:val="001A285C"/>
  </w:style>
  <w:style w:type="character" w:customStyle="1" w:styleId="na">
    <w:name w:val="na"/>
    <w:basedOn w:val="Policepardfaut"/>
    <w:rsid w:val="001A285C"/>
  </w:style>
  <w:style w:type="character" w:customStyle="1" w:styleId="c1">
    <w:name w:val="c1"/>
    <w:basedOn w:val="Policepardfaut"/>
    <w:rsid w:val="001A285C"/>
  </w:style>
  <w:style w:type="character" w:customStyle="1" w:styleId="mi">
    <w:name w:val="mi"/>
    <w:basedOn w:val="Policepardfaut"/>
    <w:rsid w:val="001A285C"/>
  </w:style>
  <w:style w:type="table" w:styleId="Grille">
    <w:name w:val="Table Grid"/>
    <w:basedOn w:val="TableauNormal"/>
    <w:uiPriority w:val="39"/>
    <w:rsid w:val="001A285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b">
    <w:name w:val="nb"/>
    <w:basedOn w:val="Policepardfaut"/>
    <w:rsid w:val="001A285C"/>
  </w:style>
  <w:style w:type="character" w:customStyle="1" w:styleId="nc">
    <w:name w:val="nc"/>
    <w:basedOn w:val="Policepardfaut"/>
    <w:rsid w:val="001A285C"/>
  </w:style>
  <w:style w:type="paragraph" w:styleId="TM4">
    <w:name w:val="toc 4"/>
    <w:basedOn w:val="Normal"/>
    <w:next w:val="Normal"/>
    <w:autoRedefine/>
    <w:uiPriority w:val="39"/>
    <w:unhideWhenUsed/>
    <w:rsid w:val="001A285C"/>
    <w:pPr>
      <w:spacing w:after="100" w:line="259" w:lineRule="auto"/>
      <w:ind w:left="660"/>
    </w:pPr>
    <w:rPr>
      <w:rFonts w:eastAsiaTheme="minorEastAsia"/>
    </w:rPr>
  </w:style>
  <w:style w:type="paragraph" w:styleId="TM5">
    <w:name w:val="toc 5"/>
    <w:basedOn w:val="Normal"/>
    <w:next w:val="Normal"/>
    <w:autoRedefine/>
    <w:uiPriority w:val="39"/>
    <w:unhideWhenUsed/>
    <w:rsid w:val="001A285C"/>
    <w:pPr>
      <w:spacing w:after="100" w:line="259" w:lineRule="auto"/>
      <w:ind w:left="880"/>
    </w:pPr>
    <w:rPr>
      <w:rFonts w:eastAsiaTheme="minorEastAsia"/>
    </w:rPr>
  </w:style>
  <w:style w:type="paragraph" w:styleId="TM6">
    <w:name w:val="toc 6"/>
    <w:basedOn w:val="Normal"/>
    <w:next w:val="Normal"/>
    <w:autoRedefine/>
    <w:uiPriority w:val="39"/>
    <w:unhideWhenUsed/>
    <w:rsid w:val="001A285C"/>
    <w:pPr>
      <w:spacing w:after="100" w:line="259" w:lineRule="auto"/>
      <w:ind w:left="1100"/>
    </w:pPr>
    <w:rPr>
      <w:rFonts w:eastAsiaTheme="minorEastAsia"/>
    </w:rPr>
  </w:style>
  <w:style w:type="paragraph" w:styleId="TM7">
    <w:name w:val="toc 7"/>
    <w:basedOn w:val="Normal"/>
    <w:next w:val="Normal"/>
    <w:autoRedefine/>
    <w:uiPriority w:val="39"/>
    <w:unhideWhenUsed/>
    <w:rsid w:val="001A285C"/>
    <w:pPr>
      <w:spacing w:after="100" w:line="259" w:lineRule="auto"/>
      <w:ind w:left="1320"/>
    </w:pPr>
    <w:rPr>
      <w:rFonts w:eastAsiaTheme="minorEastAsia"/>
    </w:rPr>
  </w:style>
  <w:style w:type="paragraph" w:styleId="TM8">
    <w:name w:val="toc 8"/>
    <w:basedOn w:val="Normal"/>
    <w:next w:val="Normal"/>
    <w:autoRedefine/>
    <w:uiPriority w:val="39"/>
    <w:unhideWhenUsed/>
    <w:rsid w:val="001A285C"/>
    <w:pPr>
      <w:spacing w:after="100" w:line="259" w:lineRule="auto"/>
      <w:ind w:left="1540"/>
    </w:pPr>
    <w:rPr>
      <w:rFonts w:eastAsiaTheme="minorEastAsia"/>
    </w:rPr>
  </w:style>
  <w:style w:type="paragraph" w:styleId="TM9">
    <w:name w:val="toc 9"/>
    <w:basedOn w:val="Normal"/>
    <w:next w:val="Normal"/>
    <w:autoRedefine/>
    <w:uiPriority w:val="39"/>
    <w:unhideWhenUsed/>
    <w:rsid w:val="001A285C"/>
    <w:pPr>
      <w:spacing w:after="100" w:line="259" w:lineRule="auto"/>
      <w:ind w:left="1760"/>
    </w:pPr>
    <w:rPr>
      <w:rFonts w:eastAsiaTheme="minorEastAsia"/>
    </w:rPr>
  </w:style>
  <w:style w:type="paragraph" w:customStyle="1" w:styleId="programlisting">
    <w:name w:val="programlisting"/>
    <w:basedOn w:val="Normal"/>
    <w:autoRedefine/>
    <w:rsid w:val="006D5F71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6D5F71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6D5F71"/>
    <w:rPr>
      <w:u w:val="single"/>
    </w:rPr>
  </w:style>
  <w:style w:type="paragraph" w:styleId="Listepuces2">
    <w:name w:val="List Bullet 2"/>
    <w:basedOn w:val="Normal"/>
    <w:autoRedefine/>
    <w:rsid w:val="006D5F71"/>
    <w:pPr>
      <w:numPr>
        <w:numId w:val="5"/>
      </w:numPr>
    </w:pPr>
  </w:style>
  <w:style w:type="paragraph" w:styleId="Listenumros">
    <w:name w:val="List Number"/>
    <w:basedOn w:val="Listepuces"/>
    <w:rsid w:val="006D5F71"/>
    <w:pPr>
      <w:numPr>
        <w:numId w:val="3"/>
      </w:numPr>
    </w:pPr>
  </w:style>
  <w:style w:type="paragraph" w:styleId="Listepuces">
    <w:name w:val="List Bullet"/>
    <w:basedOn w:val="Normal"/>
    <w:autoRedefine/>
    <w:rsid w:val="006D5F71"/>
    <w:pPr>
      <w:numPr>
        <w:numId w:val="4"/>
      </w:numPr>
      <w:spacing w:line="360" w:lineRule="auto"/>
    </w:pPr>
  </w:style>
  <w:style w:type="character" w:styleId="Lienhypertextesuivi">
    <w:name w:val="FollowedHyperlink"/>
    <w:rsid w:val="006D5F71"/>
    <w:rPr>
      <w:rFonts w:cs="Times New Roman"/>
      <w:color w:val="800080"/>
      <w:u w:val="single"/>
    </w:rPr>
  </w:style>
  <w:style w:type="character" w:customStyle="1" w:styleId="pln">
    <w:name w:val="pln"/>
    <w:basedOn w:val="Policepardfaut"/>
    <w:rsid w:val="0015436F"/>
  </w:style>
  <w:style w:type="character" w:customStyle="1" w:styleId="pun">
    <w:name w:val="pun"/>
    <w:basedOn w:val="Policepardfaut"/>
    <w:rsid w:val="0015436F"/>
  </w:style>
  <w:style w:type="character" w:customStyle="1" w:styleId="c">
    <w:name w:val="c"/>
    <w:basedOn w:val="Policepardfaut"/>
    <w:rsid w:val="003044A5"/>
  </w:style>
  <w:style w:type="character" w:customStyle="1" w:styleId="nt">
    <w:name w:val="nt"/>
    <w:basedOn w:val="Policepardfaut"/>
    <w:rsid w:val="003044A5"/>
  </w:style>
  <w:style w:type="character" w:customStyle="1" w:styleId="s">
    <w:name w:val="s"/>
    <w:basedOn w:val="Policepardfaut"/>
    <w:rsid w:val="003044A5"/>
  </w:style>
  <w:style w:type="paragraph" w:styleId="Rvision">
    <w:name w:val="Revision"/>
    <w:hidden/>
    <w:uiPriority w:val="99"/>
    <w:semiHidden/>
    <w:rsid w:val="008F5B31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localhost/symfony/web/app_dev.php" TargetMode="External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yperlink" Target="http://symfony.com/fr/doc/current/bundles/SensioFrameworkExtraBundle/annotations/view.html" TargetMode="External"/><Relationship Id="rId13" Type="http://schemas.openxmlformats.org/officeDocument/2006/relationships/hyperlink" Target="http://symfony.com/fr/doc/current/bundles/SensioFrameworkExtraBundle/annotations/converters.html" TargetMode="External"/><Relationship Id="rId14" Type="http://schemas.openxmlformats.org/officeDocument/2006/relationships/hyperlink" Target="http://symfony.com/fr/doc/current/bundles/SensioFrameworkExtraBundle/annotations/cache.html" TargetMode="External"/><Relationship Id="rId15" Type="http://schemas.openxmlformats.org/officeDocument/2006/relationships/hyperlink" Target="http://symfony.com/fr/doc/current/bundles/SensioFrameworkExtraBundle/annotations/converters.html" TargetMode="External"/><Relationship Id="rId16" Type="http://schemas.openxmlformats.org/officeDocument/2006/relationships/hyperlink" Target="http://twig.sensiolabs.org/doc/filters/index.html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zou\Desktop\symfony\stylesCert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\Users\wizou\Desktop\symfony\stylesCerta.dot</Template>
  <TotalTime>1</TotalTime>
  <Pages>16</Pages>
  <Words>2890</Words>
  <Characters>18501</Characters>
  <Application>Microsoft Macintosh Word</Application>
  <DocSecurity>0</DocSecurity>
  <Lines>840</Lines>
  <Paragraphs>629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wiwi@gmail.com</dc:creator>
  <cp:keywords/>
  <dc:description/>
  <cp:lastModifiedBy>Gaëlle CASTEL</cp:lastModifiedBy>
  <cp:revision>3</cp:revision>
  <cp:lastPrinted>2015-04-01T15:27:00Z</cp:lastPrinted>
  <dcterms:created xsi:type="dcterms:W3CDTF">2015-04-01T15:27:00Z</dcterms:created>
  <dcterms:modified xsi:type="dcterms:W3CDTF">2015-04-01T15:27:00Z</dcterms:modified>
</cp:coreProperties>
</file>